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7"/>
      </w:tblGrid>
      <w:tr w:rsidR="00B844BB" w:rsidRPr="00B844BB" w14:paraId="35338FF1" w14:textId="77777777" w:rsidTr="007B074E">
        <w:trPr>
          <w:cantSplit/>
          <w:trHeight w:hRule="exact" w:val="5896"/>
        </w:trPr>
        <w:tc>
          <w:tcPr>
            <w:tcW w:w="8267" w:type="dxa"/>
            <w:tcMar>
              <w:bottom w:w="284" w:type="dxa"/>
            </w:tcMar>
            <w:vAlign w:val="bottom"/>
          </w:tcPr>
          <w:p w14:paraId="594E8AE6" w14:textId="7F721E0D" w:rsidR="00B844BB" w:rsidRPr="001C2E44" w:rsidRDefault="003F2ECD" w:rsidP="00DA737F">
            <w:pPr>
              <w:pStyle w:val="Kansi1"/>
              <w:rPr>
                <w:lang w:val="fi-FI"/>
              </w:rPr>
            </w:pPr>
            <w:r>
              <w:rPr>
                <w:lang w:val="fi-FI"/>
              </w:rPr>
              <w:t xml:space="preserve">Liite: </w:t>
            </w:r>
            <w:r w:rsidR="00DA737F">
              <w:rPr>
                <w:lang w:val="fi-FI"/>
              </w:rPr>
              <w:t>R</w:t>
            </w:r>
            <w:r>
              <w:rPr>
                <w:lang w:val="fi-FI"/>
              </w:rPr>
              <w:t>ajat ylittävän reseptin poikkeavuudet</w:t>
            </w:r>
            <w:r w:rsidR="006A0DEF">
              <w:rPr>
                <w:lang w:val="fi-FI"/>
              </w:rPr>
              <w:t xml:space="preserve"> kansallisista</w:t>
            </w:r>
            <w:r w:rsidR="007C238B">
              <w:rPr>
                <w:lang w:val="fi-FI"/>
              </w:rPr>
              <w:t xml:space="preserve"> s</w:t>
            </w:r>
            <w:r w:rsidR="00E13AB4">
              <w:rPr>
                <w:lang w:val="fi-FI"/>
              </w:rPr>
              <w:t>ähköisen reseptin</w:t>
            </w:r>
            <w:r w:rsidR="006A0DEF">
              <w:rPr>
                <w:lang w:val="fi-FI"/>
              </w:rPr>
              <w:t xml:space="preserve"> </w:t>
            </w:r>
            <w:r w:rsidR="000F4836">
              <w:rPr>
                <w:lang w:val="fi-FI"/>
              </w:rPr>
              <w:t>CDA R2 -</w:t>
            </w:r>
            <w:r w:rsidR="006A0DEF">
              <w:rPr>
                <w:lang w:val="fi-FI"/>
              </w:rPr>
              <w:t>määrittelyistä</w:t>
            </w:r>
          </w:p>
        </w:tc>
      </w:tr>
      <w:tr w:rsidR="00B844BB" w:rsidRPr="00AF1122" w14:paraId="47925084" w14:textId="77777777" w:rsidTr="000152CD">
        <w:trPr>
          <w:cantSplit/>
          <w:trHeight w:val="1588"/>
        </w:trPr>
        <w:tc>
          <w:tcPr>
            <w:tcW w:w="8267" w:type="dxa"/>
            <w:tcMar>
              <w:bottom w:w="510" w:type="dxa"/>
            </w:tcMar>
          </w:tcPr>
          <w:p w14:paraId="1625EA18" w14:textId="1EDEC439" w:rsidR="00B844BB" w:rsidRPr="007600D7" w:rsidRDefault="00B844BB" w:rsidP="006A0DEF">
            <w:pPr>
              <w:pStyle w:val="Kansi2"/>
              <w:rPr>
                <w:lang w:val="fi-FI"/>
              </w:rPr>
            </w:pPr>
          </w:p>
        </w:tc>
      </w:tr>
      <w:tr w:rsidR="00B844BB" w:rsidRPr="007B074E" w14:paraId="48F657F5" w14:textId="77777777" w:rsidTr="007B074E">
        <w:trPr>
          <w:cantSplit/>
          <w:trHeight w:val="1134"/>
        </w:trPr>
        <w:tc>
          <w:tcPr>
            <w:tcW w:w="8267" w:type="dxa"/>
          </w:tcPr>
          <w:p w14:paraId="5327C1D3" w14:textId="084B54BD" w:rsidR="00B844BB" w:rsidRDefault="002E6A16" w:rsidP="003F2ECD">
            <w:pPr>
              <w:pStyle w:val="Kansi3"/>
              <w:rPr>
                <w:lang w:val="fi-FI"/>
              </w:rPr>
            </w:pPr>
            <w:r>
              <w:rPr>
                <w:lang w:val="fi-FI"/>
              </w:rPr>
              <w:t>8</w:t>
            </w:r>
            <w:r w:rsidR="006679A5">
              <w:rPr>
                <w:lang w:val="fi-FI"/>
              </w:rPr>
              <w:t>.3</w:t>
            </w:r>
            <w:r w:rsidR="00C315AA">
              <w:rPr>
                <w:lang w:val="fi-FI"/>
              </w:rPr>
              <w:t>.2018</w:t>
            </w:r>
            <w:r w:rsidR="007B074E" w:rsidRPr="007B074E">
              <w:rPr>
                <w:lang w:val="fi-FI"/>
              </w:rPr>
              <w:t xml:space="preserve"> </w:t>
            </w:r>
            <w:r w:rsidR="006679A5">
              <w:rPr>
                <w:lang w:val="fi-FI"/>
              </w:rPr>
              <w:t>v0.2</w:t>
            </w:r>
          </w:p>
          <w:p w14:paraId="3A9388DD" w14:textId="2366D00D" w:rsidR="003F2ECD" w:rsidRPr="007B074E" w:rsidRDefault="003027FF" w:rsidP="003027FF">
            <w:pPr>
              <w:pStyle w:val="Kansi3"/>
              <w:rPr>
                <w:lang w:val="fi-FI"/>
              </w:rPr>
            </w:pPr>
            <w:r>
              <w:t xml:space="preserve">OID: </w:t>
            </w:r>
            <w:commentRangeStart w:id="0"/>
            <w:r w:rsidRPr="006679A5">
              <w:rPr>
                <w:color w:val="FF0000"/>
              </w:rPr>
              <w:t>1.2.246.777.11.2018.2</w:t>
            </w:r>
            <w:commentRangeEnd w:id="0"/>
            <w:r w:rsidR="006679A5">
              <w:rPr>
                <w:rStyle w:val="Kommentinviite"/>
                <w:rFonts w:eastAsiaTheme="minorHAnsi" w:cstheme="minorHAnsi"/>
                <w:color w:val="auto"/>
                <w:lang w:val="fi-FI"/>
              </w:rPr>
              <w:commentReference w:id="0"/>
            </w:r>
          </w:p>
        </w:tc>
      </w:tr>
    </w:tbl>
    <w:p w14:paraId="2D992B65" w14:textId="77777777" w:rsidR="00B90A91" w:rsidRDefault="00B90A91" w:rsidP="00B90A91">
      <w:pPr>
        <w:pStyle w:val="Leipteksti"/>
      </w:pPr>
    </w:p>
    <w:p w14:paraId="68228FEA" w14:textId="77777777" w:rsidR="003A7EBA" w:rsidRDefault="003A7EBA" w:rsidP="00B90A91">
      <w:pPr>
        <w:pStyle w:val="Leipteksti"/>
      </w:pPr>
    </w:p>
    <w:p w14:paraId="10F7F620" w14:textId="77777777" w:rsidR="00531A4F" w:rsidRDefault="00531A4F" w:rsidP="00B90A91">
      <w:pPr>
        <w:pStyle w:val="Leipteksti"/>
      </w:pPr>
    </w:p>
    <w:p w14:paraId="13A9F59B" w14:textId="77777777" w:rsidR="00CA2C51" w:rsidRDefault="00CA2C51">
      <w:pPr>
        <w:spacing w:line="2" w:lineRule="auto"/>
      </w:pPr>
      <w:r>
        <w:br w:type="page"/>
      </w:r>
    </w:p>
    <w:p w14:paraId="7A3FF5D3" w14:textId="77777777" w:rsidR="00884914" w:rsidRPr="00B32141" w:rsidRDefault="00884914" w:rsidP="00B32141">
      <w:pPr>
        <w:rPr>
          <w:color w:val="0090D4" w:themeColor="text2"/>
          <w:sz w:val="48"/>
          <w:szCs w:val="48"/>
        </w:rPr>
      </w:pPr>
      <w:r w:rsidRPr="00B32141">
        <w:rPr>
          <w:color w:val="0090D4" w:themeColor="text2"/>
          <w:sz w:val="48"/>
          <w:szCs w:val="48"/>
        </w:rPr>
        <w:lastRenderedPageBreak/>
        <w:t>Muutoshistoria</w:t>
      </w:r>
    </w:p>
    <w:p w14:paraId="02C69A8A" w14:textId="77777777" w:rsidR="00884914" w:rsidRDefault="00884914" w:rsidP="00884914"/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3247"/>
        <w:gridCol w:w="2039"/>
        <w:gridCol w:w="1419"/>
      </w:tblGrid>
      <w:tr w:rsidR="00884914" w:rsidRPr="00BF54D3" w14:paraId="389134D4" w14:textId="77777777" w:rsidTr="00DD1215">
        <w:trPr>
          <w:trHeight w:hRule="exact" w:val="369"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8234F6A" w14:textId="77777777" w:rsidR="00884914" w:rsidRPr="00531A4F" w:rsidRDefault="00884914" w:rsidP="00DD1215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Versio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DAA6097" w14:textId="77777777" w:rsidR="00884914" w:rsidRPr="00531A4F" w:rsidRDefault="00884914" w:rsidP="00DD1215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Muutos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C484B7C" w14:textId="77777777" w:rsidR="00884914" w:rsidRPr="00531A4F" w:rsidRDefault="00884914" w:rsidP="00DD1215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Tekijä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C84AA96" w14:textId="77777777" w:rsidR="00884914" w:rsidRPr="00531A4F" w:rsidRDefault="00884914" w:rsidP="00DD1215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PVM</w:t>
            </w:r>
          </w:p>
        </w:tc>
      </w:tr>
      <w:tr w:rsidR="00884914" w:rsidRPr="00BF54D3" w14:paraId="32B026D2" w14:textId="77777777" w:rsidTr="006679A5"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35A47811" w14:textId="7D0D3575" w:rsidR="00884914" w:rsidRPr="00531A4F" w:rsidRDefault="009039AB" w:rsidP="00DD1215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0.1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019EEFDC" w14:textId="7A57F1E2" w:rsidR="00884914" w:rsidRPr="006679A5" w:rsidRDefault="009039AB" w:rsidP="00DD1215">
            <w:pPr>
              <w:rPr>
                <w:sz w:val="18"/>
                <w:szCs w:val="18"/>
                <w:lang w:val="fi-FI"/>
              </w:rPr>
            </w:pPr>
            <w:r w:rsidRPr="006679A5">
              <w:rPr>
                <w:sz w:val="18"/>
                <w:szCs w:val="18"/>
                <w:lang w:val="fi-FI"/>
              </w:rPr>
              <w:t>Ensimmäinen versio</w:t>
            </w:r>
            <w:r w:rsidR="006679A5" w:rsidRPr="006679A5">
              <w:rPr>
                <w:sz w:val="18"/>
                <w:szCs w:val="18"/>
                <w:lang w:val="fi-FI"/>
              </w:rPr>
              <w:t xml:space="preserve"> kommenteille apteekkijärjestelmätoimittajille</w:t>
            </w:r>
            <w:r w:rsidR="00027F59">
              <w:rPr>
                <w:sz w:val="18"/>
                <w:szCs w:val="18"/>
                <w:lang w:val="fi-FI"/>
              </w:rPr>
              <w:t>.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49646991" w14:textId="1C03BE52" w:rsidR="00884914" w:rsidRPr="006679A5" w:rsidRDefault="00C75542" w:rsidP="00C75542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Kela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</w:tcPr>
          <w:p w14:paraId="2C32C4AF" w14:textId="5A71E3AD" w:rsidR="00884914" w:rsidRPr="00531A4F" w:rsidRDefault="00597AFB" w:rsidP="00C315AA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8</w:t>
            </w:r>
            <w:r w:rsidR="00C315AA" w:rsidRPr="006679A5">
              <w:rPr>
                <w:sz w:val="18"/>
                <w:szCs w:val="18"/>
                <w:lang w:val="fi-FI"/>
              </w:rPr>
              <w:t>.1.2018</w:t>
            </w:r>
          </w:p>
        </w:tc>
      </w:tr>
      <w:tr w:rsidR="006679A5" w:rsidRPr="00BF54D3" w14:paraId="77DDE4F8" w14:textId="77777777" w:rsidTr="00DD1215">
        <w:tc>
          <w:tcPr>
            <w:tcW w:w="915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1CDB8E64" w14:textId="1376EEDC" w:rsidR="006679A5" w:rsidRDefault="006679A5" w:rsidP="00DD12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12EFA4C2" w14:textId="77777777" w:rsidR="006679A5" w:rsidRPr="00C97AD7" w:rsidRDefault="006679A5" w:rsidP="00DD1215">
            <w:pPr>
              <w:rPr>
                <w:sz w:val="18"/>
                <w:szCs w:val="18"/>
                <w:lang w:val="fi-FI"/>
              </w:rPr>
            </w:pPr>
            <w:r w:rsidRPr="00C97AD7">
              <w:rPr>
                <w:sz w:val="18"/>
                <w:szCs w:val="18"/>
                <w:lang w:val="fi-FI"/>
              </w:rPr>
              <w:t>Tarkennettu ensimmäistä versiota.</w:t>
            </w:r>
          </w:p>
          <w:p w14:paraId="7F47869D" w14:textId="77777777" w:rsidR="006679A5" w:rsidRPr="00C97AD7" w:rsidRDefault="006679A5" w:rsidP="00DD1215">
            <w:pPr>
              <w:rPr>
                <w:sz w:val="18"/>
                <w:szCs w:val="18"/>
                <w:lang w:val="fi-FI"/>
              </w:rPr>
            </w:pPr>
          </w:p>
          <w:p w14:paraId="2DF24475" w14:textId="72868F39" w:rsidR="006679A5" w:rsidRPr="00C97AD7" w:rsidRDefault="006679A5" w:rsidP="00DD1215">
            <w:pPr>
              <w:rPr>
                <w:sz w:val="18"/>
                <w:szCs w:val="18"/>
                <w:lang w:val="fi-FI"/>
              </w:rPr>
            </w:pPr>
            <w:r w:rsidRPr="00C97AD7">
              <w:rPr>
                <w:sz w:val="18"/>
                <w:szCs w:val="18"/>
                <w:lang w:val="fi-FI"/>
              </w:rPr>
              <w:t>Versio HL7-kommentointikierrokselle.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423903D6" w14:textId="088DB6D8" w:rsidR="006679A5" w:rsidRPr="006679A5" w:rsidRDefault="00C75542" w:rsidP="006679A5">
            <w:r>
              <w:rPr>
                <w:sz w:val="18"/>
                <w:szCs w:val="18"/>
                <w:lang w:val="fi-FI"/>
              </w:rPr>
              <w:t>Kela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2054FF96" w14:textId="5947F0BB" w:rsidR="006679A5" w:rsidRDefault="002E6A16" w:rsidP="00C315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6679A5">
              <w:rPr>
                <w:sz w:val="18"/>
                <w:szCs w:val="18"/>
              </w:rPr>
              <w:t>.3.2018</w:t>
            </w:r>
          </w:p>
        </w:tc>
      </w:tr>
    </w:tbl>
    <w:p w14:paraId="6B419874" w14:textId="77777777" w:rsidR="004C6D80" w:rsidRPr="00031847" w:rsidRDefault="004C6D80" w:rsidP="004C6D80">
      <w:pPr>
        <w:pStyle w:val="Leipteksti"/>
        <w:rPr>
          <w:sz w:val="18"/>
          <w:szCs w:val="18"/>
          <w:lang w:val="en-GB"/>
        </w:rPr>
      </w:pPr>
    </w:p>
    <w:p w14:paraId="4E828DC1" w14:textId="77777777" w:rsidR="004C6D80" w:rsidRDefault="004C6D80">
      <w:pPr>
        <w:spacing w:line="2" w:lineRule="auto"/>
        <w:rPr>
          <w:sz w:val="18"/>
          <w:szCs w:val="18"/>
          <w:lang w:val="en-GB"/>
        </w:rPr>
      </w:pPr>
      <w:r w:rsidRPr="00031847">
        <w:rPr>
          <w:sz w:val="18"/>
          <w:szCs w:val="18"/>
          <w:lang w:val="en-GB"/>
        </w:rPr>
        <w:br w:type="page"/>
      </w:r>
    </w:p>
    <w:p w14:paraId="01850972" w14:textId="77777777" w:rsidR="00F0227D" w:rsidRPr="00031847" w:rsidRDefault="00F0227D">
      <w:pPr>
        <w:spacing w:line="2" w:lineRule="auto"/>
        <w:rPr>
          <w:sz w:val="18"/>
          <w:szCs w:val="18"/>
          <w:lang w:val="en-GB"/>
        </w:rPr>
      </w:pPr>
    </w:p>
    <w:sdt>
      <w:sdtP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id w:val="983886896"/>
        <w:docPartObj>
          <w:docPartGallery w:val="Table of Contents"/>
          <w:docPartUnique/>
        </w:docPartObj>
      </w:sdtPr>
      <w:sdtEndPr>
        <w:rPr>
          <w:b/>
          <w:bCs/>
          <w:sz w:val="20"/>
        </w:rPr>
      </w:sdtEndPr>
      <w:sdtContent>
        <w:p w14:paraId="67C81634" w14:textId="77777777" w:rsidR="004C6D80" w:rsidRDefault="004C6D80">
          <w:pPr>
            <w:pStyle w:val="Sisllysluettelonotsikko"/>
          </w:pPr>
          <w:r>
            <w:t>Sisällys</w:t>
          </w:r>
        </w:p>
        <w:p w14:paraId="71636F4F" w14:textId="31A6BE27" w:rsidR="00057EB6" w:rsidRDefault="00F26FBB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r>
            <w:fldChar w:fldCharType="begin"/>
          </w:r>
          <w:r>
            <w:instrText xml:space="preserve"> TOC \o "1-3" \h \z \t "Otsikko;1" </w:instrText>
          </w:r>
          <w:r>
            <w:fldChar w:fldCharType="separate"/>
          </w:r>
          <w:hyperlink w:anchor="_Toc508269165" w:history="1">
            <w:r w:rsidR="00057EB6" w:rsidRPr="00EF1230">
              <w:rPr>
                <w:rStyle w:val="Hyperlinkki"/>
                <w:noProof/>
                <w:lang w:val="en-GB"/>
              </w:rPr>
              <w:t>1</w:t>
            </w:r>
            <w:r w:rsidR="00057EB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057EB6" w:rsidRPr="00EF1230">
              <w:rPr>
                <w:rStyle w:val="Hyperlinkki"/>
                <w:noProof/>
                <w:lang w:val="en-GB"/>
              </w:rPr>
              <w:t>Johdanto</w:t>
            </w:r>
            <w:r w:rsidR="00057EB6">
              <w:rPr>
                <w:noProof/>
                <w:webHidden/>
              </w:rPr>
              <w:tab/>
            </w:r>
            <w:r w:rsidR="00057EB6">
              <w:rPr>
                <w:noProof/>
                <w:webHidden/>
              </w:rPr>
              <w:fldChar w:fldCharType="begin"/>
            </w:r>
            <w:r w:rsidR="00057EB6">
              <w:rPr>
                <w:noProof/>
                <w:webHidden/>
              </w:rPr>
              <w:instrText xml:space="preserve"> PAGEREF _Toc508269165 \h </w:instrText>
            </w:r>
            <w:r w:rsidR="00057EB6">
              <w:rPr>
                <w:noProof/>
                <w:webHidden/>
              </w:rPr>
            </w:r>
            <w:r w:rsidR="00057EB6">
              <w:rPr>
                <w:noProof/>
                <w:webHidden/>
              </w:rPr>
              <w:fldChar w:fldCharType="separate"/>
            </w:r>
            <w:r w:rsidR="00057EB6">
              <w:rPr>
                <w:noProof/>
                <w:webHidden/>
              </w:rPr>
              <w:t>1</w:t>
            </w:r>
            <w:r w:rsidR="00057EB6">
              <w:rPr>
                <w:noProof/>
                <w:webHidden/>
              </w:rPr>
              <w:fldChar w:fldCharType="end"/>
            </w:r>
          </w:hyperlink>
        </w:p>
        <w:p w14:paraId="0EB20D6F" w14:textId="6EC239E9" w:rsidR="00057EB6" w:rsidRDefault="00057EB6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69166" w:history="1">
            <w:r w:rsidRPr="00EF1230">
              <w:rPr>
                <w:rStyle w:val="Hyperlinkki"/>
                <w:noProof/>
              </w:rPr>
              <w:t>2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EF1230">
              <w:rPr>
                <w:rStyle w:val="Hyperlinkki"/>
                <w:noProof/>
              </w:rPr>
              <w:t>Ulkomailta saatu toimitusasiakirja Reseptikeskuksessa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_Toc508269166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BA05CF" w14:textId="0B934530" w:rsidR="00057EB6" w:rsidRDefault="00057EB6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69167" w:history="1">
            <w:r w:rsidRPr="00EF1230">
              <w:rPr>
                <w:rStyle w:val="Hyperlinkki"/>
                <w:noProof/>
              </w:rPr>
              <w:t>2.1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EF1230">
              <w:rPr>
                <w:rStyle w:val="Hyperlinkki"/>
                <w:noProof/>
              </w:rPr>
              <w:t>Sähköinen allekirjoitus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_Toc508269167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7DAFA9" w14:textId="7DED99F4" w:rsidR="00057EB6" w:rsidRDefault="00057EB6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69168" w:history="1">
            <w:r w:rsidRPr="00EF1230">
              <w:rPr>
                <w:rStyle w:val="Hyperlinkki"/>
                <w:noProof/>
              </w:rPr>
              <w:t>2.2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EF1230">
              <w:rPr>
                <w:rStyle w:val="Hyperlinkki"/>
                <w:noProof/>
              </w:rPr>
              <w:t>Nimitiedot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_Toc508269168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C8E1F4" w14:textId="6B3C0AD9" w:rsidR="00057EB6" w:rsidRDefault="00057EB6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69169" w:history="1">
            <w:r w:rsidRPr="00EF1230">
              <w:rPr>
                <w:rStyle w:val="Hyperlinkki"/>
                <w:noProof/>
              </w:rPr>
              <w:t>2.3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EF1230">
              <w:rPr>
                <w:rStyle w:val="Hyperlinkki"/>
                <w:noProof/>
              </w:rPr>
              <w:t>Lääketoimituksen tekijän yksilöintitunnus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_Toc508269169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911559" w14:textId="54A7E39D" w:rsidR="00057EB6" w:rsidRDefault="00057EB6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69170" w:history="1">
            <w:r w:rsidRPr="00EF1230">
              <w:rPr>
                <w:rStyle w:val="Hyperlinkki"/>
                <w:noProof/>
              </w:rPr>
              <w:t>2.4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EF1230">
              <w:rPr>
                <w:rStyle w:val="Hyperlinkki"/>
                <w:noProof/>
              </w:rPr>
              <w:t>Lääketoimituksen tekijän ammattioikeus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_Toc508269170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ECCAA6" w14:textId="5C13580F" w:rsidR="00057EB6" w:rsidRDefault="00057EB6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69171" w:history="1">
            <w:r w:rsidRPr="00EF1230">
              <w:rPr>
                <w:rStyle w:val="Hyperlinkki"/>
                <w:noProof/>
              </w:rPr>
              <w:t>2.5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EF1230">
              <w:rPr>
                <w:rStyle w:val="Hyperlinkki"/>
                <w:noProof/>
              </w:rPr>
              <w:t>Lääkevalmisteen tiedot ja valmisteen laji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_Toc508269171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2741E9" w14:textId="6FF2C2A6" w:rsidR="00057EB6" w:rsidRDefault="00057EB6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69172" w:history="1">
            <w:r w:rsidRPr="00EF1230">
              <w:rPr>
                <w:rStyle w:val="Hyperlinkki"/>
                <w:noProof/>
              </w:rPr>
              <w:t>2.6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EF1230">
              <w:rPr>
                <w:rStyle w:val="Hyperlinkki"/>
                <w:noProof/>
              </w:rPr>
              <w:t>Lääkevalmisteen vahvuus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_Toc508269172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184803" w14:textId="772319CE" w:rsidR="00057EB6" w:rsidRDefault="00057EB6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69173" w:history="1">
            <w:r w:rsidRPr="00EF1230">
              <w:rPr>
                <w:rStyle w:val="Hyperlinkki"/>
                <w:noProof/>
              </w:rPr>
              <w:t>2.7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EF1230">
              <w:rPr>
                <w:rStyle w:val="Hyperlinkki"/>
                <w:noProof/>
              </w:rPr>
              <w:t>Toimitettu määrä ja jäljellä oleva määrä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_Toc508269173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8F4FB1" w14:textId="252A7157" w:rsidR="00057EB6" w:rsidRDefault="00057EB6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69174" w:history="1">
            <w:r w:rsidRPr="00EF1230">
              <w:rPr>
                <w:rStyle w:val="Hyperlinkki"/>
                <w:noProof/>
              </w:rPr>
              <w:t>2.8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EF1230">
              <w:rPr>
                <w:rStyle w:val="Hyperlinkki"/>
                <w:noProof/>
              </w:rPr>
              <w:t>Pakkausten lukumäärä ja pakkauskoon kerroin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_Toc508269174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F10068" w14:textId="0AD4BA95" w:rsidR="00057EB6" w:rsidRDefault="00057EB6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69175" w:history="1">
            <w:r w:rsidRPr="00EF1230">
              <w:rPr>
                <w:rStyle w:val="Hyperlinkki"/>
                <w:noProof/>
              </w:rPr>
              <w:t>2.9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EF1230">
              <w:rPr>
                <w:rStyle w:val="Hyperlinkki"/>
                <w:noProof/>
              </w:rPr>
              <w:t>Toimituksen hinta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_Toc508269175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A97E14" w14:textId="5D39EF15" w:rsidR="00057EB6" w:rsidRDefault="00057EB6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69176" w:history="1">
            <w:r w:rsidRPr="00EF1230">
              <w:rPr>
                <w:rStyle w:val="Hyperlinkki"/>
                <w:noProof/>
              </w:rPr>
              <w:t>2.10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EF1230">
              <w:rPr>
                <w:rStyle w:val="Hyperlinkki"/>
                <w:noProof/>
              </w:rPr>
              <w:t>Toimitustietotarran annostusohje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_Toc508269176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56BF7A" w14:textId="1B6BC864" w:rsidR="00057EB6" w:rsidRDefault="00057EB6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69177" w:history="1">
            <w:r w:rsidRPr="00EF1230">
              <w:rPr>
                <w:rStyle w:val="Hyperlinkki"/>
                <w:noProof/>
                <w:lang w:val="en-GB"/>
              </w:rPr>
              <w:t>3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EF1230">
              <w:rPr>
                <w:rStyle w:val="Hyperlinkki"/>
                <w:noProof/>
                <w:lang w:val="en-GB"/>
              </w:rPr>
              <w:t>Ulkomailta apteekkijärjestelmälle palautuva lääkemääräysasiakirja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_Toc508269177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FC68B0" w14:textId="35EBDD1F" w:rsidR="00057EB6" w:rsidRDefault="00057EB6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69178" w:history="1">
            <w:r w:rsidRPr="00EF1230">
              <w:rPr>
                <w:rStyle w:val="Hyperlinkki"/>
                <w:noProof/>
                <w:lang w:val="en-GB"/>
              </w:rPr>
              <w:t>3.1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EF1230">
              <w:rPr>
                <w:rStyle w:val="Hyperlinkki"/>
                <w:noProof/>
                <w:lang w:val="en-GB"/>
              </w:rPr>
              <w:t>Poikkeavuudet: CDA R2 Header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_Toc508269178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48F8B6" w14:textId="38314B0D" w:rsidR="00057EB6" w:rsidRDefault="00057EB6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69179" w:history="1">
            <w:r w:rsidRPr="00EF1230">
              <w:rPr>
                <w:rStyle w:val="Hyperlinkki"/>
                <w:noProof/>
              </w:rPr>
              <w:t>3.1.1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EF1230">
              <w:rPr>
                <w:rStyle w:val="Hyperlinkki"/>
                <w:noProof/>
              </w:rPr>
              <w:t>recordTarget – Asiakirjan kohde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_Toc508269179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7A479D" w14:textId="179650CD" w:rsidR="00057EB6" w:rsidRDefault="00057EB6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69180" w:history="1">
            <w:r w:rsidRPr="00EF1230">
              <w:rPr>
                <w:rStyle w:val="Hyperlinkki"/>
                <w:noProof/>
              </w:rPr>
              <w:t>3.1.2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EF1230">
              <w:rPr>
                <w:rStyle w:val="Hyperlinkki"/>
                <w:noProof/>
              </w:rPr>
              <w:t>author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_Toc508269180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1A48A6" w14:textId="64E06A2C" w:rsidR="00057EB6" w:rsidRDefault="00057EB6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69181" w:history="1">
            <w:r w:rsidRPr="00EF1230">
              <w:rPr>
                <w:rStyle w:val="Hyperlinkki"/>
                <w:noProof/>
              </w:rPr>
              <w:t>3.1.3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EF1230">
              <w:rPr>
                <w:rStyle w:val="Hyperlinkki"/>
                <w:noProof/>
              </w:rPr>
              <w:t>componentOf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_Toc508269181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61D077" w14:textId="06B78516" w:rsidR="00057EB6" w:rsidRDefault="00057EB6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69182" w:history="1">
            <w:r w:rsidRPr="00EF1230">
              <w:rPr>
                <w:rStyle w:val="Hyperlinkki"/>
                <w:noProof/>
              </w:rPr>
              <w:t>3.1.4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EF1230">
              <w:rPr>
                <w:rStyle w:val="Hyperlinkki"/>
                <w:noProof/>
              </w:rPr>
              <w:t>hl7fi:signatureCollection – Allekirjoitus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_Toc508269182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8715A2" w14:textId="2361FEA5" w:rsidR="00057EB6" w:rsidRDefault="00057EB6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69183" w:history="1">
            <w:r w:rsidRPr="00EF1230">
              <w:rPr>
                <w:rStyle w:val="Hyperlinkki"/>
                <w:noProof/>
                <w:lang w:val="en-GB"/>
              </w:rPr>
              <w:t>3.2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EF1230">
              <w:rPr>
                <w:rStyle w:val="Hyperlinkki"/>
                <w:noProof/>
                <w:lang w:val="en-GB"/>
              </w:rPr>
              <w:t>Poikkeavuudet: CDA R2 Body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_Toc508269183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55CEBB" w14:textId="1AD4646A" w:rsidR="00057EB6" w:rsidRDefault="00057EB6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69184" w:history="1">
            <w:r w:rsidRPr="00EF1230">
              <w:rPr>
                <w:rStyle w:val="Hyperlinkki"/>
                <w:noProof/>
                <w:lang w:val="en-GB"/>
              </w:rPr>
              <w:t>3.2.1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EF1230">
              <w:rPr>
                <w:rStyle w:val="Hyperlinkki"/>
                <w:noProof/>
                <w:lang w:val="en-GB"/>
              </w:rPr>
              <w:t>Rakenteen tasot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_Toc508269184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E89E78" w14:textId="43E43D08" w:rsidR="00057EB6" w:rsidRDefault="00057EB6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69185" w:history="1">
            <w:r w:rsidRPr="00EF1230">
              <w:rPr>
                <w:rStyle w:val="Hyperlinkki"/>
                <w:noProof/>
              </w:rPr>
              <w:t>3.2.2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EF1230">
              <w:rPr>
                <w:rStyle w:val="Hyperlinkki"/>
                <w:noProof/>
              </w:rPr>
              <w:t>Rakenteinen muoto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_Toc508269185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1446D3" w14:textId="726DB2E2" w:rsidR="00057EB6" w:rsidRDefault="00057EB6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08269186" w:history="1">
            <w:r w:rsidRPr="00EF1230">
              <w:rPr>
                <w:rStyle w:val="Hyperlinkki"/>
                <w:noProof/>
              </w:rPr>
              <w:t>4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EF1230">
              <w:rPr>
                <w:rStyle w:val="Hyperlinkki"/>
                <w:noProof/>
              </w:rPr>
              <w:t>Apteekkijärjestelmän tuottama ulkomaista lääkemääräystä koskeva toimitusasiakirja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_Toc508269186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10D282" w14:textId="7A8592F3" w:rsidR="004C6D80" w:rsidRDefault="00F26FBB">
          <w:r>
            <w:rPr>
              <w:sz w:val="21"/>
            </w:rPr>
            <w:fldChar w:fldCharType="end"/>
          </w:r>
        </w:p>
      </w:sdtContent>
    </w:sdt>
    <w:p w14:paraId="0168A24B" w14:textId="77777777" w:rsidR="004C6D80" w:rsidRDefault="004C6D80" w:rsidP="004C6D80">
      <w:pPr>
        <w:pStyle w:val="Leipteksti"/>
        <w:rPr>
          <w:lang w:val="en-GB"/>
        </w:rPr>
      </w:pPr>
    </w:p>
    <w:p w14:paraId="2626BB4A" w14:textId="77777777" w:rsidR="00B32141" w:rsidRDefault="00B32141" w:rsidP="004C6D80">
      <w:pPr>
        <w:pStyle w:val="Leipteksti"/>
        <w:rPr>
          <w:lang w:val="en-GB"/>
        </w:rPr>
        <w:sectPr w:rsidR="00B32141" w:rsidSect="00531A4F">
          <w:headerReference w:type="default" r:id="rId14"/>
          <w:footerReference w:type="default" r:id="rId15"/>
          <w:headerReference w:type="first" r:id="rId16"/>
          <w:pgSz w:w="11906" w:h="16838" w:code="9"/>
          <w:pgMar w:top="2472" w:right="1077" w:bottom="1134" w:left="2495" w:header="624" w:footer="397" w:gutter="0"/>
          <w:pgNumType w:start="1"/>
          <w:cols w:space="708"/>
          <w:titlePg/>
          <w:docGrid w:linePitch="360"/>
        </w:sectPr>
      </w:pPr>
      <w:bookmarkStart w:id="1" w:name="_GoBack"/>
      <w:bookmarkEnd w:id="1"/>
    </w:p>
    <w:p w14:paraId="36EBC786" w14:textId="196C9A06" w:rsidR="00D37740" w:rsidRPr="00064457" w:rsidRDefault="00DC3368" w:rsidP="00B90A91">
      <w:pPr>
        <w:pStyle w:val="Otsikko1"/>
        <w:rPr>
          <w:lang w:val="en-GB"/>
        </w:rPr>
      </w:pPr>
      <w:bookmarkStart w:id="2" w:name="_Toc508269165"/>
      <w:proofErr w:type="spellStart"/>
      <w:r>
        <w:rPr>
          <w:lang w:val="en-GB"/>
        </w:rPr>
        <w:lastRenderedPageBreak/>
        <w:t>Johdanto</w:t>
      </w:r>
      <w:bookmarkEnd w:id="2"/>
      <w:proofErr w:type="spellEnd"/>
    </w:p>
    <w:p w14:paraId="66CC6FAF" w14:textId="12FF0818" w:rsidR="00BE340E" w:rsidRPr="003D7296" w:rsidRDefault="00DC3368" w:rsidP="003D7296">
      <w:pPr>
        <w:pStyle w:val="Leipteksti"/>
      </w:pPr>
      <w:r w:rsidRPr="003D7296">
        <w:t>Tässä dokumentissa kuvataan</w:t>
      </w:r>
      <w:r w:rsidR="00C315AA" w:rsidRPr="003D7296">
        <w:t>, miltä osin</w:t>
      </w:r>
      <w:r w:rsidRPr="003D7296">
        <w:t xml:space="preserve"> Rajat ylittävän reseptin </w:t>
      </w:r>
      <w:r w:rsidR="00C3127F" w:rsidRPr="003D7296">
        <w:t>CDA R2 -</w:t>
      </w:r>
      <w:r w:rsidR="00C315AA" w:rsidRPr="003D7296">
        <w:t xml:space="preserve">määrittelyt poikkeavat </w:t>
      </w:r>
      <w:r w:rsidRPr="003D7296">
        <w:t xml:space="preserve">kansallisista </w:t>
      </w:r>
      <w:r w:rsidR="00C97AD7" w:rsidRPr="003D7296">
        <w:t xml:space="preserve">suomalaisen </w:t>
      </w:r>
      <w:r w:rsidR="007C238B" w:rsidRPr="003D7296">
        <w:t>s</w:t>
      </w:r>
      <w:r w:rsidR="00C315AA" w:rsidRPr="003D7296">
        <w:t xml:space="preserve">ähköisen reseptin </w:t>
      </w:r>
      <w:r w:rsidRPr="003D7296">
        <w:t xml:space="preserve">CDA R2 </w:t>
      </w:r>
      <w:r w:rsidR="008D39F4" w:rsidRPr="003D7296">
        <w:t>-</w:t>
      </w:r>
      <w:r w:rsidRPr="003D7296">
        <w:t>m</w:t>
      </w:r>
      <w:r w:rsidR="00BE340E" w:rsidRPr="003D7296">
        <w:t>äärittely</w:t>
      </w:r>
      <w:r w:rsidR="0037230F" w:rsidRPr="003D7296">
        <w:t>i</w:t>
      </w:r>
      <w:r w:rsidRPr="003D7296">
        <w:t>stä</w:t>
      </w:r>
      <w:r w:rsidR="008D39F4" w:rsidRPr="003D7296">
        <w:t xml:space="preserve"> (Lääkemääräyksen CDA R2 </w:t>
      </w:r>
      <w:proofErr w:type="spellStart"/>
      <w:r w:rsidR="008D39F4" w:rsidRPr="003D7296">
        <w:t>Header</w:t>
      </w:r>
      <w:proofErr w:type="spellEnd"/>
      <w:r w:rsidR="008D39F4" w:rsidRPr="003D7296">
        <w:t xml:space="preserve"> v3.50</w:t>
      </w:r>
      <w:r w:rsidR="000831A0" w:rsidRPr="003D7296">
        <w:t>, OID: 1.2.246.777.11.2017.8</w:t>
      </w:r>
      <w:r w:rsidR="0093374C" w:rsidRPr="003D7296">
        <w:t xml:space="preserve">; </w:t>
      </w:r>
      <w:r w:rsidR="008D39F4" w:rsidRPr="003D7296">
        <w:t>Lääkemääräyksen sanomat CDA R2 -rakenteena v3.50</w:t>
      </w:r>
      <w:r w:rsidR="000831A0" w:rsidRPr="003D7296">
        <w:t>, OID: 1.2.246.777.11.2017.9</w:t>
      </w:r>
      <w:r w:rsidR="008D39F4" w:rsidRPr="003D7296">
        <w:t>)</w:t>
      </w:r>
      <w:r w:rsidRPr="003D7296">
        <w:t xml:space="preserve">. </w:t>
      </w:r>
      <w:r w:rsidR="00BE340E" w:rsidRPr="003D7296">
        <w:t>Muilta osin Rajat ylittävän reseptin lääkemääräys- ja toimitusasiakirjoissa noudatetaan</w:t>
      </w:r>
      <w:r w:rsidR="00697AD7" w:rsidRPr="003D7296">
        <w:t xml:space="preserve"> em. </w:t>
      </w:r>
      <w:r w:rsidR="001E14C6" w:rsidRPr="003D7296">
        <w:t xml:space="preserve">suomalaisen </w:t>
      </w:r>
      <w:r w:rsidR="007C238B" w:rsidRPr="003D7296">
        <w:t>s</w:t>
      </w:r>
      <w:r w:rsidR="00C315AA" w:rsidRPr="003D7296">
        <w:t>ähköisen reseptin</w:t>
      </w:r>
      <w:r w:rsidR="00BE340E" w:rsidRPr="003D7296">
        <w:t xml:space="preserve"> </w:t>
      </w:r>
      <w:r w:rsidR="00697AD7" w:rsidRPr="003D7296">
        <w:t xml:space="preserve">kansallisia CDA R2 -määrittelyjä. </w:t>
      </w:r>
    </w:p>
    <w:p w14:paraId="26A920D2" w14:textId="1A61EF11" w:rsidR="004E6107" w:rsidRPr="003D7296" w:rsidRDefault="004E6107" w:rsidP="003D7296">
      <w:pPr>
        <w:pStyle w:val="Leipteksti"/>
      </w:pPr>
    </w:p>
    <w:p w14:paraId="3A1D12E1" w14:textId="1136BF67" w:rsidR="004E6107" w:rsidRPr="003D7296" w:rsidRDefault="002E40D6" w:rsidP="003D7296">
      <w:pPr>
        <w:pStyle w:val="Leipteksti"/>
      </w:pPr>
      <w:r w:rsidRPr="003D7296">
        <w:t>Dokumentin l</w:t>
      </w:r>
      <w:r w:rsidR="004E6107" w:rsidRPr="003D7296">
        <w:t xml:space="preserve">uvussa 2 on esitelty poikkeavuudet, joita voi esiintyä Reseptikeskukseen tallennetuissa ulkomailta </w:t>
      </w:r>
      <w:r w:rsidR="00BD1284" w:rsidRPr="003D7296">
        <w:t>saaduissa toimitusasiakirjoissa. Tällaisia toimitusasiakirjoja syntyy, kun suomalainen henkilö käy hakemassa reseptilääkkeitään apteekista ulkomailla, jolloin ulkomainen apteekki toimittaa toimitusasiakirjan kansallisen yhteyspisteen kautta Reseptikeskukseen.</w:t>
      </w:r>
    </w:p>
    <w:p w14:paraId="1373F5F3" w14:textId="0617EC09" w:rsidR="00BD1284" w:rsidRPr="003D7296" w:rsidRDefault="00BD1284" w:rsidP="003D7296">
      <w:pPr>
        <w:pStyle w:val="Leipteksti"/>
      </w:pPr>
    </w:p>
    <w:p w14:paraId="5EC6D7A8" w14:textId="68C85A42" w:rsidR="00BD1284" w:rsidRPr="003D7296" w:rsidRDefault="00BD1284" w:rsidP="003D7296">
      <w:pPr>
        <w:pStyle w:val="Leipteksti"/>
      </w:pPr>
      <w:r w:rsidRPr="003D7296">
        <w:t xml:space="preserve">Luvussa 3 ja 4 esitellyt poikkeavuudet koskevat tilannetta, jossa ulkomainen henkilö käy hakemassa reseptilääkkeitään Suomessa suomalaisesta apteekista. Luvussa 3 esitellään ulkomailta </w:t>
      </w:r>
      <w:r w:rsidR="00C94EB3" w:rsidRPr="003D7296">
        <w:t xml:space="preserve">Suomeen </w:t>
      </w:r>
      <w:r w:rsidRPr="003D7296">
        <w:t>apteekkijärjestelmälle palautuvien lääke</w:t>
      </w:r>
      <w:r w:rsidR="00C94EB3" w:rsidRPr="003D7296">
        <w:t>määräysasiakirjojen poi</w:t>
      </w:r>
      <w:r w:rsidR="00FB22CB" w:rsidRPr="003D7296">
        <w:t>kkeavuudet, ja l</w:t>
      </w:r>
      <w:r w:rsidR="00C94EB3" w:rsidRPr="003D7296">
        <w:t>uvussa 4 em. lääkemääräyksiä</w:t>
      </w:r>
      <w:r w:rsidRPr="003D7296">
        <w:t xml:space="preserve"> koskevi</w:t>
      </w:r>
      <w:r w:rsidR="00C94EB3" w:rsidRPr="003D7296">
        <w:t xml:space="preserve">en, apteekkijärjestelmän tuottamien </w:t>
      </w:r>
      <w:r w:rsidRPr="003D7296">
        <w:t>toimitusasiakirjoj</w:t>
      </w:r>
      <w:r w:rsidR="00C94EB3" w:rsidRPr="003D7296">
        <w:t>en poikkeavuudet.</w:t>
      </w:r>
      <w:r w:rsidR="00AD37B7" w:rsidRPr="003D7296">
        <w:t xml:space="preserve"> </w:t>
      </w:r>
      <w:r w:rsidR="00C94EB3" w:rsidRPr="003D7296">
        <w:t xml:space="preserve">Lukuihin </w:t>
      </w:r>
      <w:r w:rsidR="00AD37B7" w:rsidRPr="003D7296">
        <w:t xml:space="preserve">on kopioitu </w:t>
      </w:r>
      <w:r w:rsidR="005745CA" w:rsidRPr="003D7296">
        <w:t xml:space="preserve">otteita </w:t>
      </w:r>
      <w:r w:rsidR="00EB0BF7" w:rsidRPr="003D7296">
        <w:t xml:space="preserve">suomalaisen </w:t>
      </w:r>
      <w:r w:rsidR="007C238B" w:rsidRPr="003D7296">
        <w:t>s</w:t>
      </w:r>
      <w:r w:rsidR="005745CA" w:rsidRPr="003D7296">
        <w:t>ähköisen reseptin kansallisten määrittelyjen</w:t>
      </w:r>
      <w:r w:rsidR="00EB0BF7" w:rsidRPr="003D7296">
        <w:t xml:space="preserve"> </w:t>
      </w:r>
      <w:r w:rsidR="00DD4F75" w:rsidRPr="003D7296">
        <w:t xml:space="preserve">(Lääkemääräyksen CDA R2 </w:t>
      </w:r>
      <w:proofErr w:type="spellStart"/>
      <w:r w:rsidR="00DD4F75" w:rsidRPr="003D7296">
        <w:t>Header</w:t>
      </w:r>
      <w:proofErr w:type="spellEnd"/>
      <w:r w:rsidR="00DD4F75" w:rsidRPr="003D7296">
        <w:t xml:space="preserve"> v3.50, OID: 1.2.246.777.11.2017.8</w:t>
      </w:r>
      <w:r w:rsidR="00EB0BF7" w:rsidRPr="003D7296">
        <w:t xml:space="preserve">; </w:t>
      </w:r>
      <w:r w:rsidR="00DD4F75" w:rsidRPr="003D7296">
        <w:t xml:space="preserve">Lääkemääräyksen sanomat CDA R2 -rakenteena v3.50, OID: 1.2.246.777.11.2017.9) </w:t>
      </w:r>
      <w:r w:rsidR="00355F97" w:rsidRPr="003D7296">
        <w:t>tietojen yhteenvetotaulukoista</w:t>
      </w:r>
      <w:r w:rsidR="0081477D" w:rsidRPr="003D7296">
        <w:t>. Taulukoi</w:t>
      </w:r>
      <w:r w:rsidR="00AD37B7" w:rsidRPr="003D7296">
        <w:t>hin on lisätty Poikkeavuudet-sarake</w:t>
      </w:r>
      <w:r w:rsidR="00355F97" w:rsidRPr="003D7296">
        <w:t>, jossa kyseistä tietoa koskeva</w:t>
      </w:r>
      <w:r w:rsidR="0081477D" w:rsidRPr="003D7296">
        <w:t xml:space="preserve"> Rajat ylittävän reseptin</w:t>
      </w:r>
      <w:r w:rsidR="00355F97" w:rsidRPr="003D7296">
        <w:t xml:space="preserve"> poikkeavuus on kuvattu</w:t>
      </w:r>
      <w:r w:rsidR="00AD37B7" w:rsidRPr="003D7296">
        <w:t>.</w:t>
      </w:r>
      <w:r w:rsidR="00302ABB" w:rsidRPr="003D7296">
        <w:t xml:space="preserve"> Harmaalla taulukossa olevat rivit tarkoittavat sitä, että </w:t>
      </w:r>
      <w:r w:rsidR="0061128B" w:rsidRPr="003D7296">
        <w:t>kyseinen elementti ei tule olemaa käytössä Rajat ylittävässä reseptissä.</w:t>
      </w:r>
      <w:r w:rsidR="00A922B3" w:rsidRPr="003D7296">
        <w:t xml:space="preserve"> </w:t>
      </w:r>
    </w:p>
    <w:p w14:paraId="3EEA3157" w14:textId="1242CE81" w:rsidR="0006456E" w:rsidRDefault="0006456E" w:rsidP="00DC3368">
      <w:pPr>
        <w:pStyle w:val="Leipteksti"/>
      </w:pPr>
    </w:p>
    <w:p w14:paraId="27F8E53C" w14:textId="7ACF62BA" w:rsidR="0006456E" w:rsidRDefault="0006456E" w:rsidP="00DC3368">
      <w:pPr>
        <w:pStyle w:val="Leipteksti"/>
      </w:pPr>
    </w:p>
    <w:p w14:paraId="17445957" w14:textId="3678E04A" w:rsidR="0028096E" w:rsidRDefault="0006456E" w:rsidP="0028096E">
      <w:pPr>
        <w:pStyle w:val="Otsikko1"/>
      </w:pPr>
      <w:bookmarkStart w:id="3" w:name="_Toc508269166"/>
      <w:r>
        <w:t>Ul</w:t>
      </w:r>
      <w:r w:rsidR="004E6107">
        <w:t>komailta</w:t>
      </w:r>
      <w:r>
        <w:t xml:space="preserve"> </w:t>
      </w:r>
      <w:r w:rsidR="004E6107">
        <w:t xml:space="preserve">saatu </w:t>
      </w:r>
      <w:r>
        <w:t>toimitusasiakirja Reseptikeskuksessa</w:t>
      </w:r>
      <w:bookmarkEnd w:id="3"/>
    </w:p>
    <w:p w14:paraId="07F7B057" w14:textId="6A696C5C" w:rsidR="00810FC6" w:rsidRPr="00810FC6" w:rsidRDefault="00810FC6" w:rsidP="00810FC6">
      <w:pPr>
        <w:pStyle w:val="Leipteksti"/>
      </w:pPr>
      <w:r w:rsidRPr="00810FC6">
        <w:t>Ulkomailta saapuvat lääketoimitusasiakirjat muunnetaan suomalaiseen formaattiin ennen niiden tallentamista Reseptikeskukseen. Asiakirjoja ei kuitenkaan saada tä</w:t>
      </w:r>
      <w:r w:rsidR="00A922B3">
        <w:t xml:space="preserve">ysin yhteensopiviksi nykyisten </w:t>
      </w:r>
      <w:r w:rsidR="007C238B">
        <w:t>s</w:t>
      </w:r>
      <w:r w:rsidRPr="00810FC6">
        <w:t xml:space="preserve">ähköisen </w:t>
      </w:r>
      <w:r w:rsidR="00A922B3">
        <w:t>reseptin</w:t>
      </w:r>
      <w:r w:rsidRPr="00810FC6">
        <w:t xml:space="preserve"> määrittelyiden kanssa. </w:t>
      </w:r>
    </w:p>
    <w:p w14:paraId="3F3C099A" w14:textId="77777777" w:rsidR="00810FC6" w:rsidRPr="00810FC6" w:rsidRDefault="00810FC6" w:rsidP="00810FC6">
      <w:pPr>
        <w:pStyle w:val="Leipteksti"/>
      </w:pPr>
    </w:p>
    <w:p w14:paraId="02F03CC4" w14:textId="18F30090" w:rsidR="00810FC6" w:rsidRDefault="00810FC6" w:rsidP="00810FC6">
      <w:pPr>
        <w:pStyle w:val="Leipteksti"/>
      </w:pPr>
      <w:r w:rsidRPr="00810FC6">
        <w:t>Suomalaisten apteekki- ja potilastietojärjestelmien tulee käsitellä ulkomailta saapuneita suomalaiseen muotoon muunnettuja lääketoimitusasiakirjoja samalla tavalla kuin suomalaisiakin lääketoimitusasiakirjoja. Järjestelmätoimittajien tulee varmistaa, että tällaisten lääketoimitustietojen käsittely tapahtuu tietojärjestelmissä oikein.</w:t>
      </w:r>
    </w:p>
    <w:p w14:paraId="3D6960D1" w14:textId="40CD626C" w:rsidR="00810FC6" w:rsidRDefault="00810FC6" w:rsidP="00810FC6">
      <w:pPr>
        <w:pStyle w:val="Leipteksti"/>
      </w:pPr>
    </w:p>
    <w:p w14:paraId="564135E5" w14:textId="2B63EDAB" w:rsidR="00810FC6" w:rsidRPr="00810FC6" w:rsidRDefault="00E06FD2" w:rsidP="00810FC6">
      <w:pPr>
        <w:pStyle w:val="Leipteksti"/>
      </w:pPr>
      <w:r>
        <w:t>Alla olevissa kappaleissa on</w:t>
      </w:r>
      <w:r w:rsidR="00810FC6">
        <w:t xml:space="preserve"> kuvattu ulkomailta</w:t>
      </w:r>
      <w:r>
        <w:t xml:space="preserve"> saadun toimitusasiakirjan erot verrattuna sähköisen reseptin kansallisten määrittelyjen </w:t>
      </w:r>
      <w:r w:rsidRPr="000831A0">
        <w:rPr>
          <w:szCs w:val="20"/>
        </w:rPr>
        <w:t xml:space="preserve">(Lääkemääräyksen CDA R2 </w:t>
      </w:r>
      <w:proofErr w:type="spellStart"/>
      <w:r w:rsidRPr="000831A0">
        <w:rPr>
          <w:szCs w:val="20"/>
        </w:rPr>
        <w:t>Header</w:t>
      </w:r>
      <w:proofErr w:type="spellEnd"/>
      <w:r w:rsidRPr="000831A0">
        <w:rPr>
          <w:szCs w:val="20"/>
        </w:rPr>
        <w:t xml:space="preserve"> v3.50</w:t>
      </w:r>
      <w:r>
        <w:rPr>
          <w:szCs w:val="20"/>
        </w:rPr>
        <w:t>,</w:t>
      </w:r>
      <w:r w:rsidRPr="000831A0">
        <w:rPr>
          <w:szCs w:val="20"/>
        </w:rPr>
        <w:t xml:space="preserve"> OID:</w:t>
      </w:r>
      <w:r>
        <w:rPr>
          <w:szCs w:val="20"/>
        </w:rPr>
        <w:t xml:space="preserve"> </w:t>
      </w:r>
      <w:r w:rsidRPr="000831A0">
        <w:rPr>
          <w:szCs w:val="20"/>
        </w:rPr>
        <w:t>1.2.246.777.11.2017.8</w:t>
      </w:r>
      <w:r w:rsidR="002E6A16">
        <w:rPr>
          <w:szCs w:val="20"/>
        </w:rPr>
        <w:t xml:space="preserve">; </w:t>
      </w:r>
      <w:r w:rsidRPr="000831A0">
        <w:rPr>
          <w:szCs w:val="20"/>
        </w:rPr>
        <w:t>Lääkemääräyksen sanomat CDA R2 -rakenteena v3.50</w:t>
      </w:r>
      <w:r>
        <w:rPr>
          <w:szCs w:val="20"/>
        </w:rPr>
        <w:t>,</w:t>
      </w:r>
      <w:r w:rsidRPr="000831A0">
        <w:rPr>
          <w:szCs w:val="20"/>
        </w:rPr>
        <w:t xml:space="preserve"> OID: 1.2.246.777.11.2017.9)</w:t>
      </w:r>
      <w:r>
        <w:rPr>
          <w:szCs w:val="20"/>
        </w:rPr>
        <w:t xml:space="preserve"> mukaisiin toimitusasiakirjoihin.</w:t>
      </w:r>
    </w:p>
    <w:p w14:paraId="04A70C36" w14:textId="6301743C" w:rsidR="00DE759B" w:rsidRDefault="00DE759B" w:rsidP="00DE759B">
      <w:pPr>
        <w:pStyle w:val="Otsikko2"/>
      </w:pPr>
      <w:bookmarkStart w:id="4" w:name="_Toc367795920"/>
      <w:bookmarkStart w:id="5" w:name="_Toc488070162"/>
      <w:bookmarkStart w:id="6" w:name="_Toc508269167"/>
      <w:r>
        <w:lastRenderedPageBreak/>
        <w:t>Sähköinen allekirjoitus</w:t>
      </w:r>
      <w:bookmarkEnd w:id="4"/>
      <w:bookmarkEnd w:id="5"/>
      <w:bookmarkEnd w:id="6"/>
    </w:p>
    <w:p w14:paraId="178C2CA4" w14:textId="77777777" w:rsidR="00DE759B" w:rsidRPr="003D7296" w:rsidRDefault="00DE759B" w:rsidP="003D7296">
      <w:pPr>
        <w:pStyle w:val="Leipteksti"/>
      </w:pPr>
      <w:r w:rsidRPr="003D7296">
        <w:t xml:space="preserve">Suomalaiset määrittelyt edellyttävät, että lääketoimitusasiakirja allekirjoitetaan lääketoimituksen tehneen henkilön kehittyneellä sähköisellä allekirjoituksella. </w:t>
      </w:r>
      <w:r w:rsidRPr="003D7296">
        <w:rPr>
          <w:b/>
        </w:rPr>
        <w:t>Ulkomailta saapuneissa lääketoimitusasiakirjoissa on henkilökohtaisen sähköisen allekirjoituksen sijasta kansallisen yhteyspisteen tekemä sähköinen allekirjoitus.</w:t>
      </w:r>
      <w:r w:rsidRPr="003D7296">
        <w:t xml:space="preserve"> Se on muodostettu samalla tavalla kuin muutkin Kanta-järjestelmäallekirjoitukset. Kuten yleensäkin, riittää, että tietojärjestelmä tarkistaa Reseptikeskuksesta haetun asiakirjan Kanta-allekirjoituksen.</w:t>
      </w:r>
    </w:p>
    <w:p w14:paraId="77994BD1" w14:textId="77777777" w:rsidR="00DE759B" w:rsidRPr="00DE759B" w:rsidRDefault="00DE759B" w:rsidP="00DE759B">
      <w:pPr>
        <w:pStyle w:val="Otsikko2"/>
      </w:pPr>
      <w:bookmarkStart w:id="7" w:name="_Toc367795921"/>
      <w:bookmarkStart w:id="8" w:name="_Toc488070163"/>
      <w:bookmarkStart w:id="9" w:name="_Toc508269168"/>
      <w:r w:rsidRPr="00DE759B">
        <w:t>Nimitiedot</w:t>
      </w:r>
      <w:bookmarkEnd w:id="7"/>
      <w:bookmarkEnd w:id="8"/>
      <w:bookmarkEnd w:id="9"/>
    </w:p>
    <w:p w14:paraId="4EFE92A0" w14:textId="5CDC4DAB" w:rsidR="00DE759B" w:rsidRDefault="00DE759B" w:rsidP="00DE759B">
      <w:pPr>
        <w:pStyle w:val="Leipteksti"/>
      </w:pPr>
      <w:r w:rsidRPr="00305700">
        <w:rPr>
          <w:b/>
        </w:rPr>
        <w:t>Ulkomailta saapuneissa lääketoimitustiedoissa ei välttämättä ole tietoa potilaan tai toimituksen tehneen henkilön kutsumanimestä.</w:t>
      </w:r>
      <w:r>
        <w:t xml:space="preserve"> Tieto potilaan kutsumanimestä välitetään ulkomaille, mutta ulkomainen apteekki voi poistaa </w:t>
      </w:r>
      <w:r w:rsidR="00895E87">
        <w:t>tämän tiedon</w:t>
      </w:r>
      <w:r>
        <w:t>, koska etunimen tyypin ilmaisemista ei vaadita kansainvälisissä määrittelyissä. Potilaan ja lääketoimituksen tekijän nimitiedot esitetään muutoin samalla tavalla kuin suomalaisessa lääketoimitusasiakirjassa.</w:t>
      </w:r>
    </w:p>
    <w:p w14:paraId="174BEE27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spellStart"/>
      <w:proofErr w:type="gramStart"/>
      <w:r w:rsidRPr="00DC57B9">
        <w:rPr>
          <w:rFonts w:asciiTheme="minorHAnsi" w:hAnsiTheme="minorHAnsi"/>
          <w:highlight w:val="white"/>
          <w:lang w:eastAsia="fi-FI"/>
        </w:rPr>
        <w:t>recordTarget</w:t>
      </w:r>
      <w:proofErr w:type="spellEnd"/>
      <w:proofErr w:type="gramEnd"/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56FC0278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spellStart"/>
      <w:proofErr w:type="gramStart"/>
      <w:r w:rsidRPr="00DC57B9">
        <w:rPr>
          <w:rFonts w:asciiTheme="minorHAnsi" w:hAnsiTheme="minorHAnsi"/>
          <w:highlight w:val="white"/>
          <w:lang w:eastAsia="fi-FI"/>
        </w:rPr>
        <w:t>patientRole</w:t>
      </w:r>
      <w:proofErr w:type="spellEnd"/>
      <w:proofErr w:type="gramEnd"/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1CF78731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r w:rsidRPr="00DC57B9">
        <w:rPr>
          <w:rFonts w:asciiTheme="minorHAnsi" w:hAnsiTheme="minorHAnsi"/>
          <w:highlight w:val="white"/>
          <w:lang w:eastAsia="fi-FI"/>
        </w:rPr>
        <w:t>id</w:t>
      </w:r>
      <w:r w:rsidRPr="00DC57B9">
        <w:rPr>
          <w:rFonts w:asciiTheme="minorHAnsi" w:hAnsiTheme="minorHAnsi"/>
          <w:color w:val="FF0000"/>
          <w:highlight w:val="white"/>
          <w:lang w:eastAsia="fi-FI"/>
        </w:rPr>
        <w:t xml:space="preserve"> extension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>150816A901A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"</w:t>
      </w:r>
      <w:r w:rsidRPr="00DC57B9">
        <w:rPr>
          <w:rFonts w:asciiTheme="minorHAnsi" w:hAnsiTheme="minorHAnsi"/>
          <w:color w:val="FF0000"/>
          <w:highlight w:val="white"/>
          <w:lang w:eastAsia="fi-FI"/>
        </w:rPr>
        <w:t xml:space="preserve"> root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>1.2.246.21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"/&gt;</w:t>
      </w:r>
    </w:p>
    <w:p w14:paraId="5F0A3538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gramStart"/>
      <w:r w:rsidRPr="00DC57B9">
        <w:rPr>
          <w:rFonts w:asciiTheme="minorHAnsi" w:hAnsiTheme="minorHAnsi"/>
          <w:highlight w:val="white"/>
          <w:lang w:eastAsia="fi-FI"/>
        </w:rPr>
        <w:t>patient</w:t>
      </w:r>
      <w:proofErr w:type="gramEnd"/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25A89E0E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gramStart"/>
      <w:r w:rsidRPr="00DC57B9">
        <w:rPr>
          <w:rFonts w:asciiTheme="minorHAnsi" w:hAnsiTheme="minorHAnsi"/>
          <w:highlight w:val="white"/>
          <w:lang w:eastAsia="fi-FI"/>
        </w:rPr>
        <w:t>name</w:t>
      </w:r>
      <w:proofErr w:type="gramEnd"/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50C44A77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r w:rsidRPr="00DC57B9">
        <w:rPr>
          <w:rFonts w:asciiTheme="minorHAnsi" w:hAnsiTheme="minorHAnsi"/>
          <w:highlight w:val="white"/>
          <w:lang w:eastAsia="fi-FI"/>
        </w:rPr>
        <w:t>given</w:t>
      </w:r>
      <w:r w:rsidRPr="00DC57B9">
        <w:rPr>
          <w:rFonts w:asciiTheme="minorHAnsi" w:hAnsiTheme="minorHAnsi"/>
          <w:color w:val="FF0000"/>
          <w:highlight w:val="white"/>
          <w:lang w:eastAsia="fi-FI"/>
        </w:rPr>
        <w:t xml:space="preserve"> qualifier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>CL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"&gt;</w:t>
      </w:r>
      <w:proofErr w:type="spellStart"/>
      <w:r w:rsidRPr="00DC57B9">
        <w:rPr>
          <w:rFonts w:asciiTheme="minorHAnsi" w:hAnsiTheme="minorHAnsi"/>
          <w:color w:val="000000"/>
          <w:highlight w:val="white"/>
          <w:lang w:eastAsia="fi-FI"/>
        </w:rPr>
        <w:t>Eeli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r w:rsidRPr="00DC57B9">
        <w:rPr>
          <w:rFonts w:asciiTheme="minorHAnsi" w:hAnsiTheme="minorHAnsi"/>
          <w:highlight w:val="white"/>
          <w:lang w:eastAsia="fi-FI"/>
        </w:rPr>
        <w:t>given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156986BB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gramStart"/>
      <w:r w:rsidRPr="00DC57B9">
        <w:rPr>
          <w:rFonts w:asciiTheme="minorHAnsi" w:hAnsiTheme="minorHAnsi"/>
          <w:highlight w:val="white"/>
          <w:lang w:eastAsia="fi-FI"/>
        </w:rPr>
        <w:t>given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  <w:proofErr w:type="spellStart"/>
      <w:proofErr w:type="gramEnd"/>
      <w:r w:rsidRPr="00DC57B9">
        <w:rPr>
          <w:rFonts w:asciiTheme="minorHAnsi" w:hAnsiTheme="minorHAnsi"/>
          <w:color w:val="000000"/>
          <w:highlight w:val="white"/>
          <w:lang w:eastAsia="fi-FI"/>
        </w:rPr>
        <w:t>Eeli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r w:rsidRPr="00DC57B9">
        <w:rPr>
          <w:rFonts w:asciiTheme="minorHAnsi" w:hAnsiTheme="minorHAnsi"/>
          <w:highlight w:val="white"/>
          <w:lang w:eastAsia="fi-FI"/>
        </w:rPr>
        <w:t>given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0C628310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gramStart"/>
      <w:r w:rsidRPr="00DC57B9">
        <w:rPr>
          <w:rFonts w:asciiTheme="minorHAnsi" w:hAnsiTheme="minorHAnsi"/>
          <w:highlight w:val="white"/>
          <w:lang w:eastAsia="fi-FI"/>
        </w:rPr>
        <w:t>given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  <w:proofErr w:type="spellStart"/>
      <w:proofErr w:type="gramEnd"/>
      <w:r w:rsidRPr="00DC57B9">
        <w:rPr>
          <w:rFonts w:asciiTheme="minorHAnsi" w:hAnsiTheme="minorHAnsi"/>
          <w:color w:val="000000"/>
          <w:highlight w:val="white"/>
          <w:lang w:eastAsia="fi-FI"/>
        </w:rPr>
        <w:t>Juhani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r w:rsidRPr="00DC57B9">
        <w:rPr>
          <w:rFonts w:asciiTheme="minorHAnsi" w:hAnsiTheme="minorHAnsi"/>
          <w:highlight w:val="white"/>
          <w:lang w:eastAsia="fi-FI"/>
        </w:rPr>
        <w:t>given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3A4AA919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gramStart"/>
      <w:r w:rsidRPr="00DC57B9">
        <w:rPr>
          <w:rFonts w:asciiTheme="minorHAnsi" w:hAnsiTheme="minorHAnsi"/>
          <w:highlight w:val="white"/>
          <w:lang w:eastAsia="fi-FI"/>
        </w:rPr>
        <w:t>family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  <w:proofErr w:type="spellStart"/>
      <w:proofErr w:type="gramEnd"/>
      <w:r w:rsidRPr="00DC57B9">
        <w:rPr>
          <w:rFonts w:asciiTheme="minorHAnsi" w:hAnsiTheme="minorHAnsi"/>
          <w:color w:val="000000"/>
          <w:highlight w:val="white"/>
          <w:lang w:eastAsia="fi-FI"/>
        </w:rPr>
        <w:t>Miettinen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r w:rsidRPr="00DC57B9">
        <w:rPr>
          <w:rFonts w:asciiTheme="minorHAnsi" w:hAnsiTheme="minorHAnsi"/>
          <w:highlight w:val="white"/>
          <w:lang w:eastAsia="fi-FI"/>
        </w:rPr>
        <w:t>family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5D45E4F8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r w:rsidRPr="00DC57B9">
        <w:rPr>
          <w:rFonts w:asciiTheme="minorHAnsi" w:hAnsiTheme="minorHAnsi"/>
          <w:highlight w:val="white"/>
          <w:lang w:eastAsia="fi-FI"/>
        </w:rPr>
        <w:t>name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5D6DE378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spellStart"/>
      <w:r w:rsidRPr="00DC57B9">
        <w:rPr>
          <w:rFonts w:asciiTheme="minorHAnsi" w:hAnsiTheme="minorHAnsi"/>
          <w:highlight w:val="white"/>
          <w:lang w:eastAsia="fi-FI"/>
        </w:rPr>
        <w:t>administrativeGenderCode</w:t>
      </w:r>
      <w:proofErr w:type="spellEnd"/>
      <w:r w:rsidRPr="00DC57B9">
        <w:rPr>
          <w:rFonts w:asciiTheme="minorHAnsi" w:hAnsiTheme="minorHAnsi"/>
          <w:color w:val="FF0000"/>
          <w:highlight w:val="white"/>
          <w:lang w:eastAsia="fi-FI"/>
        </w:rPr>
        <w:t xml:space="preserve"> code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>1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"</w:t>
      </w:r>
      <w:r w:rsidRPr="00DC57B9">
        <w:rPr>
          <w:rFonts w:asciiTheme="minorHAnsi" w:hAnsiTheme="minorHAnsi"/>
          <w:color w:val="FF0000"/>
          <w:highlight w:val="white"/>
          <w:lang w:eastAsia="fi-FI"/>
        </w:rPr>
        <w:t xml:space="preserve"> </w:t>
      </w:r>
      <w:proofErr w:type="spellStart"/>
      <w:r w:rsidRPr="00DC57B9">
        <w:rPr>
          <w:rFonts w:asciiTheme="minorHAnsi" w:hAnsiTheme="minorHAnsi"/>
          <w:color w:val="FF0000"/>
          <w:highlight w:val="white"/>
          <w:lang w:eastAsia="fi-FI"/>
        </w:rPr>
        <w:t>codeSystem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>1.2.246.537.5.1.1997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"</w:t>
      </w:r>
      <w:r w:rsidRPr="00DC57B9">
        <w:rPr>
          <w:rFonts w:asciiTheme="minorHAnsi" w:hAnsiTheme="minorHAnsi"/>
          <w:color w:val="FF0000"/>
          <w:highlight w:val="white"/>
          <w:lang w:eastAsia="fi-FI"/>
        </w:rPr>
        <w:t xml:space="preserve"> </w:t>
      </w:r>
      <w:proofErr w:type="spellStart"/>
      <w:r w:rsidRPr="00DC57B9">
        <w:rPr>
          <w:rFonts w:asciiTheme="minorHAnsi" w:hAnsiTheme="minorHAnsi"/>
          <w:color w:val="FF0000"/>
          <w:highlight w:val="white"/>
          <w:lang w:eastAsia="fi-FI"/>
        </w:rPr>
        <w:t>codeSystemName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 xml:space="preserve">AR/YDIN - </w:t>
      </w:r>
      <w:proofErr w:type="spellStart"/>
      <w:r w:rsidRPr="00DC57B9">
        <w:rPr>
          <w:rFonts w:asciiTheme="minorHAnsi" w:hAnsiTheme="minorHAnsi"/>
          <w:color w:val="000000"/>
          <w:highlight w:val="white"/>
          <w:lang w:eastAsia="fi-FI"/>
        </w:rPr>
        <w:t>Sukupuoli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"</w:t>
      </w:r>
      <w:r w:rsidRPr="00DC57B9">
        <w:rPr>
          <w:rFonts w:asciiTheme="minorHAnsi" w:hAnsiTheme="minorHAnsi"/>
          <w:color w:val="FF0000"/>
          <w:highlight w:val="white"/>
          <w:lang w:eastAsia="fi-FI"/>
        </w:rPr>
        <w:t xml:space="preserve"> </w:t>
      </w:r>
      <w:proofErr w:type="spellStart"/>
      <w:r w:rsidRPr="00DC57B9">
        <w:rPr>
          <w:rFonts w:asciiTheme="minorHAnsi" w:hAnsiTheme="minorHAnsi"/>
          <w:color w:val="FF0000"/>
          <w:highlight w:val="white"/>
          <w:lang w:eastAsia="fi-FI"/>
        </w:rPr>
        <w:t>displayName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="</w:t>
      </w:r>
      <w:proofErr w:type="spellStart"/>
      <w:r w:rsidRPr="00DC57B9">
        <w:rPr>
          <w:rFonts w:asciiTheme="minorHAnsi" w:hAnsiTheme="minorHAnsi"/>
          <w:color w:val="000000"/>
          <w:highlight w:val="white"/>
          <w:lang w:eastAsia="fi-FI"/>
        </w:rPr>
        <w:t>Mies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"/&gt;</w:t>
      </w:r>
    </w:p>
    <w:p w14:paraId="5BBC6994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spellStart"/>
      <w:r w:rsidRPr="00DC57B9">
        <w:rPr>
          <w:rFonts w:asciiTheme="minorHAnsi" w:hAnsiTheme="minorHAnsi"/>
          <w:highlight w:val="white"/>
          <w:lang w:eastAsia="fi-FI"/>
        </w:rPr>
        <w:t>birthTime</w:t>
      </w:r>
      <w:proofErr w:type="spellEnd"/>
      <w:r w:rsidRPr="00DC57B9">
        <w:rPr>
          <w:rFonts w:asciiTheme="minorHAnsi" w:hAnsiTheme="minorHAnsi"/>
          <w:color w:val="FF0000"/>
          <w:highlight w:val="white"/>
          <w:lang w:eastAsia="fi-FI"/>
        </w:rPr>
        <w:t xml:space="preserve"> value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>20160815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"/&gt;</w:t>
      </w:r>
    </w:p>
    <w:p w14:paraId="662B3DB0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r w:rsidRPr="00DC57B9">
        <w:rPr>
          <w:rFonts w:asciiTheme="minorHAnsi" w:hAnsiTheme="minorHAnsi"/>
          <w:highlight w:val="white"/>
          <w:lang w:eastAsia="fi-FI"/>
        </w:rPr>
        <w:t>patient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23EA6A7F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proofErr w:type="spellStart"/>
      <w:r w:rsidRPr="00DC57B9">
        <w:rPr>
          <w:rFonts w:asciiTheme="minorHAnsi" w:hAnsiTheme="minorHAnsi"/>
          <w:highlight w:val="white"/>
          <w:lang w:eastAsia="fi-FI"/>
        </w:rPr>
        <w:t>patientRole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0796A0DD" w14:textId="2392FD7C" w:rsidR="00DE759B" w:rsidRPr="00D72D16" w:rsidRDefault="00DE759B" w:rsidP="00D72D16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proofErr w:type="spellStart"/>
      <w:r w:rsidRPr="00DC57B9">
        <w:rPr>
          <w:rFonts w:asciiTheme="minorHAnsi" w:hAnsiTheme="minorHAnsi"/>
          <w:highlight w:val="white"/>
          <w:lang w:eastAsia="fi-FI"/>
        </w:rPr>
        <w:t>recordTarget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38A5E65F" w14:textId="77777777" w:rsidR="00DE759B" w:rsidRPr="00DE759B" w:rsidRDefault="00DE759B" w:rsidP="00DE759B">
      <w:pPr>
        <w:pStyle w:val="Otsikko2"/>
      </w:pPr>
      <w:bookmarkStart w:id="10" w:name="_Toc367795922"/>
      <w:bookmarkStart w:id="11" w:name="_Toc488070164"/>
      <w:bookmarkStart w:id="12" w:name="_Toc508269169"/>
      <w:r w:rsidRPr="00DE759B">
        <w:t>Lääketoimituksen tekijän yksilöintitunnus</w:t>
      </w:r>
      <w:bookmarkEnd w:id="10"/>
      <w:bookmarkEnd w:id="11"/>
      <w:bookmarkEnd w:id="12"/>
    </w:p>
    <w:p w14:paraId="094A769A" w14:textId="07D319F9" w:rsidR="00DE759B" w:rsidRDefault="00DE759B" w:rsidP="00DE759B">
      <w:pPr>
        <w:pStyle w:val="Leipteksti"/>
      </w:pPr>
      <w:r>
        <w:t xml:space="preserve">Suomalaisissa lääketoimitusasiakirjoissa lääketoimituksen tekijä on yksilöitävä rekisteröintinumerolla eli ns. </w:t>
      </w:r>
      <w:proofErr w:type="spellStart"/>
      <w:r>
        <w:t>terhikkitunnuksella</w:t>
      </w:r>
      <w:proofErr w:type="spellEnd"/>
      <w:r>
        <w:t xml:space="preserve">. </w:t>
      </w:r>
      <w:r w:rsidRPr="00305700">
        <w:rPr>
          <w:b/>
        </w:rPr>
        <w:t>Ulkomailta tulevissa asiakirjoissa lääketoimituksen tekijät yksilöidään maakohtaisilla yksilöintitunnuksilla.</w:t>
      </w:r>
      <w:r>
        <w:t xml:space="preserve"> Yksilöintitunn</w:t>
      </w:r>
      <w:r w:rsidR="00D57570">
        <w:t>usten</w:t>
      </w:r>
      <w:r>
        <w:t xml:space="preserve"> pituudet vaihtelevat maittain.</w:t>
      </w:r>
      <w:r w:rsidR="008E2BA6">
        <w:t xml:space="preserve"> </w:t>
      </w:r>
      <w:r>
        <w:t xml:space="preserve">Tunnus noudattaa CDA </w:t>
      </w:r>
      <w:proofErr w:type="spellStart"/>
      <w:r>
        <w:t>Instance</w:t>
      </w:r>
      <w:proofErr w:type="spellEnd"/>
      <w:r>
        <w:t xml:space="preserve"> </w:t>
      </w:r>
      <w:proofErr w:type="spellStart"/>
      <w:r>
        <w:t>Identifier</w:t>
      </w:r>
      <w:proofErr w:type="spellEnd"/>
      <w:r>
        <w:t xml:space="preserve"> -tietotyyppiä eli muodostuu attribuuteista </w:t>
      </w:r>
      <w:proofErr w:type="spellStart"/>
      <w:r w:rsidRPr="00E727E2">
        <w:rPr>
          <w:rStyle w:val="LhdekoodiChar"/>
          <w:rFonts w:eastAsiaTheme="minorHAnsi"/>
        </w:rPr>
        <w:t>root</w:t>
      </w:r>
      <w:proofErr w:type="spellEnd"/>
      <w:r>
        <w:t xml:space="preserve"> ja </w:t>
      </w:r>
      <w:proofErr w:type="spellStart"/>
      <w:r w:rsidRPr="00E727E2">
        <w:rPr>
          <w:rStyle w:val="LhdekoodiChar"/>
          <w:rFonts w:eastAsiaTheme="minorHAnsi"/>
        </w:rPr>
        <w:t>extension</w:t>
      </w:r>
      <w:proofErr w:type="spellEnd"/>
      <w:r>
        <w:t xml:space="preserve"> samalla tavalla kuin suomalaisetkin yksilöintitunnukset.</w:t>
      </w:r>
    </w:p>
    <w:p w14:paraId="08B4AD98" w14:textId="77777777" w:rsidR="00DE759B" w:rsidRPr="00DE759B" w:rsidRDefault="00DE759B" w:rsidP="00DE759B">
      <w:pPr>
        <w:pStyle w:val="Otsikko2"/>
      </w:pPr>
      <w:bookmarkStart w:id="13" w:name="_Toc367795923"/>
      <w:bookmarkStart w:id="14" w:name="_Toc488070165"/>
      <w:bookmarkStart w:id="15" w:name="_Toc508269170"/>
      <w:r w:rsidRPr="00DE759B">
        <w:t>Lääketoimituksen tekijän ammattioikeus</w:t>
      </w:r>
      <w:bookmarkEnd w:id="13"/>
      <w:bookmarkEnd w:id="14"/>
      <w:bookmarkEnd w:id="15"/>
    </w:p>
    <w:p w14:paraId="167443D0" w14:textId="365FB7E0" w:rsidR="00DE759B" w:rsidRDefault="00DE759B" w:rsidP="00DE759B">
      <w:pPr>
        <w:pStyle w:val="Leipteksti"/>
        <w:rPr>
          <w:b/>
        </w:rPr>
      </w:pPr>
      <w:r>
        <w:t>Sähköisen lääkemääräyksen määrittelyjen mukaan lääketoimitusasiakirjaan on tallennettava toimituksen tehneen henkilön ammattioikeus. Ammattioikeustieto perustuu kansallisessa koo</w:t>
      </w:r>
      <w:r>
        <w:lastRenderedPageBreak/>
        <w:t xml:space="preserve">distopalvelussa olevaan Valviran ammattioikeuskoodistoon. </w:t>
      </w:r>
      <w:r w:rsidRPr="008447B4">
        <w:rPr>
          <w:b/>
        </w:rPr>
        <w:t>Ulkomaisilla lääkkeiden toimittamiseen oikeutetuilla henkilöillä ei ole Valviran myöntämää ammattioikeutta, joten Valviran koodistoa ei voida käyttää tiedon esittämiseen.</w:t>
      </w:r>
    </w:p>
    <w:p w14:paraId="111DCFAA" w14:textId="77777777" w:rsidR="008447B4" w:rsidRPr="008447B4" w:rsidRDefault="008447B4" w:rsidP="00DE759B">
      <w:pPr>
        <w:pStyle w:val="Leipteksti"/>
        <w:rPr>
          <w:b/>
        </w:rPr>
      </w:pPr>
    </w:p>
    <w:p w14:paraId="055A40C2" w14:textId="77777777" w:rsidR="00DE759B" w:rsidRDefault="00DE759B" w:rsidP="00DE759B">
      <w:pPr>
        <w:pStyle w:val="Leipteksti"/>
      </w:pPr>
      <w:r>
        <w:t xml:space="preserve">Ulkomailta saapuneissa lääketoimitustiedoissa lääketoimituksen tekijän ammattioikeus tallennetaan elementtiin </w:t>
      </w:r>
      <w:proofErr w:type="spellStart"/>
      <w:r>
        <w:t>suffix</w:t>
      </w:r>
      <w:proofErr w:type="spellEnd"/>
      <w:r>
        <w:t xml:space="preserve"> henkilön nimen yhteydessä. </w:t>
      </w:r>
    </w:p>
    <w:p w14:paraId="7272FCCF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r w:rsidRPr="00DC57B9">
        <w:rPr>
          <w:rFonts w:asciiTheme="minorHAnsi" w:hAnsiTheme="minorHAnsi"/>
          <w:color w:val="800000"/>
          <w:highlight w:val="white"/>
          <w:lang w:eastAsia="fi-FI"/>
        </w:rPr>
        <w:t>author</w:t>
      </w:r>
      <w:r w:rsidRPr="00DC57B9">
        <w:rPr>
          <w:rFonts w:asciiTheme="minorHAnsi" w:hAnsiTheme="minorHAnsi"/>
          <w:highlight w:val="white"/>
          <w:lang w:eastAsia="fi-FI"/>
        </w:rPr>
        <w:t xml:space="preserve"> </w:t>
      </w:r>
      <w:proofErr w:type="spellStart"/>
      <w:r w:rsidRPr="00DC57B9">
        <w:rPr>
          <w:rFonts w:asciiTheme="minorHAnsi" w:hAnsiTheme="minorHAnsi"/>
          <w:highlight w:val="white"/>
          <w:lang w:eastAsia="fi-FI"/>
        </w:rPr>
        <w:t>typeCode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>AUT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"</w:t>
      </w:r>
      <w:r w:rsidRPr="00DC57B9">
        <w:rPr>
          <w:rFonts w:asciiTheme="minorHAnsi" w:hAnsiTheme="minorHAnsi"/>
          <w:highlight w:val="white"/>
          <w:lang w:eastAsia="fi-FI"/>
        </w:rPr>
        <w:t xml:space="preserve"> </w:t>
      </w:r>
      <w:proofErr w:type="spellStart"/>
      <w:r w:rsidRPr="00DC57B9">
        <w:rPr>
          <w:rFonts w:asciiTheme="minorHAnsi" w:hAnsiTheme="minorHAnsi"/>
          <w:highlight w:val="white"/>
          <w:lang w:eastAsia="fi-FI"/>
        </w:rPr>
        <w:t>contextControlCode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>OP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"&gt;</w:t>
      </w:r>
    </w:p>
    <w:p w14:paraId="40598317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spellStart"/>
      <w:r w:rsidRPr="00DC57B9">
        <w:rPr>
          <w:rFonts w:asciiTheme="minorHAnsi" w:hAnsiTheme="minorHAnsi"/>
          <w:color w:val="800000"/>
          <w:highlight w:val="white"/>
          <w:lang w:eastAsia="fi-FI"/>
        </w:rPr>
        <w:t>functionCode</w:t>
      </w:r>
      <w:proofErr w:type="spellEnd"/>
      <w:r w:rsidRPr="00DC57B9">
        <w:rPr>
          <w:rFonts w:asciiTheme="minorHAnsi" w:hAnsiTheme="minorHAnsi"/>
          <w:highlight w:val="white"/>
          <w:lang w:eastAsia="fi-FI"/>
        </w:rPr>
        <w:t xml:space="preserve"> code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>LTE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"</w:t>
      </w:r>
      <w:r w:rsidRPr="00DC57B9">
        <w:rPr>
          <w:rFonts w:asciiTheme="minorHAnsi" w:hAnsiTheme="minorHAnsi"/>
          <w:highlight w:val="white"/>
          <w:lang w:eastAsia="fi-FI"/>
        </w:rPr>
        <w:t xml:space="preserve"> </w:t>
      </w:r>
      <w:proofErr w:type="spellStart"/>
      <w:r w:rsidRPr="00DC57B9">
        <w:rPr>
          <w:rFonts w:asciiTheme="minorHAnsi" w:hAnsiTheme="minorHAnsi"/>
          <w:highlight w:val="white"/>
          <w:lang w:eastAsia="fi-FI"/>
        </w:rPr>
        <w:t>codeSystem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>1.2.246.537.5.40006.2003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"</w:t>
      </w:r>
      <w:r w:rsidRPr="00DC57B9">
        <w:rPr>
          <w:rFonts w:asciiTheme="minorHAnsi" w:hAnsiTheme="minorHAnsi"/>
          <w:highlight w:val="white"/>
          <w:lang w:eastAsia="fi-FI"/>
        </w:rPr>
        <w:t xml:space="preserve"> </w:t>
      </w:r>
      <w:proofErr w:type="spellStart"/>
      <w:r w:rsidRPr="00DC57B9">
        <w:rPr>
          <w:rFonts w:asciiTheme="minorHAnsi" w:hAnsiTheme="minorHAnsi"/>
          <w:highlight w:val="white"/>
          <w:lang w:eastAsia="fi-FI"/>
        </w:rPr>
        <w:t>codeSystemName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="</w:t>
      </w:r>
      <w:proofErr w:type="spellStart"/>
      <w:r w:rsidRPr="00DC57B9">
        <w:rPr>
          <w:rFonts w:asciiTheme="minorHAnsi" w:hAnsiTheme="minorHAnsi"/>
          <w:color w:val="000000"/>
          <w:highlight w:val="white"/>
          <w:lang w:eastAsia="fi-FI"/>
        </w:rPr>
        <w:t>eArkisto</w:t>
      </w:r>
      <w:proofErr w:type="spellEnd"/>
      <w:r w:rsidRPr="00DC57B9">
        <w:rPr>
          <w:rFonts w:asciiTheme="minorHAnsi" w:hAnsiTheme="minorHAnsi"/>
          <w:color w:val="000000"/>
          <w:highlight w:val="white"/>
          <w:lang w:eastAsia="fi-FI"/>
        </w:rPr>
        <w:t xml:space="preserve"> - </w:t>
      </w:r>
      <w:proofErr w:type="spellStart"/>
      <w:r w:rsidRPr="00DC57B9">
        <w:rPr>
          <w:rFonts w:asciiTheme="minorHAnsi" w:hAnsiTheme="minorHAnsi"/>
          <w:color w:val="000000"/>
          <w:highlight w:val="white"/>
          <w:lang w:eastAsia="fi-FI"/>
        </w:rPr>
        <w:t>tekninen</w:t>
      </w:r>
      <w:proofErr w:type="spellEnd"/>
      <w:r w:rsidRPr="00DC57B9">
        <w:rPr>
          <w:rFonts w:asciiTheme="minorHAnsi" w:hAnsiTheme="minorHAnsi"/>
          <w:color w:val="000000"/>
          <w:highlight w:val="white"/>
          <w:lang w:eastAsia="fi-FI"/>
        </w:rPr>
        <w:t xml:space="preserve"> CDA R2 </w:t>
      </w:r>
      <w:proofErr w:type="spellStart"/>
      <w:r w:rsidRPr="00DC57B9">
        <w:rPr>
          <w:rFonts w:asciiTheme="minorHAnsi" w:hAnsiTheme="minorHAnsi"/>
          <w:color w:val="000000"/>
          <w:highlight w:val="white"/>
          <w:lang w:eastAsia="fi-FI"/>
        </w:rPr>
        <w:t>henkilötarkennin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"</w:t>
      </w:r>
      <w:r w:rsidRPr="00DC57B9">
        <w:rPr>
          <w:rFonts w:asciiTheme="minorHAnsi" w:hAnsiTheme="minorHAnsi"/>
          <w:highlight w:val="white"/>
          <w:lang w:eastAsia="fi-FI"/>
        </w:rPr>
        <w:t xml:space="preserve"> </w:t>
      </w:r>
      <w:proofErr w:type="spellStart"/>
      <w:r w:rsidRPr="00DC57B9">
        <w:rPr>
          <w:rFonts w:asciiTheme="minorHAnsi" w:hAnsiTheme="minorHAnsi"/>
          <w:highlight w:val="white"/>
          <w:lang w:eastAsia="fi-FI"/>
        </w:rPr>
        <w:t>displayName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="</w:t>
      </w:r>
      <w:proofErr w:type="spellStart"/>
      <w:r w:rsidRPr="00DC57B9">
        <w:rPr>
          <w:rFonts w:asciiTheme="minorHAnsi" w:hAnsiTheme="minorHAnsi"/>
          <w:color w:val="000000"/>
          <w:highlight w:val="white"/>
          <w:lang w:eastAsia="fi-FI"/>
        </w:rPr>
        <w:t>Lääketoimituksen</w:t>
      </w:r>
      <w:proofErr w:type="spellEnd"/>
      <w:r w:rsidRPr="00DC57B9">
        <w:rPr>
          <w:rFonts w:asciiTheme="minorHAnsi" w:hAnsiTheme="minorHAnsi"/>
          <w:color w:val="000000"/>
          <w:highlight w:val="white"/>
          <w:lang w:eastAsia="fi-FI"/>
        </w:rPr>
        <w:t xml:space="preserve"> </w:t>
      </w:r>
      <w:proofErr w:type="spellStart"/>
      <w:r w:rsidRPr="00DC57B9">
        <w:rPr>
          <w:rFonts w:asciiTheme="minorHAnsi" w:hAnsiTheme="minorHAnsi"/>
          <w:color w:val="000000"/>
          <w:highlight w:val="white"/>
          <w:lang w:eastAsia="fi-FI"/>
        </w:rPr>
        <w:t>tehnyt</w:t>
      </w:r>
      <w:proofErr w:type="spellEnd"/>
      <w:r w:rsidRPr="00DC57B9">
        <w:rPr>
          <w:rFonts w:asciiTheme="minorHAnsi" w:hAnsiTheme="minorHAnsi"/>
          <w:color w:val="000000"/>
          <w:highlight w:val="white"/>
          <w:lang w:eastAsia="fi-FI"/>
        </w:rPr>
        <w:t xml:space="preserve"> </w:t>
      </w:r>
      <w:proofErr w:type="spellStart"/>
      <w:r w:rsidRPr="00DC57B9">
        <w:rPr>
          <w:rFonts w:asciiTheme="minorHAnsi" w:hAnsiTheme="minorHAnsi"/>
          <w:color w:val="000000"/>
          <w:highlight w:val="white"/>
          <w:lang w:eastAsia="fi-FI"/>
        </w:rPr>
        <w:t>henkilö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"/&gt;</w:t>
      </w:r>
    </w:p>
    <w:p w14:paraId="4506E6CB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r w:rsidRPr="00DC57B9">
        <w:rPr>
          <w:rFonts w:asciiTheme="minorHAnsi" w:hAnsiTheme="minorHAnsi"/>
          <w:color w:val="800000"/>
          <w:highlight w:val="white"/>
          <w:lang w:eastAsia="fi-FI"/>
        </w:rPr>
        <w:t>time</w:t>
      </w:r>
      <w:r w:rsidRPr="00DC57B9">
        <w:rPr>
          <w:rFonts w:asciiTheme="minorHAnsi" w:hAnsiTheme="minorHAnsi"/>
          <w:highlight w:val="white"/>
          <w:lang w:eastAsia="fi-FI"/>
        </w:rPr>
        <w:t xml:space="preserve"> </w:t>
      </w:r>
      <w:proofErr w:type="spellStart"/>
      <w:r w:rsidRPr="00DC57B9">
        <w:rPr>
          <w:rFonts w:asciiTheme="minorHAnsi" w:hAnsiTheme="minorHAnsi"/>
          <w:highlight w:val="white"/>
          <w:lang w:eastAsia="fi-FI"/>
        </w:rPr>
        <w:t>nullFlavor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>NI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"/&gt;</w:t>
      </w:r>
    </w:p>
    <w:p w14:paraId="34D0C0A1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spellStart"/>
      <w:proofErr w:type="gramStart"/>
      <w:r w:rsidRPr="00DC57B9">
        <w:rPr>
          <w:rFonts w:asciiTheme="minorHAnsi" w:hAnsiTheme="minorHAnsi"/>
          <w:color w:val="800000"/>
          <w:highlight w:val="white"/>
          <w:lang w:eastAsia="fi-FI"/>
        </w:rPr>
        <w:t>assignedAuthor</w:t>
      </w:r>
      <w:proofErr w:type="spellEnd"/>
      <w:proofErr w:type="gramEnd"/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477AB3E2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r w:rsidRPr="00DC57B9">
        <w:rPr>
          <w:rFonts w:asciiTheme="minorHAnsi" w:hAnsiTheme="minorHAnsi"/>
          <w:color w:val="800000"/>
          <w:highlight w:val="white"/>
          <w:lang w:eastAsia="fi-FI"/>
        </w:rPr>
        <w:t>id</w:t>
      </w:r>
      <w:r w:rsidRPr="00DC57B9">
        <w:rPr>
          <w:rFonts w:asciiTheme="minorHAnsi" w:hAnsiTheme="minorHAnsi"/>
          <w:highlight w:val="white"/>
          <w:lang w:eastAsia="fi-FI"/>
        </w:rPr>
        <w:t xml:space="preserve"> extension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>20602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"</w:t>
      </w:r>
      <w:r w:rsidRPr="00DC57B9">
        <w:rPr>
          <w:rFonts w:asciiTheme="minorHAnsi" w:hAnsiTheme="minorHAnsi"/>
          <w:highlight w:val="white"/>
          <w:lang w:eastAsia="fi-FI"/>
        </w:rPr>
        <w:t xml:space="preserve"> root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>2.16.470.1.100.1.1.1000.990.1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"/&gt;</w:t>
      </w:r>
    </w:p>
    <w:p w14:paraId="4953C54F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spellStart"/>
      <w:proofErr w:type="gramStart"/>
      <w:r w:rsidRPr="00DC57B9">
        <w:rPr>
          <w:rFonts w:asciiTheme="minorHAnsi" w:hAnsiTheme="minorHAnsi"/>
          <w:color w:val="800000"/>
          <w:highlight w:val="white"/>
          <w:lang w:eastAsia="fi-FI"/>
        </w:rPr>
        <w:t>assignedPerson</w:t>
      </w:r>
      <w:proofErr w:type="spellEnd"/>
      <w:proofErr w:type="gramEnd"/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2DC54A3B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gramStart"/>
      <w:r w:rsidRPr="00DC57B9">
        <w:rPr>
          <w:rFonts w:asciiTheme="minorHAnsi" w:hAnsiTheme="minorHAnsi"/>
          <w:color w:val="800000"/>
          <w:highlight w:val="white"/>
          <w:lang w:eastAsia="fi-FI"/>
        </w:rPr>
        <w:t>name</w:t>
      </w:r>
      <w:proofErr w:type="gramEnd"/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04BD8DCF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gramStart"/>
      <w:r w:rsidRPr="00DC57B9">
        <w:rPr>
          <w:rFonts w:asciiTheme="minorHAnsi" w:hAnsiTheme="minorHAnsi"/>
          <w:color w:val="800000"/>
          <w:highlight w:val="white"/>
          <w:lang w:eastAsia="fi-FI"/>
        </w:rPr>
        <w:t>given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  <w:proofErr w:type="spellStart"/>
      <w:proofErr w:type="gramEnd"/>
      <w:r w:rsidRPr="00DC57B9">
        <w:rPr>
          <w:rFonts w:asciiTheme="minorHAnsi" w:hAnsiTheme="minorHAnsi"/>
          <w:color w:val="000000"/>
          <w:highlight w:val="white"/>
          <w:lang w:eastAsia="fi-FI"/>
        </w:rPr>
        <w:t>Ime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r w:rsidRPr="00DC57B9">
        <w:rPr>
          <w:rFonts w:asciiTheme="minorHAnsi" w:hAnsiTheme="minorHAnsi"/>
          <w:color w:val="800000"/>
          <w:highlight w:val="white"/>
          <w:lang w:eastAsia="fi-FI"/>
        </w:rPr>
        <w:t>given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76F5DF8A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gramStart"/>
      <w:r w:rsidRPr="00DC57B9">
        <w:rPr>
          <w:rFonts w:asciiTheme="minorHAnsi" w:hAnsiTheme="minorHAnsi"/>
          <w:color w:val="800000"/>
          <w:highlight w:val="white"/>
          <w:lang w:eastAsia="fi-FI"/>
        </w:rPr>
        <w:t>family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  <w:proofErr w:type="spellStart"/>
      <w:proofErr w:type="gramEnd"/>
      <w:r w:rsidRPr="00DC57B9">
        <w:rPr>
          <w:rFonts w:asciiTheme="minorHAnsi" w:hAnsiTheme="minorHAnsi"/>
          <w:color w:val="000000"/>
          <w:highlight w:val="white"/>
          <w:lang w:eastAsia="fi-FI"/>
        </w:rPr>
        <w:t>Presime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r w:rsidRPr="00DC57B9">
        <w:rPr>
          <w:rFonts w:asciiTheme="minorHAnsi" w:hAnsiTheme="minorHAnsi"/>
          <w:color w:val="800000"/>
          <w:highlight w:val="white"/>
          <w:lang w:eastAsia="fi-FI"/>
        </w:rPr>
        <w:t>family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518DAAD1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r w:rsidRPr="00DC57B9">
        <w:rPr>
          <w:rFonts w:asciiTheme="minorHAnsi" w:hAnsiTheme="minorHAnsi"/>
          <w:color w:val="800000"/>
          <w:highlight w:val="white"/>
          <w:lang w:eastAsia="fi-FI"/>
        </w:rPr>
        <w:t>suffix</w:t>
      </w:r>
      <w:r w:rsidRPr="00DC57B9">
        <w:rPr>
          <w:rFonts w:asciiTheme="minorHAnsi" w:hAnsiTheme="minorHAnsi"/>
          <w:highlight w:val="white"/>
          <w:lang w:eastAsia="fi-FI"/>
        </w:rPr>
        <w:t xml:space="preserve"> qualifier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>AC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"&gt;</w:t>
      </w:r>
      <w:proofErr w:type="spellStart"/>
      <w:r w:rsidRPr="00DC57B9">
        <w:rPr>
          <w:rFonts w:asciiTheme="minorHAnsi" w:hAnsiTheme="minorHAnsi"/>
          <w:color w:val="000000"/>
          <w:highlight w:val="white"/>
          <w:lang w:eastAsia="fi-FI"/>
        </w:rPr>
        <w:t>Proviisorit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r w:rsidRPr="00DC57B9">
        <w:rPr>
          <w:rFonts w:asciiTheme="minorHAnsi" w:hAnsiTheme="minorHAnsi"/>
          <w:color w:val="800000"/>
          <w:highlight w:val="white"/>
          <w:lang w:eastAsia="fi-FI"/>
        </w:rPr>
        <w:t>suffix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42DEED2A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r w:rsidRPr="00DC57B9">
        <w:rPr>
          <w:rFonts w:asciiTheme="minorHAnsi" w:hAnsiTheme="minorHAnsi"/>
          <w:color w:val="800000"/>
          <w:highlight w:val="white"/>
          <w:lang w:eastAsia="fi-FI"/>
        </w:rPr>
        <w:t>name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7D3D4AE8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proofErr w:type="spellStart"/>
      <w:r w:rsidRPr="00DC57B9">
        <w:rPr>
          <w:rFonts w:asciiTheme="minorHAnsi" w:hAnsiTheme="minorHAnsi"/>
          <w:color w:val="800000"/>
          <w:highlight w:val="white"/>
          <w:lang w:eastAsia="fi-FI"/>
        </w:rPr>
        <w:t>assignedPerson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336FA0A4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spellStart"/>
      <w:r w:rsidRPr="00DC57B9">
        <w:rPr>
          <w:rFonts w:asciiTheme="minorHAnsi" w:hAnsiTheme="minorHAnsi"/>
          <w:color w:val="800000"/>
          <w:highlight w:val="white"/>
          <w:lang w:eastAsia="fi-FI"/>
        </w:rPr>
        <w:t>representedOrganization</w:t>
      </w:r>
      <w:proofErr w:type="spellEnd"/>
      <w:r w:rsidRPr="00DC57B9">
        <w:rPr>
          <w:rFonts w:asciiTheme="minorHAnsi" w:hAnsiTheme="minorHAnsi"/>
          <w:highlight w:val="white"/>
          <w:lang w:eastAsia="fi-FI"/>
        </w:rPr>
        <w:t xml:space="preserve"> </w:t>
      </w:r>
      <w:proofErr w:type="spellStart"/>
      <w:r w:rsidRPr="00DC57B9">
        <w:rPr>
          <w:rFonts w:asciiTheme="minorHAnsi" w:hAnsiTheme="minorHAnsi"/>
          <w:highlight w:val="white"/>
          <w:lang w:eastAsia="fi-FI"/>
        </w:rPr>
        <w:t>classCode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>ORG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"</w:t>
      </w:r>
      <w:r w:rsidRPr="00DC57B9">
        <w:rPr>
          <w:rFonts w:asciiTheme="minorHAnsi" w:hAnsiTheme="minorHAnsi"/>
          <w:highlight w:val="white"/>
          <w:lang w:eastAsia="fi-FI"/>
        </w:rPr>
        <w:t xml:space="preserve"> </w:t>
      </w:r>
      <w:proofErr w:type="spellStart"/>
      <w:r w:rsidRPr="00DC57B9">
        <w:rPr>
          <w:rFonts w:asciiTheme="minorHAnsi" w:hAnsiTheme="minorHAnsi"/>
          <w:highlight w:val="white"/>
          <w:lang w:eastAsia="fi-FI"/>
        </w:rPr>
        <w:t>determinerCode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>INSTANCE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"&gt;</w:t>
      </w:r>
    </w:p>
    <w:p w14:paraId="5C727EE1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gramStart"/>
      <w:r w:rsidRPr="00DC57B9">
        <w:rPr>
          <w:rFonts w:asciiTheme="minorHAnsi" w:hAnsiTheme="minorHAnsi"/>
          <w:color w:val="800000"/>
          <w:highlight w:val="white"/>
          <w:lang w:eastAsia="fi-FI"/>
        </w:rPr>
        <w:t>id</w:t>
      </w:r>
      <w:proofErr w:type="gramEnd"/>
      <w:r w:rsidRPr="00DC57B9">
        <w:rPr>
          <w:rFonts w:asciiTheme="minorHAnsi" w:hAnsiTheme="minorHAnsi"/>
          <w:highlight w:val="white"/>
          <w:lang w:eastAsia="fi-FI"/>
        </w:rPr>
        <w:t xml:space="preserve"> root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>2.16.470.1.100.1.1.1000.990.1.20602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"/&gt;</w:t>
      </w:r>
    </w:p>
    <w:p w14:paraId="2F7A6CA2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gramStart"/>
      <w:r w:rsidRPr="00DC57B9">
        <w:rPr>
          <w:rFonts w:asciiTheme="minorHAnsi" w:hAnsiTheme="minorHAnsi"/>
          <w:color w:val="800000"/>
          <w:highlight w:val="white"/>
          <w:lang w:eastAsia="fi-FI"/>
        </w:rPr>
        <w:t>name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  <w:proofErr w:type="spellStart"/>
      <w:proofErr w:type="gramEnd"/>
      <w:r w:rsidRPr="00DC57B9">
        <w:rPr>
          <w:rFonts w:asciiTheme="minorHAnsi" w:hAnsiTheme="minorHAnsi"/>
          <w:color w:val="000000"/>
          <w:lang w:eastAsia="fi-FI"/>
        </w:rPr>
        <w:t>Ljekarna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r w:rsidRPr="00DC57B9">
        <w:rPr>
          <w:rFonts w:asciiTheme="minorHAnsi" w:hAnsiTheme="minorHAnsi"/>
          <w:color w:val="800000"/>
          <w:highlight w:val="white"/>
          <w:lang w:eastAsia="fi-FI"/>
        </w:rPr>
        <w:t>name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06A6561A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r w:rsidRPr="00DC57B9">
        <w:rPr>
          <w:rFonts w:asciiTheme="minorHAnsi" w:hAnsiTheme="minorHAnsi"/>
          <w:color w:val="800000"/>
          <w:highlight w:val="white"/>
          <w:lang w:eastAsia="fi-FI"/>
        </w:rPr>
        <w:t>telecom</w:t>
      </w:r>
      <w:r w:rsidRPr="00DC57B9">
        <w:rPr>
          <w:rFonts w:asciiTheme="minorHAnsi" w:hAnsiTheme="minorHAnsi"/>
          <w:highlight w:val="white"/>
          <w:lang w:eastAsia="fi-FI"/>
        </w:rPr>
        <w:t xml:space="preserve"> value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="</w:t>
      </w:r>
      <w:proofErr w:type="spellStart"/>
      <w:r w:rsidRPr="00DC57B9">
        <w:rPr>
          <w:rFonts w:asciiTheme="minorHAnsi" w:hAnsiTheme="minorHAnsi"/>
          <w:color w:val="000000"/>
          <w:highlight w:val="white"/>
          <w:lang w:eastAsia="fi-FI"/>
        </w:rPr>
        <w:t>tel</w:t>
      </w:r>
      <w:proofErr w:type="spellEnd"/>
      <w:proofErr w:type="gramStart"/>
      <w:r w:rsidRPr="00DC57B9">
        <w:rPr>
          <w:rFonts w:asciiTheme="minorHAnsi" w:hAnsiTheme="minorHAnsi"/>
          <w:color w:val="000000"/>
          <w:highlight w:val="white"/>
          <w:lang w:eastAsia="fi-FI"/>
        </w:rPr>
        <w:t>:+</w:t>
      </w:r>
      <w:proofErr w:type="gramEnd"/>
      <w:r w:rsidRPr="00DC57B9">
        <w:rPr>
          <w:rFonts w:asciiTheme="minorHAnsi" w:hAnsiTheme="minorHAnsi"/>
          <w:color w:val="000000"/>
          <w:highlight w:val="white"/>
          <w:lang w:eastAsia="fi-FI"/>
        </w:rPr>
        <w:t>38516409222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"</w:t>
      </w:r>
      <w:r w:rsidRPr="00DC57B9">
        <w:rPr>
          <w:rFonts w:asciiTheme="minorHAnsi" w:hAnsiTheme="minorHAnsi"/>
          <w:highlight w:val="white"/>
          <w:lang w:eastAsia="fi-FI"/>
        </w:rPr>
        <w:t xml:space="preserve"> use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>PUB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"/&gt;</w:t>
      </w:r>
    </w:p>
    <w:p w14:paraId="3641CF5B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spellStart"/>
      <w:proofErr w:type="gramStart"/>
      <w:r w:rsidRPr="00DC57B9">
        <w:rPr>
          <w:rFonts w:asciiTheme="minorHAnsi" w:hAnsiTheme="minorHAnsi"/>
          <w:color w:val="800000"/>
          <w:highlight w:val="white"/>
          <w:lang w:eastAsia="fi-FI"/>
        </w:rPr>
        <w:t>addr</w:t>
      </w:r>
      <w:proofErr w:type="spellEnd"/>
      <w:proofErr w:type="gramEnd"/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15BC9A79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spellStart"/>
      <w:proofErr w:type="gramStart"/>
      <w:r w:rsidRPr="00DC57B9">
        <w:rPr>
          <w:rFonts w:asciiTheme="minorHAnsi" w:hAnsiTheme="minorHAnsi"/>
          <w:color w:val="800000"/>
          <w:highlight w:val="white"/>
          <w:lang w:eastAsia="fi-FI"/>
        </w:rPr>
        <w:t>streetAddressLine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  <w:proofErr w:type="spellStart"/>
      <w:proofErr w:type="gramEnd"/>
      <w:r w:rsidRPr="00DC57B9">
        <w:rPr>
          <w:rFonts w:asciiTheme="minorHAnsi" w:hAnsiTheme="minorHAnsi"/>
          <w:color w:val="000000"/>
          <w:highlight w:val="white"/>
          <w:lang w:eastAsia="fi-FI"/>
        </w:rPr>
        <w:t>Margaretska</w:t>
      </w:r>
      <w:proofErr w:type="spellEnd"/>
      <w:r w:rsidRPr="00DC57B9">
        <w:rPr>
          <w:rFonts w:asciiTheme="minorHAnsi" w:hAnsiTheme="minorHAnsi"/>
          <w:color w:val="000000"/>
          <w:highlight w:val="white"/>
          <w:lang w:eastAsia="fi-FI"/>
        </w:rPr>
        <w:t xml:space="preserve"> 3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proofErr w:type="spellStart"/>
      <w:r w:rsidRPr="00DC57B9">
        <w:rPr>
          <w:rFonts w:asciiTheme="minorHAnsi" w:hAnsiTheme="minorHAnsi"/>
          <w:color w:val="800000"/>
          <w:highlight w:val="white"/>
          <w:lang w:eastAsia="fi-FI"/>
        </w:rPr>
        <w:t>streetAddressLine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7F7EC136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gramStart"/>
      <w:r w:rsidRPr="00DC57B9">
        <w:rPr>
          <w:rFonts w:asciiTheme="minorHAnsi" w:hAnsiTheme="minorHAnsi"/>
          <w:color w:val="800000"/>
          <w:highlight w:val="white"/>
          <w:lang w:eastAsia="fi-FI"/>
        </w:rPr>
        <w:t>city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  <w:proofErr w:type="spellStart"/>
      <w:proofErr w:type="gramEnd"/>
      <w:r w:rsidRPr="00DC57B9">
        <w:rPr>
          <w:rFonts w:asciiTheme="minorHAnsi" w:hAnsiTheme="minorHAnsi"/>
          <w:color w:val="000000"/>
          <w:highlight w:val="white"/>
          <w:lang w:eastAsia="fi-FI"/>
        </w:rPr>
        <w:t>Yagreb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r w:rsidRPr="00DC57B9">
        <w:rPr>
          <w:rFonts w:asciiTheme="minorHAnsi" w:hAnsiTheme="minorHAnsi"/>
          <w:color w:val="800000"/>
          <w:highlight w:val="white"/>
          <w:lang w:eastAsia="fi-FI"/>
        </w:rPr>
        <w:t>city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3CC729BB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spellStart"/>
      <w:proofErr w:type="gramStart"/>
      <w:r w:rsidRPr="00DC57B9">
        <w:rPr>
          <w:rFonts w:asciiTheme="minorHAnsi" w:hAnsiTheme="minorHAnsi"/>
          <w:color w:val="800000"/>
          <w:highlight w:val="white"/>
          <w:lang w:eastAsia="fi-FI"/>
        </w:rPr>
        <w:t>postalCode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  <w:proofErr w:type="gramEnd"/>
      <w:r w:rsidRPr="00DC57B9">
        <w:rPr>
          <w:rFonts w:asciiTheme="minorHAnsi" w:hAnsiTheme="minorHAnsi"/>
          <w:color w:val="000000"/>
          <w:highlight w:val="white"/>
          <w:lang w:eastAsia="fi-FI"/>
        </w:rPr>
        <w:t>10000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proofErr w:type="spellStart"/>
      <w:r w:rsidRPr="00DC57B9">
        <w:rPr>
          <w:rFonts w:asciiTheme="minorHAnsi" w:hAnsiTheme="minorHAnsi"/>
          <w:color w:val="800000"/>
          <w:highlight w:val="white"/>
          <w:lang w:eastAsia="fi-FI"/>
        </w:rPr>
        <w:t>postalCode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3F98C12D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gramStart"/>
      <w:r w:rsidRPr="00DC57B9">
        <w:rPr>
          <w:rFonts w:asciiTheme="minorHAnsi" w:hAnsiTheme="minorHAnsi"/>
          <w:color w:val="800000"/>
          <w:highlight w:val="white"/>
          <w:lang w:eastAsia="fi-FI"/>
        </w:rPr>
        <w:t>country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  <w:proofErr w:type="gramEnd"/>
      <w:r w:rsidRPr="00DC57B9">
        <w:rPr>
          <w:rFonts w:asciiTheme="minorHAnsi" w:hAnsiTheme="minorHAnsi"/>
          <w:color w:val="000000"/>
          <w:highlight w:val="white"/>
          <w:lang w:eastAsia="fi-FI"/>
        </w:rPr>
        <w:t>HR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r w:rsidRPr="00DC57B9">
        <w:rPr>
          <w:rFonts w:asciiTheme="minorHAnsi" w:hAnsiTheme="minorHAnsi"/>
          <w:color w:val="800000"/>
          <w:highlight w:val="white"/>
          <w:lang w:eastAsia="fi-FI"/>
        </w:rPr>
        <w:t>country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6237B7CF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proofErr w:type="spellStart"/>
      <w:r w:rsidRPr="00DC57B9">
        <w:rPr>
          <w:rFonts w:asciiTheme="minorHAnsi" w:hAnsiTheme="minorHAnsi"/>
          <w:color w:val="800000"/>
          <w:highlight w:val="white"/>
          <w:lang w:eastAsia="fi-FI"/>
        </w:rPr>
        <w:t>addr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0E935F96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proofErr w:type="spellStart"/>
      <w:r w:rsidRPr="00DC57B9">
        <w:rPr>
          <w:rFonts w:asciiTheme="minorHAnsi" w:hAnsiTheme="minorHAnsi"/>
          <w:color w:val="800000"/>
          <w:highlight w:val="white"/>
          <w:lang w:eastAsia="fi-FI"/>
        </w:rPr>
        <w:t>representedOrganization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46C6B9BC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proofErr w:type="spellStart"/>
      <w:r w:rsidRPr="00DC57B9">
        <w:rPr>
          <w:rFonts w:asciiTheme="minorHAnsi" w:hAnsiTheme="minorHAnsi"/>
          <w:color w:val="800000"/>
          <w:highlight w:val="white"/>
          <w:lang w:eastAsia="fi-FI"/>
        </w:rPr>
        <w:t>assignedAuthor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5FB2FCCC" w14:textId="663C361C" w:rsidR="00DE759B" w:rsidRPr="00D72D16" w:rsidRDefault="00DE759B" w:rsidP="00D72D16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r w:rsidRPr="00DC57B9">
        <w:rPr>
          <w:rFonts w:asciiTheme="minorHAnsi" w:hAnsiTheme="minorHAnsi"/>
          <w:color w:val="800000"/>
          <w:highlight w:val="white"/>
          <w:lang w:eastAsia="fi-FI"/>
        </w:rPr>
        <w:t>author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7099182A" w14:textId="77777777" w:rsidR="00DE759B" w:rsidRPr="00EE066C" w:rsidRDefault="00DE759B" w:rsidP="00EE066C">
      <w:pPr>
        <w:pStyle w:val="Otsikko2"/>
      </w:pPr>
      <w:bookmarkStart w:id="16" w:name="_Toc367795924"/>
      <w:bookmarkStart w:id="17" w:name="_Toc488070166"/>
      <w:bookmarkStart w:id="18" w:name="_Toc508269171"/>
      <w:r w:rsidRPr="00EE066C">
        <w:t>Lääkevalmisteen tiedot</w:t>
      </w:r>
      <w:bookmarkEnd w:id="16"/>
      <w:r w:rsidRPr="00EE066C">
        <w:t xml:space="preserve"> ja valmisteen laji</w:t>
      </w:r>
      <w:bookmarkEnd w:id="17"/>
      <w:bookmarkEnd w:id="18"/>
    </w:p>
    <w:p w14:paraId="3C40FF57" w14:textId="3BDFC86B" w:rsidR="00DE759B" w:rsidRPr="008E26BF" w:rsidRDefault="00DE759B" w:rsidP="00DE759B">
      <w:pPr>
        <w:pStyle w:val="Leipteksti"/>
        <w:rPr>
          <w:b/>
        </w:rPr>
      </w:pPr>
      <w:r>
        <w:t>Ulkomail</w:t>
      </w:r>
      <w:r w:rsidR="00D72D16">
        <w:t>l</w:t>
      </w:r>
      <w:r>
        <w:t xml:space="preserve">a toimitetulla lääkevalmisteella ei välttämättä ole myyntilupaa Suomessa eikä lääkevalmisteen tietoja näin ollen löydy suomalaisesta lääketietokannasta. Tästä </w:t>
      </w:r>
      <w:r w:rsidRPr="008E26BF">
        <w:rPr>
          <w:b/>
        </w:rPr>
        <w:t xml:space="preserve">johtuen lääkevalmisteen tiedot ilmaistaan ulkomailta saapuneissa lääketoimitustiedoissa lääketietokannan ulkopuolisena valmisteena. </w:t>
      </w:r>
    </w:p>
    <w:p w14:paraId="61D73B16" w14:textId="77777777" w:rsidR="008E26BF" w:rsidRDefault="008E26BF" w:rsidP="00DE759B">
      <w:pPr>
        <w:pStyle w:val="Leipteksti"/>
      </w:pPr>
    </w:p>
    <w:p w14:paraId="24907EA7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</w:rPr>
      </w:pPr>
      <w:r w:rsidRPr="00DC57B9">
        <w:rPr>
          <w:rFonts w:asciiTheme="minorHAnsi" w:hAnsiTheme="minorHAnsi"/>
          <w:color w:val="0000FF"/>
          <w:highlight w:val="white"/>
        </w:rPr>
        <w:t>&lt;</w:t>
      </w:r>
      <w:proofErr w:type="gramStart"/>
      <w:r w:rsidRPr="00DC57B9">
        <w:rPr>
          <w:rFonts w:asciiTheme="minorHAnsi" w:hAnsiTheme="minorHAnsi"/>
          <w:highlight w:val="white"/>
        </w:rPr>
        <w:t>consumable</w:t>
      </w:r>
      <w:proofErr w:type="gramEnd"/>
      <w:r w:rsidRPr="00DC57B9">
        <w:rPr>
          <w:rFonts w:asciiTheme="minorHAnsi" w:hAnsiTheme="minorHAnsi"/>
          <w:color w:val="0000FF"/>
          <w:highlight w:val="white"/>
        </w:rPr>
        <w:t>&gt;</w:t>
      </w:r>
    </w:p>
    <w:p w14:paraId="5657A289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</w:rPr>
      </w:pPr>
      <w:r w:rsidRPr="00DC57B9">
        <w:rPr>
          <w:rFonts w:asciiTheme="minorHAnsi" w:hAnsiTheme="minorHAnsi"/>
          <w:color w:val="000000"/>
          <w:highlight w:val="white"/>
        </w:rPr>
        <w:tab/>
      </w:r>
      <w:r w:rsidRPr="00DC57B9">
        <w:rPr>
          <w:rFonts w:asciiTheme="minorHAnsi" w:hAnsiTheme="minorHAnsi"/>
          <w:color w:val="0000FF"/>
          <w:highlight w:val="white"/>
        </w:rPr>
        <w:t>&lt;</w:t>
      </w:r>
      <w:proofErr w:type="spellStart"/>
      <w:proofErr w:type="gramStart"/>
      <w:r w:rsidRPr="00DC57B9">
        <w:rPr>
          <w:rFonts w:asciiTheme="minorHAnsi" w:hAnsiTheme="minorHAnsi"/>
          <w:highlight w:val="white"/>
        </w:rPr>
        <w:t>manufacturedProduct</w:t>
      </w:r>
      <w:proofErr w:type="spellEnd"/>
      <w:proofErr w:type="gramEnd"/>
      <w:r w:rsidRPr="00DC57B9">
        <w:rPr>
          <w:rFonts w:asciiTheme="minorHAnsi" w:hAnsiTheme="minorHAnsi"/>
          <w:color w:val="0000FF"/>
          <w:highlight w:val="white"/>
        </w:rPr>
        <w:t>&gt;</w:t>
      </w:r>
    </w:p>
    <w:p w14:paraId="7B0341C0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</w:rPr>
      </w:pPr>
      <w:r w:rsidRPr="00DC57B9">
        <w:rPr>
          <w:rFonts w:asciiTheme="minorHAnsi" w:hAnsiTheme="minorHAnsi"/>
          <w:color w:val="000000"/>
          <w:highlight w:val="white"/>
        </w:rPr>
        <w:tab/>
      </w:r>
      <w:r w:rsidRPr="00DC57B9">
        <w:rPr>
          <w:rFonts w:asciiTheme="minorHAnsi" w:hAnsiTheme="minorHAnsi"/>
          <w:color w:val="000000"/>
          <w:highlight w:val="white"/>
        </w:rPr>
        <w:tab/>
      </w:r>
      <w:r w:rsidRPr="00DC57B9">
        <w:rPr>
          <w:rFonts w:asciiTheme="minorHAnsi" w:hAnsiTheme="minorHAnsi"/>
          <w:color w:val="0000FF"/>
          <w:highlight w:val="white"/>
        </w:rPr>
        <w:t>&lt;</w:t>
      </w:r>
      <w:proofErr w:type="spellStart"/>
      <w:proofErr w:type="gramStart"/>
      <w:r w:rsidRPr="00DC57B9">
        <w:rPr>
          <w:rFonts w:asciiTheme="minorHAnsi" w:hAnsiTheme="minorHAnsi"/>
          <w:highlight w:val="white"/>
        </w:rPr>
        <w:t>manufacturedMaterial</w:t>
      </w:r>
      <w:proofErr w:type="spellEnd"/>
      <w:proofErr w:type="gramEnd"/>
      <w:r w:rsidRPr="00DC57B9">
        <w:rPr>
          <w:rFonts w:asciiTheme="minorHAnsi" w:hAnsiTheme="minorHAnsi"/>
          <w:color w:val="0000FF"/>
          <w:highlight w:val="white"/>
        </w:rPr>
        <w:t>&gt;</w:t>
      </w:r>
    </w:p>
    <w:p w14:paraId="46FE56BD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</w:rPr>
      </w:pPr>
      <w:r w:rsidRPr="00DC57B9">
        <w:rPr>
          <w:rFonts w:asciiTheme="minorHAnsi" w:hAnsiTheme="minorHAnsi"/>
          <w:color w:val="000000"/>
          <w:highlight w:val="white"/>
        </w:rPr>
        <w:tab/>
      </w:r>
      <w:r w:rsidRPr="00DC57B9">
        <w:rPr>
          <w:rFonts w:asciiTheme="minorHAnsi" w:hAnsiTheme="minorHAnsi"/>
          <w:color w:val="000000"/>
          <w:highlight w:val="white"/>
        </w:rPr>
        <w:tab/>
      </w:r>
      <w:r w:rsidRPr="00DC57B9">
        <w:rPr>
          <w:rFonts w:asciiTheme="minorHAnsi" w:hAnsiTheme="minorHAnsi"/>
          <w:color w:val="000000"/>
          <w:highlight w:val="white"/>
        </w:rPr>
        <w:tab/>
      </w:r>
      <w:r w:rsidRPr="00DC57B9">
        <w:rPr>
          <w:rFonts w:asciiTheme="minorHAnsi" w:hAnsiTheme="minorHAnsi"/>
          <w:color w:val="0000FF"/>
          <w:highlight w:val="white"/>
        </w:rPr>
        <w:t>&lt;</w:t>
      </w:r>
      <w:r w:rsidRPr="00DC57B9">
        <w:rPr>
          <w:rFonts w:asciiTheme="minorHAnsi" w:hAnsiTheme="minorHAnsi"/>
          <w:highlight w:val="white"/>
        </w:rPr>
        <w:t>code</w:t>
      </w:r>
      <w:r w:rsidRPr="00DC57B9">
        <w:rPr>
          <w:rFonts w:asciiTheme="minorHAnsi" w:hAnsiTheme="minorHAnsi"/>
          <w:color w:val="FF0000"/>
          <w:highlight w:val="white"/>
        </w:rPr>
        <w:t xml:space="preserve"> </w:t>
      </w:r>
      <w:proofErr w:type="spellStart"/>
      <w:r w:rsidRPr="00DC57B9">
        <w:rPr>
          <w:rFonts w:asciiTheme="minorHAnsi" w:hAnsiTheme="minorHAnsi"/>
          <w:color w:val="FF0000"/>
          <w:highlight w:val="white"/>
        </w:rPr>
        <w:t>nullFlavor</w:t>
      </w:r>
      <w:proofErr w:type="spellEnd"/>
      <w:r w:rsidRPr="00DC57B9">
        <w:rPr>
          <w:rFonts w:asciiTheme="minorHAnsi" w:hAnsiTheme="minorHAnsi"/>
          <w:color w:val="0000FF"/>
          <w:highlight w:val="white"/>
        </w:rPr>
        <w:t>="</w:t>
      </w:r>
      <w:r w:rsidRPr="00DC57B9">
        <w:rPr>
          <w:rFonts w:asciiTheme="minorHAnsi" w:hAnsiTheme="minorHAnsi"/>
          <w:color w:val="000000"/>
          <w:highlight w:val="white"/>
        </w:rPr>
        <w:t>NI</w:t>
      </w:r>
      <w:r w:rsidRPr="00DC57B9">
        <w:rPr>
          <w:rFonts w:asciiTheme="minorHAnsi" w:hAnsiTheme="minorHAnsi"/>
          <w:color w:val="0000FF"/>
          <w:highlight w:val="white"/>
        </w:rPr>
        <w:t>"/&gt;</w:t>
      </w:r>
    </w:p>
    <w:p w14:paraId="26527165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</w:rPr>
      </w:pPr>
      <w:r w:rsidRPr="00DC57B9">
        <w:rPr>
          <w:rFonts w:asciiTheme="minorHAnsi" w:hAnsiTheme="minorHAnsi"/>
          <w:color w:val="000000"/>
          <w:highlight w:val="white"/>
        </w:rPr>
        <w:tab/>
      </w:r>
      <w:r w:rsidRPr="00DC57B9">
        <w:rPr>
          <w:rFonts w:asciiTheme="minorHAnsi" w:hAnsiTheme="minorHAnsi"/>
          <w:color w:val="000000"/>
          <w:highlight w:val="white"/>
        </w:rPr>
        <w:tab/>
      </w:r>
      <w:r w:rsidRPr="00DC57B9">
        <w:rPr>
          <w:rFonts w:asciiTheme="minorHAnsi" w:hAnsiTheme="minorHAnsi"/>
          <w:color w:val="000000"/>
          <w:highlight w:val="white"/>
        </w:rPr>
        <w:tab/>
      </w:r>
      <w:r w:rsidRPr="00DC57B9">
        <w:rPr>
          <w:rFonts w:asciiTheme="minorHAnsi" w:hAnsiTheme="minorHAnsi"/>
          <w:color w:val="0000FF"/>
          <w:highlight w:val="white"/>
        </w:rPr>
        <w:t>&lt;</w:t>
      </w:r>
      <w:proofErr w:type="gramStart"/>
      <w:r w:rsidRPr="00DC57B9">
        <w:rPr>
          <w:rFonts w:asciiTheme="minorHAnsi" w:hAnsiTheme="minorHAnsi"/>
          <w:highlight w:val="white"/>
        </w:rPr>
        <w:t>name</w:t>
      </w:r>
      <w:r w:rsidRPr="00DC57B9">
        <w:rPr>
          <w:rFonts w:asciiTheme="minorHAnsi" w:hAnsiTheme="minorHAnsi"/>
          <w:color w:val="0000FF"/>
          <w:highlight w:val="white"/>
        </w:rPr>
        <w:t>&gt;</w:t>
      </w:r>
      <w:proofErr w:type="gramEnd"/>
      <w:r w:rsidRPr="00DC57B9">
        <w:rPr>
          <w:rFonts w:asciiTheme="minorHAnsi" w:hAnsiTheme="minorHAnsi"/>
          <w:color w:val="000000"/>
          <w:highlight w:val="white"/>
        </w:rPr>
        <w:t>PLAVIX</w:t>
      </w:r>
      <w:r w:rsidRPr="00DC57B9">
        <w:rPr>
          <w:rFonts w:asciiTheme="minorHAnsi" w:hAnsiTheme="minorHAnsi"/>
          <w:color w:val="0000FF"/>
          <w:highlight w:val="white"/>
        </w:rPr>
        <w:t>&lt;/</w:t>
      </w:r>
      <w:r w:rsidRPr="00DC57B9">
        <w:rPr>
          <w:rFonts w:asciiTheme="minorHAnsi" w:hAnsiTheme="minorHAnsi"/>
          <w:highlight w:val="white"/>
        </w:rPr>
        <w:t>name</w:t>
      </w:r>
      <w:r w:rsidRPr="00DC57B9">
        <w:rPr>
          <w:rFonts w:asciiTheme="minorHAnsi" w:hAnsiTheme="minorHAnsi"/>
          <w:color w:val="0000FF"/>
          <w:highlight w:val="white"/>
        </w:rPr>
        <w:t>&gt;</w:t>
      </w:r>
    </w:p>
    <w:p w14:paraId="43D4F646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</w:rPr>
      </w:pPr>
      <w:r w:rsidRPr="00DC57B9">
        <w:rPr>
          <w:rFonts w:asciiTheme="minorHAnsi" w:hAnsiTheme="minorHAnsi"/>
          <w:color w:val="000000"/>
          <w:highlight w:val="white"/>
        </w:rPr>
        <w:tab/>
      </w:r>
      <w:r w:rsidRPr="00DC57B9">
        <w:rPr>
          <w:rFonts w:asciiTheme="minorHAnsi" w:hAnsiTheme="minorHAnsi"/>
          <w:color w:val="000000"/>
          <w:highlight w:val="white"/>
        </w:rPr>
        <w:tab/>
      </w:r>
      <w:r w:rsidRPr="00DC57B9">
        <w:rPr>
          <w:rFonts w:asciiTheme="minorHAnsi" w:hAnsiTheme="minorHAnsi"/>
          <w:color w:val="0000FF"/>
          <w:highlight w:val="white"/>
        </w:rPr>
        <w:t>&lt;/</w:t>
      </w:r>
      <w:proofErr w:type="spellStart"/>
      <w:r w:rsidRPr="00DC57B9">
        <w:rPr>
          <w:rFonts w:asciiTheme="minorHAnsi" w:hAnsiTheme="minorHAnsi"/>
          <w:highlight w:val="white"/>
        </w:rPr>
        <w:t>manufacturedMaterial</w:t>
      </w:r>
      <w:proofErr w:type="spellEnd"/>
      <w:r w:rsidRPr="00DC57B9">
        <w:rPr>
          <w:rFonts w:asciiTheme="minorHAnsi" w:hAnsiTheme="minorHAnsi"/>
          <w:color w:val="0000FF"/>
          <w:highlight w:val="white"/>
        </w:rPr>
        <w:t>&gt;</w:t>
      </w:r>
    </w:p>
    <w:p w14:paraId="5BF8B950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</w:rPr>
      </w:pPr>
      <w:r w:rsidRPr="00DC57B9">
        <w:rPr>
          <w:rFonts w:asciiTheme="minorHAnsi" w:hAnsiTheme="minorHAnsi"/>
          <w:color w:val="000000"/>
          <w:highlight w:val="white"/>
        </w:rPr>
        <w:tab/>
      </w:r>
      <w:r w:rsidRPr="00DC57B9">
        <w:rPr>
          <w:rFonts w:asciiTheme="minorHAnsi" w:hAnsiTheme="minorHAnsi"/>
          <w:color w:val="0000FF"/>
          <w:highlight w:val="white"/>
        </w:rPr>
        <w:t>&lt;/</w:t>
      </w:r>
      <w:proofErr w:type="spellStart"/>
      <w:r w:rsidRPr="00DC57B9">
        <w:rPr>
          <w:rFonts w:asciiTheme="minorHAnsi" w:hAnsiTheme="minorHAnsi"/>
          <w:highlight w:val="white"/>
        </w:rPr>
        <w:t>manufacturedProduct</w:t>
      </w:r>
      <w:proofErr w:type="spellEnd"/>
      <w:r w:rsidRPr="00DC57B9">
        <w:rPr>
          <w:rFonts w:asciiTheme="minorHAnsi" w:hAnsiTheme="minorHAnsi"/>
          <w:color w:val="0000FF"/>
          <w:highlight w:val="white"/>
        </w:rPr>
        <w:t>&gt;</w:t>
      </w:r>
    </w:p>
    <w:p w14:paraId="6FEA22C1" w14:textId="77777777" w:rsidR="00DE759B" w:rsidRPr="00FB3B96" w:rsidRDefault="00DE759B" w:rsidP="00DE759B">
      <w:pPr>
        <w:pStyle w:val="XML"/>
        <w:rPr>
          <w:rFonts w:asciiTheme="minorHAnsi" w:hAnsiTheme="minorHAnsi"/>
          <w:color w:val="000000"/>
          <w:highlight w:val="white"/>
          <w:lang w:val="fi-FI"/>
        </w:rPr>
      </w:pPr>
      <w:r w:rsidRPr="00FB3B96">
        <w:rPr>
          <w:rFonts w:asciiTheme="minorHAnsi" w:hAnsiTheme="minorHAnsi"/>
          <w:color w:val="0000FF"/>
          <w:highlight w:val="white"/>
          <w:lang w:val="fi-FI"/>
        </w:rPr>
        <w:t>&lt;/</w:t>
      </w:r>
      <w:proofErr w:type="spellStart"/>
      <w:r w:rsidRPr="00FB3B96">
        <w:rPr>
          <w:rFonts w:asciiTheme="minorHAnsi" w:hAnsiTheme="minorHAnsi"/>
          <w:highlight w:val="white"/>
          <w:lang w:val="fi-FI"/>
        </w:rPr>
        <w:t>consumable</w:t>
      </w:r>
      <w:proofErr w:type="spellEnd"/>
      <w:r w:rsidRPr="00FB3B96">
        <w:rPr>
          <w:rFonts w:asciiTheme="minorHAnsi" w:hAnsiTheme="minorHAnsi"/>
          <w:color w:val="0000FF"/>
          <w:highlight w:val="white"/>
          <w:lang w:val="fi-FI"/>
        </w:rPr>
        <w:t>&gt;</w:t>
      </w:r>
    </w:p>
    <w:p w14:paraId="04442726" w14:textId="77777777" w:rsidR="00DE759B" w:rsidRDefault="00DE759B" w:rsidP="00DE759B">
      <w:pPr>
        <w:pStyle w:val="Leipteksti"/>
      </w:pPr>
    </w:p>
    <w:p w14:paraId="459E98F9" w14:textId="1DB741B1" w:rsidR="00DE759B" w:rsidRDefault="00DE759B" w:rsidP="00DE759B">
      <w:pPr>
        <w:pStyle w:val="Leipteksti"/>
      </w:pPr>
      <w:r w:rsidRPr="00AD0E3A">
        <w:lastRenderedPageBreak/>
        <w:t>T</w:t>
      </w:r>
      <w:r>
        <w:t xml:space="preserve">ieto siitä, että kyseessä on lääketietokannan ulkopuolinen valmiste, tallennetaan myös Valmisteen lajiksi. </w:t>
      </w:r>
      <w:r w:rsidRPr="00F13531">
        <w:rPr>
          <w:b/>
        </w:rPr>
        <w:t xml:space="preserve">Valmisteen laji on aina 6 (Lääketietokannan ulkopuolinen valmiste), </w:t>
      </w:r>
      <w:r w:rsidR="00F13531">
        <w:rPr>
          <w:b/>
        </w:rPr>
        <w:t xml:space="preserve">riippumatta siitä, mikä on alun </w:t>
      </w:r>
      <w:r w:rsidRPr="00F13531">
        <w:rPr>
          <w:b/>
        </w:rPr>
        <w:t>perin määrätyn valmisteen laji.</w:t>
      </w:r>
    </w:p>
    <w:p w14:paraId="4FC1E65E" w14:textId="77777777" w:rsidR="00F13531" w:rsidRDefault="00F13531" w:rsidP="00DE759B">
      <w:pPr>
        <w:pStyle w:val="Leipteksti"/>
      </w:pPr>
    </w:p>
    <w:p w14:paraId="705F5CD3" w14:textId="77777777" w:rsidR="00DE759B" w:rsidRPr="00AD0E3A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AD0E3A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spellStart"/>
      <w:r w:rsidRPr="00AD0E3A">
        <w:rPr>
          <w:rFonts w:asciiTheme="minorHAnsi" w:hAnsiTheme="minorHAnsi"/>
          <w:highlight w:val="white"/>
          <w:lang w:eastAsia="fi-FI"/>
        </w:rPr>
        <w:t>entryRelationship</w:t>
      </w:r>
      <w:proofErr w:type="spellEnd"/>
      <w:r w:rsidRPr="00AD0E3A">
        <w:rPr>
          <w:rFonts w:asciiTheme="minorHAnsi" w:hAnsiTheme="minorHAnsi"/>
          <w:color w:val="FF0000"/>
          <w:highlight w:val="white"/>
          <w:lang w:eastAsia="fi-FI"/>
        </w:rPr>
        <w:t xml:space="preserve"> </w:t>
      </w:r>
      <w:proofErr w:type="spellStart"/>
      <w:r w:rsidRPr="00AD0E3A">
        <w:rPr>
          <w:rFonts w:asciiTheme="minorHAnsi" w:hAnsiTheme="minorHAnsi"/>
          <w:color w:val="FF0000"/>
          <w:highlight w:val="white"/>
          <w:lang w:eastAsia="fi-FI"/>
        </w:rPr>
        <w:t>typeCode</w:t>
      </w:r>
      <w:proofErr w:type="spellEnd"/>
      <w:r w:rsidRPr="00AD0E3A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AD0E3A">
        <w:rPr>
          <w:rFonts w:asciiTheme="minorHAnsi" w:hAnsiTheme="minorHAnsi"/>
          <w:color w:val="000000"/>
          <w:highlight w:val="white"/>
          <w:lang w:eastAsia="fi-FI"/>
        </w:rPr>
        <w:t>COMP</w:t>
      </w:r>
      <w:r w:rsidRPr="00AD0E3A">
        <w:rPr>
          <w:rFonts w:asciiTheme="minorHAnsi" w:hAnsiTheme="minorHAnsi"/>
          <w:color w:val="0000FF"/>
          <w:highlight w:val="white"/>
          <w:lang w:eastAsia="fi-FI"/>
        </w:rPr>
        <w:t>"&gt;</w:t>
      </w:r>
    </w:p>
    <w:p w14:paraId="1578F8BA" w14:textId="77777777" w:rsidR="00DE759B" w:rsidRPr="00AD0E3A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AD0E3A">
        <w:rPr>
          <w:rFonts w:asciiTheme="minorHAnsi" w:hAnsiTheme="minorHAnsi"/>
          <w:color w:val="000000"/>
          <w:highlight w:val="white"/>
          <w:lang w:eastAsia="fi-FI"/>
        </w:rPr>
        <w:tab/>
      </w:r>
      <w:r w:rsidRPr="00AD0E3A">
        <w:rPr>
          <w:rFonts w:asciiTheme="minorHAnsi" w:hAnsiTheme="minorHAnsi"/>
          <w:color w:val="0000FF"/>
          <w:highlight w:val="white"/>
          <w:lang w:eastAsia="fi-FI"/>
        </w:rPr>
        <w:t>&lt;</w:t>
      </w:r>
      <w:r w:rsidRPr="00AD0E3A">
        <w:rPr>
          <w:rFonts w:asciiTheme="minorHAnsi" w:hAnsiTheme="minorHAnsi"/>
          <w:highlight w:val="white"/>
          <w:lang w:eastAsia="fi-FI"/>
        </w:rPr>
        <w:t>observation</w:t>
      </w:r>
      <w:r w:rsidRPr="00AD0E3A">
        <w:rPr>
          <w:rFonts w:asciiTheme="minorHAnsi" w:hAnsiTheme="minorHAnsi"/>
          <w:color w:val="FF0000"/>
          <w:highlight w:val="white"/>
          <w:lang w:eastAsia="fi-FI"/>
        </w:rPr>
        <w:t xml:space="preserve"> </w:t>
      </w:r>
      <w:proofErr w:type="spellStart"/>
      <w:r w:rsidRPr="00AD0E3A">
        <w:rPr>
          <w:rFonts w:asciiTheme="minorHAnsi" w:hAnsiTheme="minorHAnsi"/>
          <w:color w:val="FF0000"/>
          <w:highlight w:val="white"/>
          <w:lang w:eastAsia="fi-FI"/>
        </w:rPr>
        <w:t>classCode</w:t>
      </w:r>
      <w:proofErr w:type="spellEnd"/>
      <w:r w:rsidRPr="00AD0E3A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AD0E3A">
        <w:rPr>
          <w:rFonts w:asciiTheme="minorHAnsi" w:hAnsiTheme="minorHAnsi"/>
          <w:color w:val="000000"/>
          <w:highlight w:val="white"/>
          <w:lang w:eastAsia="fi-FI"/>
        </w:rPr>
        <w:t>OBS</w:t>
      </w:r>
      <w:r w:rsidRPr="00AD0E3A">
        <w:rPr>
          <w:rFonts w:asciiTheme="minorHAnsi" w:hAnsiTheme="minorHAnsi"/>
          <w:color w:val="0000FF"/>
          <w:highlight w:val="white"/>
          <w:lang w:eastAsia="fi-FI"/>
        </w:rPr>
        <w:t>"</w:t>
      </w:r>
      <w:r w:rsidRPr="00AD0E3A">
        <w:rPr>
          <w:rFonts w:asciiTheme="minorHAnsi" w:hAnsiTheme="minorHAnsi"/>
          <w:color w:val="FF0000"/>
          <w:highlight w:val="white"/>
          <w:lang w:eastAsia="fi-FI"/>
        </w:rPr>
        <w:t xml:space="preserve"> </w:t>
      </w:r>
      <w:proofErr w:type="spellStart"/>
      <w:r w:rsidRPr="00AD0E3A">
        <w:rPr>
          <w:rFonts w:asciiTheme="minorHAnsi" w:hAnsiTheme="minorHAnsi"/>
          <w:color w:val="FF0000"/>
          <w:highlight w:val="white"/>
          <w:lang w:eastAsia="fi-FI"/>
        </w:rPr>
        <w:t>moodCode</w:t>
      </w:r>
      <w:proofErr w:type="spellEnd"/>
      <w:r w:rsidRPr="00AD0E3A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AD0E3A">
        <w:rPr>
          <w:rFonts w:asciiTheme="minorHAnsi" w:hAnsiTheme="minorHAnsi"/>
          <w:color w:val="000000"/>
          <w:highlight w:val="white"/>
          <w:lang w:eastAsia="fi-FI"/>
        </w:rPr>
        <w:t>EVN</w:t>
      </w:r>
      <w:r w:rsidRPr="00AD0E3A">
        <w:rPr>
          <w:rFonts w:asciiTheme="minorHAnsi" w:hAnsiTheme="minorHAnsi"/>
          <w:color w:val="0000FF"/>
          <w:highlight w:val="white"/>
          <w:lang w:eastAsia="fi-FI"/>
        </w:rPr>
        <w:t>"&gt;</w:t>
      </w:r>
    </w:p>
    <w:p w14:paraId="5CEAA49A" w14:textId="77777777" w:rsidR="00DE759B" w:rsidRPr="00AD0E3A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AD0E3A">
        <w:rPr>
          <w:rFonts w:asciiTheme="minorHAnsi" w:hAnsiTheme="minorHAnsi"/>
          <w:color w:val="000000"/>
          <w:highlight w:val="white"/>
          <w:lang w:eastAsia="fi-FI"/>
        </w:rPr>
        <w:tab/>
      </w:r>
      <w:r w:rsidRPr="00AD0E3A">
        <w:rPr>
          <w:rFonts w:asciiTheme="minorHAnsi" w:hAnsiTheme="minorHAnsi"/>
          <w:color w:val="000000"/>
          <w:highlight w:val="white"/>
          <w:lang w:eastAsia="fi-FI"/>
        </w:rPr>
        <w:tab/>
      </w:r>
      <w:r w:rsidRPr="00AD0E3A">
        <w:rPr>
          <w:rFonts w:asciiTheme="minorHAnsi" w:hAnsiTheme="minorHAnsi"/>
          <w:color w:val="0000FF"/>
          <w:highlight w:val="white"/>
          <w:lang w:eastAsia="fi-FI"/>
        </w:rPr>
        <w:t>&lt;</w:t>
      </w:r>
      <w:r w:rsidRPr="00AD0E3A">
        <w:rPr>
          <w:rFonts w:asciiTheme="minorHAnsi" w:hAnsiTheme="minorHAnsi"/>
          <w:highlight w:val="white"/>
          <w:lang w:eastAsia="fi-FI"/>
        </w:rPr>
        <w:t>code</w:t>
      </w:r>
      <w:r w:rsidRPr="00AD0E3A">
        <w:rPr>
          <w:rFonts w:asciiTheme="minorHAnsi" w:hAnsiTheme="minorHAnsi"/>
          <w:color w:val="FF0000"/>
          <w:highlight w:val="white"/>
          <w:lang w:eastAsia="fi-FI"/>
        </w:rPr>
        <w:t xml:space="preserve"> code</w:t>
      </w:r>
      <w:r w:rsidRPr="00AD0E3A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AD0E3A">
        <w:rPr>
          <w:rFonts w:asciiTheme="minorHAnsi" w:hAnsiTheme="minorHAnsi"/>
          <w:color w:val="000000"/>
          <w:highlight w:val="white"/>
          <w:lang w:eastAsia="fi-FI"/>
        </w:rPr>
        <w:t>164</w:t>
      </w:r>
      <w:r w:rsidRPr="00AD0E3A">
        <w:rPr>
          <w:rFonts w:asciiTheme="minorHAnsi" w:hAnsiTheme="minorHAnsi"/>
          <w:color w:val="0000FF"/>
          <w:highlight w:val="white"/>
          <w:lang w:eastAsia="fi-FI"/>
        </w:rPr>
        <w:t>"</w:t>
      </w:r>
      <w:r w:rsidRPr="00AD0E3A">
        <w:rPr>
          <w:rFonts w:asciiTheme="minorHAnsi" w:hAnsiTheme="minorHAnsi"/>
          <w:color w:val="FF0000"/>
          <w:highlight w:val="white"/>
          <w:lang w:eastAsia="fi-FI"/>
        </w:rPr>
        <w:t xml:space="preserve"> </w:t>
      </w:r>
      <w:proofErr w:type="spellStart"/>
      <w:r w:rsidRPr="00AD0E3A">
        <w:rPr>
          <w:rFonts w:asciiTheme="minorHAnsi" w:hAnsiTheme="minorHAnsi"/>
          <w:color w:val="FF0000"/>
          <w:highlight w:val="white"/>
          <w:lang w:eastAsia="fi-FI"/>
        </w:rPr>
        <w:t>codeSystem</w:t>
      </w:r>
      <w:proofErr w:type="spellEnd"/>
      <w:r w:rsidRPr="00AD0E3A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AD0E3A">
        <w:rPr>
          <w:rFonts w:asciiTheme="minorHAnsi" w:hAnsiTheme="minorHAnsi"/>
          <w:color w:val="000000"/>
          <w:highlight w:val="white"/>
          <w:lang w:eastAsia="fi-FI"/>
        </w:rPr>
        <w:t>1.2.246.537.6.12.2002.126</w:t>
      </w:r>
      <w:r w:rsidRPr="00AD0E3A">
        <w:rPr>
          <w:rFonts w:asciiTheme="minorHAnsi" w:hAnsiTheme="minorHAnsi"/>
          <w:color w:val="0000FF"/>
          <w:highlight w:val="white"/>
          <w:lang w:eastAsia="fi-FI"/>
        </w:rPr>
        <w:t>"</w:t>
      </w:r>
      <w:r w:rsidRPr="00AD0E3A">
        <w:rPr>
          <w:rFonts w:asciiTheme="minorHAnsi" w:hAnsiTheme="minorHAnsi"/>
          <w:color w:val="FF0000"/>
          <w:highlight w:val="white"/>
          <w:lang w:eastAsia="fi-FI"/>
        </w:rPr>
        <w:t xml:space="preserve"> </w:t>
      </w:r>
      <w:proofErr w:type="spellStart"/>
      <w:r w:rsidRPr="00AD0E3A">
        <w:rPr>
          <w:rFonts w:asciiTheme="minorHAnsi" w:hAnsiTheme="minorHAnsi"/>
          <w:color w:val="FF0000"/>
          <w:highlight w:val="white"/>
          <w:lang w:eastAsia="fi-FI"/>
        </w:rPr>
        <w:t>codeSystemName</w:t>
      </w:r>
      <w:proofErr w:type="spellEnd"/>
      <w:r w:rsidRPr="00AD0E3A">
        <w:rPr>
          <w:rFonts w:asciiTheme="minorHAnsi" w:hAnsiTheme="minorHAnsi"/>
          <w:color w:val="0000FF"/>
          <w:highlight w:val="white"/>
          <w:lang w:eastAsia="fi-FI"/>
        </w:rPr>
        <w:t>="</w:t>
      </w:r>
      <w:proofErr w:type="spellStart"/>
      <w:r w:rsidRPr="00AD0E3A">
        <w:rPr>
          <w:rFonts w:asciiTheme="minorHAnsi" w:hAnsiTheme="minorHAnsi"/>
          <w:color w:val="000000"/>
          <w:highlight w:val="white"/>
          <w:lang w:eastAsia="fi-FI"/>
        </w:rPr>
        <w:t>Lääkityslista</w:t>
      </w:r>
      <w:proofErr w:type="spellEnd"/>
      <w:r w:rsidRPr="00AD0E3A">
        <w:rPr>
          <w:rFonts w:asciiTheme="minorHAnsi" w:hAnsiTheme="minorHAnsi"/>
          <w:color w:val="0000FF"/>
          <w:highlight w:val="white"/>
          <w:lang w:eastAsia="fi-FI"/>
        </w:rPr>
        <w:t>"</w:t>
      </w:r>
      <w:r w:rsidRPr="00AD0E3A">
        <w:rPr>
          <w:rFonts w:asciiTheme="minorHAnsi" w:hAnsiTheme="minorHAnsi"/>
          <w:color w:val="FF0000"/>
          <w:highlight w:val="white"/>
          <w:lang w:eastAsia="fi-FI"/>
        </w:rPr>
        <w:t xml:space="preserve"> </w:t>
      </w:r>
      <w:proofErr w:type="spellStart"/>
      <w:r w:rsidRPr="00AD0E3A">
        <w:rPr>
          <w:rFonts w:asciiTheme="minorHAnsi" w:hAnsiTheme="minorHAnsi"/>
          <w:color w:val="FF0000"/>
          <w:highlight w:val="white"/>
          <w:lang w:eastAsia="fi-FI"/>
        </w:rPr>
        <w:t>displayName</w:t>
      </w:r>
      <w:proofErr w:type="spellEnd"/>
      <w:r w:rsidRPr="00AD0E3A">
        <w:rPr>
          <w:rFonts w:asciiTheme="minorHAnsi" w:hAnsiTheme="minorHAnsi"/>
          <w:color w:val="0000FF"/>
          <w:highlight w:val="white"/>
          <w:lang w:eastAsia="fi-FI"/>
        </w:rPr>
        <w:t>="</w:t>
      </w:r>
      <w:proofErr w:type="spellStart"/>
      <w:r w:rsidRPr="00AD0E3A">
        <w:rPr>
          <w:rFonts w:asciiTheme="minorHAnsi" w:hAnsiTheme="minorHAnsi"/>
          <w:color w:val="000000"/>
          <w:highlight w:val="white"/>
          <w:lang w:eastAsia="fi-FI"/>
        </w:rPr>
        <w:t>Valmisteen</w:t>
      </w:r>
      <w:proofErr w:type="spellEnd"/>
      <w:r w:rsidRPr="00AD0E3A">
        <w:rPr>
          <w:rFonts w:asciiTheme="minorHAnsi" w:hAnsiTheme="minorHAnsi"/>
          <w:color w:val="000000"/>
          <w:highlight w:val="white"/>
          <w:lang w:eastAsia="fi-FI"/>
        </w:rPr>
        <w:t xml:space="preserve"> </w:t>
      </w:r>
      <w:proofErr w:type="spellStart"/>
      <w:r w:rsidRPr="00AD0E3A">
        <w:rPr>
          <w:rFonts w:asciiTheme="minorHAnsi" w:hAnsiTheme="minorHAnsi"/>
          <w:color w:val="000000"/>
          <w:highlight w:val="white"/>
          <w:lang w:eastAsia="fi-FI"/>
        </w:rPr>
        <w:t>laji</w:t>
      </w:r>
      <w:proofErr w:type="spellEnd"/>
      <w:r w:rsidRPr="00AD0E3A">
        <w:rPr>
          <w:rFonts w:asciiTheme="minorHAnsi" w:hAnsiTheme="minorHAnsi"/>
          <w:color w:val="0000FF"/>
          <w:highlight w:val="white"/>
          <w:lang w:eastAsia="fi-FI"/>
        </w:rPr>
        <w:t>"/&gt;</w:t>
      </w:r>
    </w:p>
    <w:p w14:paraId="30B98828" w14:textId="77777777" w:rsidR="00DE759B" w:rsidRPr="008D39F4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AD0E3A">
        <w:rPr>
          <w:rFonts w:asciiTheme="minorHAnsi" w:hAnsiTheme="minorHAnsi"/>
          <w:color w:val="000000"/>
          <w:highlight w:val="white"/>
          <w:lang w:eastAsia="fi-FI"/>
        </w:rPr>
        <w:tab/>
      </w:r>
      <w:r w:rsidRPr="00AD0E3A">
        <w:rPr>
          <w:rFonts w:asciiTheme="minorHAnsi" w:hAnsiTheme="minorHAnsi"/>
          <w:color w:val="000000"/>
          <w:highlight w:val="white"/>
          <w:lang w:eastAsia="fi-FI"/>
        </w:rPr>
        <w:tab/>
      </w:r>
      <w:r w:rsidRPr="008D39F4">
        <w:rPr>
          <w:rFonts w:asciiTheme="minorHAnsi" w:hAnsiTheme="minorHAnsi"/>
          <w:color w:val="0000FF"/>
          <w:highlight w:val="white"/>
          <w:lang w:eastAsia="fi-FI"/>
        </w:rPr>
        <w:t>&lt;</w:t>
      </w:r>
      <w:r w:rsidRPr="008D39F4">
        <w:rPr>
          <w:rFonts w:asciiTheme="minorHAnsi" w:hAnsiTheme="minorHAnsi"/>
          <w:highlight w:val="white"/>
          <w:lang w:eastAsia="fi-FI"/>
        </w:rPr>
        <w:t>value</w:t>
      </w:r>
      <w:r w:rsidRPr="008D39F4">
        <w:rPr>
          <w:rFonts w:asciiTheme="minorHAnsi" w:hAnsiTheme="minorHAnsi"/>
          <w:color w:val="FF0000"/>
          <w:highlight w:val="white"/>
          <w:lang w:eastAsia="fi-FI"/>
        </w:rPr>
        <w:t xml:space="preserve"> </w:t>
      </w:r>
      <w:proofErr w:type="spellStart"/>
      <w:r w:rsidRPr="008D39F4">
        <w:rPr>
          <w:rFonts w:asciiTheme="minorHAnsi" w:hAnsiTheme="minorHAnsi"/>
          <w:color w:val="FF0000"/>
          <w:highlight w:val="white"/>
          <w:lang w:eastAsia="fi-FI"/>
        </w:rPr>
        <w:t>xsi</w:t>
      </w:r>
      <w:proofErr w:type="gramStart"/>
      <w:r w:rsidRPr="008D39F4">
        <w:rPr>
          <w:rFonts w:asciiTheme="minorHAnsi" w:hAnsiTheme="minorHAnsi"/>
          <w:color w:val="FF0000"/>
          <w:highlight w:val="white"/>
          <w:lang w:eastAsia="fi-FI"/>
        </w:rPr>
        <w:t>:type</w:t>
      </w:r>
      <w:proofErr w:type="spellEnd"/>
      <w:proofErr w:type="gramEnd"/>
      <w:r w:rsidRPr="008D39F4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8D39F4">
        <w:rPr>
          <w:rFonts w:asciiTheme="minorHAnsi" w:hAnsiTheme="minorHAnsi"/>
          <w:color w:val="000000"/>
          <w:highlight w:val="white"/>
          <w:lang w:eastAsia="fi-FI"/>
        </w:rPr>
        <w:t>CD</w:t>
      </w:r>
      <w:r w:rsidRPr="008D39F4">
        <w:rPr>
          <w:rFonts w:asciiTheme="minorHAnsi" w:hAnsiTheme="minorHAnsi"/>
          <w:color w:val="0000FF"/>
          <w:highlight w:val="white"/>
          <w:lang w:eastAsia="fi-FI"/>
        </w:rPr>
        <w:t>"</w:t>
      </w:r>
      <w:r w:rsidRPr="008D39F4">
        <w:rPr>
          <w:rFonts w:asciiTheme="minorHAnsi" w:hAnsiTheme="minorHAnsi"/>
          <w:color w:val="FF0000"/>
          <w:highlight w:val="white"/>
          <w:lang w:eastAsia="fi-FI"/>
        </w:rPr>
        <w:t xml:space="preserve"> code</w:t>
      </w:r>
      <w:r w:rsidRPr="008D39F4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8D39F4">
        <w:rPr>
          <w:rFonts w:asciiTheme="minorHAnsi" w:hAnsiTheme="minorHAnsi"/>
          <w:color w:val="000000"/>
          <w:highlight w:val="white"/>
          <w:lang w:eastAsia="fi-FI"/>
        </w:rPr>
        <w:t>6</w:t>
      </w:r>
      <w:r w:rsidRPr="008D39F4">
        <w:rPr>
          <w:rFonts w:asciiTheme="minorHAnsi" w:hAnsiTheme="minorHAnsi"/>
          <w:color w:val="0000FF"/>
          <w:highlight w:val="white"/>
          <w:lang w:eastAsia="fi-FI"/>
        </w:rPr>
        <w:t>"</w:t>
      </w:r>
      <w:r w:rsidRPr="008D39F4">
        <w:rPr>
          <w:rFonts w:asciiTheme="minorHAnsi" w:hAnsiTheme="minorHAnsi"/>
          <w:color w:val="FF0000"/>
          <w:highlight w:val="white"/>
          <w:lang w:eastAsia="fi-FI"/>
        </w:rPr>
        <w:t xml:space="preserve"> </w:t>
      </w:r>
      <w:proofErr w:type="spellStart"/>
      <w:r w:rsidRPr="008D39F4">
        <w:rPr>
          <w:rFonts w:asciiTheme="minorHAnsi" w:hAnsiTheme="minorHAnsi"/>
          <w:color w:val="FF0000"/>
          <w:highlight w:val="white"/>
          <w:lang w:eastAsia="fi-FI"/>
        </w:rPr>
        <w:t>codeSystem</w:t>
      </w:r>
      <w:proofErr w:type="spellEnd"/>
      <w:r w:rsidRPr="008D39F4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8D39F4">
        <w:rPr>
          <w:rFonts w:asciiTheme="minorHAnsi" w:hAnsiTheme="minorHAnsi"/>
          <w:color w:val="000000"/>
          <w:highlight w:val="white"/>
          <w:lang w:eastAsia="fi-FI"/>
        </w:rPr>
        <w:t>1.2.246.537.6.604.2014</w:t>
      </w:r>
      <w:r w:rsidRPr="008D39F4">
        <w:rPr>
          <w:rFonts w:asciiTheme="minorHAnsi" w:hAnsiTheme="minorHAnsi"/>
          <w:color w:val="0000FF"/>
          <w:highlight w:val="white"/>
          <w:lang w:eastAsia="fi-FI"/>
        </w:rPr>
        <w:t>"</w:t>
      </w:r>
      <w:r w:rsidRPr="008D39F4">
        <w:rPr>
          <w:rFonts w:asciiTheme="minorHAnsi" w:hAnsiTheme="minorHAnsi"/>
          <w:color w:val="FF0000"/>
          <w:highlight w:val="white"/>
          <w:lang w:eastAsia="fi-FI"/>
        </w:rPr>
        <w:t xml:space="preserve"> </w:t>
      </w:r>
      <w:proofErr w:type="spellStart"/>
      <w:r w:rsidRPr="008D39F4">
        <w:rPr>
          <w:rFonts w:asciiTheme="minorHAnsi" w:hAnsiTheme="minorHAnsi"/>
          <w:color w:val="FF0000"/>
          <w:highlight w:val="white"/>
          <w:lang w:eastAsia="fi-FI"/>
        </w:rPr>
        <w:t>codeSystemName</w:t>
      </w:r>
      <w:proofErr w:type="spellEnd"/>
      <w:r w:rsidRPr="008D39F4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8D39F4">
        <w:rPr>
          <w:rFonts w:asciiTheme="minorHAnsi" w:hAnsiTheme="minorHAnsi"/>
          <w:color w:val="000000"/>
          <w:highlight w:val="white"/>
          <w:lang w:eastAsia="fi-FI"/>
        </w:rPr>
        <w:t xml:space="preserve">THL - </w:t>
      </w:r>
      <w:proofErr w:type="spellStart"/>
      <w:r w:rsidRPr="008D39F4">
        <w:rPr>
          <w:rFonts w:asciiTheme="minorHAnsi" w:hAnsiTheme="minorHAnsi"/>
          <w:color w:val="000000"/>
          <w:highlight w:val="white"/>
          <w:lang w:eastAsia="fi-FI"/>
        </w:rPr>
        <w:t>Valmisteen</w:t>
      </w:r>
      <w:proofErr w:type="spellEnd"/>
      <w:r w:rsidRPr="008D39F4">
        <w:rPr>
          <w:rFonts w:asciiTheme="minorHAnsi" w:hAnsiTheme="minorHAnsi"/>
          <w:color w:val="000000"/>
          <w:highlight w:val="white"/>
          <w:lang w:eastAsia="fi-FI"/>
        </w:rPr>
        <w:t xml:space="preserve"> </w:t>
      </w:r>
      <w:proofErr w:type="spellStart"/>
      <w:r w:rsidRPr="008D39F4">
        <w:rPr>
          <w:rFonts w:asciiTheme="minorHAnsi" w:hAnsiTheme="minorHAnsi"/>
          <w:color w:val="000000"/>
          <w:highlight w:val="white"/>
          <w:lang w:eastAsia="fi-FI"/>
        </w:rPr>
        <w:t>laji</w:t>
      </w:r>
      <w:proofErr w:type="spellEnd"/>
      <w:r w:rsidRPr="008D39F4">
        <w:rPr>
          <w:rFonts w:asciiTheme="minorHAnsi" w:hAnsiTheme="minorHAnsi"/>
          <w:color w:val="0000FF"/>
          <w:highlight w:val="white"/>
          <w:lang w:eastAsia="fi-FI"/>
        </w:rPr>
        <w:t>"</w:t>
      </w:r>
      <w:r w:rsidRPr="008D39F4">
        <w:rPr>
          <w:rFonts w:asciiTheme="minorHAnsi" w:hAnsiTheme="minorHAnsi"/>
          <w:color w:val="FF0000"/>
          <w:highlight w:val="white"/>
          <w:lang w:eastAsia="fi-FI"/>
        </w:rPr>
        <w:t xml:space="preserve"> </w:t>
      </w:r>
      <w:proofErr w:type="spellStart"/>
      <w:r w:rsidRPr="008D39F4">
        <w:rPr>
          <w:rFonts w:asciiTheme="minorHAnsi" w:hAnsiTheme="minorHAnsi"/>
          <w:color w:val="FF0000"/>
          <w:highlight w:val="white"/>
          <w:lang w:eastAsia="fi-FI"/>
        </w:rPr>
        <w:t>displayName</w:t>
      </w:r>
      <w:proofErr w:type="spellEnd"/>
      <w:r w:rsidRPr="008D39F4">
        <w:rPr>
          <w:rFonts w:asciiTheme="minorHAnsi" w:hAnsiTheme="minorHAnsi"/>
          <w:color w:val="0000FF"/>
          <w:highlight w:val="white"/>
          <w:lang w:eastAsia="fi-FI"/>
        </w:rPr>
        <w:t>="</w:t>
      </w:r>
      <w:proofErr w:type="spellStart"/>
      <w:r w:rsidRPr="008D39F4">
        <w:rPr>
          <w:rFonts w:asciiTheme="minorHAnsi" w:hAnsiTheme="minorHAnsi"/>
          <w:color w:val="000000"/>
          <w:highlight w:val="white"/>
          <w:lang w:eastAsia="fi-FI"/>
        </w:rPr>
        <w:t>Lääketietokannan</w:t>
      </w:r>
      <w:proofErr w:type="spellEnd"/>
      <w:r w:rsidRPr="008D39F4">
        <w:rPr>
          <w:rFonts w:asciiTheme="minorHAnsi" w:hAnsiTheme="minorHAnsi"/>
          <w:color w:val="000000"/>
          <w:highlight w:val="white"/>
          <w:lang w:eastAsia="fi-FI"/>
        </w:rPr>
        <w:t xml:space="preserve"> </w:t>
      </w:r>
      <w:proofErr w:type="spellStart"/>
      <w:r w:rsidRPr="008D39F4">
        <w:rPr>
          <w:rFonts w:asciiTheme="minorHAnsi" w:hAnsiTheme="minorHAnsi"/>
          <w:color w:val="000000"/>
          <w:highlight w:val="white"/>
          <w:lang w:eastAsia="fi-FI"/>
        </w:rPr>
        <w:t>ulkopuolinen</w:t>
      </w:r>
      <w:proofErr w:type="spellEnd"/>
      <w:r w:rsidRPr="008D39F4">
        <w:rPr>
          <w:rFonts w:asciiTheme="minorHAnsi" w:hAnsiTheme="minorHAnsi"/>
          <w:color w:val="000000"/>
          <w:highlight w:val="white"/>
          <w:lang w:eastAsia="fi-FI"/>
        </w:rPr>
        <w:t xml:space="preserve"> </w:t>
      </w:r>
      <w:proofErr w:type="spellStart"/>
      <w:r w:rsidRPr="008D39F4">
        <w:rPr>
          <w:rFonts w:asciiTheme="minorHAnsi" w:hAnsiTheme="minorHAnsi"/>
          <w:color w:val="000000"/>
          <w:highlight w:val="white"/>
          <w:lang w:eastAsia="fi-FI"/>
        </w:rPr>
        <w:t>valmiste</w:t>
      </w:r>
      <w:proofErr w:type="spellEnd"/>
      <w:r w:rsidRPr="008D39F4">
        <w:rPr>
          <w:rFonts w:asciiTheme="minorHAnsi" w:hAnsiTheme="minorHAnsi"/>
          <w:color w:val="0000FF"/>
          <w:highlight w:val="white"/>
          <w:lang w:eastAsia="fi-FI"/>
        </w:rPr>
        <w:t>"/&gt;</w:t>
      </w:r>
    </w:p>
    <w:p w14:paraId="58A922B3" w14:textId="77777777" w:rsidR="00DE759B" w:rsidRPr="00AD0E3A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8D39F4">
        <w:rPr>
          <w:rFonts w:asciiTheme="minorHAnsi" w:hAnsiTheme="minorHAnsi"/>
          <w:color w:val="000000"/>
          <w:highlight w:val="white"/>
          <w:lang w:eastAsia="fi-FI"/>
        </w:rPr>
        <w:tab/>
      </w:r>
      <w:r w:rsidRPr="00AD0E3A">
        <w:rPr>
          <w:rFonts w:asciiTheme="minorHAnsi" w:hAnsiTheme="minorHAnsi"/>
          <w:color w:val="0000FF"/>
          <w:highlight w:val="white"/>
          <w:lang w:eastAsia="fi-FI"/>
        </w:rPr>
        <w:t>&lt;/</w:t>
      </w:r>
      <w:r w:rsidRPr="00AD0E3A">
        <w:rPr>
          <w:rFonts w:asciiTheme="minorHAnsi" w:hAnsiTheme="minorHAnsi"/>
          <w:highlight w:val="white"/>
          <w:lang w:eastAsia="fi-FI"/>
        </w:rPr>
        <w:t>observation</w:t>
      </w:r>
      <w:r w:rsidRPr="00AD0E3A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34336DC3" w14:textId="42F7696F" w:rsidR="00DE759B" w:rsidRPr="00D72D16" w:rsidRDefault="00DE759B" w:rsidP="00D72D16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AD0E3A">
        <w:rPr>
          <w:rFonts w:asciiTheme="minorHAnsi" w:hAnsiTheme="minorHAnsi"/>
          <w:color w:val="0000FF"/>
          <w:highlight w:val="white"/>
          <w:lang w:eastAsia="fi-FI"/>
        </w:rPr>
        <w:t>&lt;/</w:t>
      </w:r>
      <w:proofErr w:type="spellStart"/>
      <w:r w:rsidRPr="00AD0E3A">
        <w:rPr>
          <w:rFonts w:asciiTheme="minorHAnsi" w:hAnsiTheme="minorHAnsi"/>
          <w:highlight w:val="white"/>
          <w:lang w:eastAsia="fi-FI"/>
        </w:rPr>
        <w:t>entryRelationship</w:t>
      </w:r>
      <w:proofErr w:type="spellEnd"/>
      <w:r w:rsidRPr="00AD0E3A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3406A53C" w14:textId="77777777" w:rsidR="00DE759B" w:rsidRPr="00EE066C" w:rsidRDefault="00DE759B" w:rsidP="00EE066C">
      <w:pPr>
        <w:pStyle w:val="Otsikko2"/>
      </w:pPr>
      <w:bookmarkStart w:id="19" w:name="_Toc367795925"/>
      <w:bookmarkStart w:id="20" w:name="_Toc488070167"/>
      <w:bookmarkStart w:id="21" w:name="_Toc508269172"/>
      <w:r w:rsidRPr="00EE066C">
        <w:t>Lääkevalmisteen vahvuus</w:t>
      </w:r>
      <w:bookmarkEnd w:id="19"/>
      <w:bookmarkEnd w:id="20"/>
      <w:bookmarkEnd w:id="21"/>
      <w:r w:rsidRPr="00EE066C">
        <w:t xml:space="preserve"> </w:t>
      </w:r>
    </w:p>
    <w:p w14:paraId="7DFDCF00" w14:textId="0F801801" w:rsidR="00DE759B" w:rsidRPr="008D39F4" w:rsidRDefault="00DE759B" w:rsidP="00DE759B">
      <w:pPr>
        <w:pStyle w:val="Leipteksti"/>
        <w:rPr>
          <w:lang w:val="en-US"/>
        </w:rPr>
      </w:pPr>
      <w:r>
        <w:t xml:space="preserve">Lääkevalmisteen vahvuus ilmaistaan ulkomailta saapuneissa lääketoimitustiedoissa samalla tavalla kuin suomalaisissa lääketoimitusasiakirjoissa. Lääkevalmisteen vahvuuden vaihto ei ole sallittu toimituksen yhteydessä ulkomailla, mutta </w:t>
      </w:r>
      <w:r w:rsidRPr="00F13531">
        <w:rPr>
          <w:b/>
        </w:rPr>
        <w:t>vahvuuden yksikön tiedot tallentuvat kansainvälisessä UCUM-formaatissa</w:t>
      </w:r>
      <w:r>
        <w:t>.</w:t>
      </w:r>
      <w:r w:rsidR="005E714B">
        <w:t xml:space="preserve"> </w:t>
      </w:r>
      <w:proofErr w:type="spellStart"/>
      <w:r w:rsidR="005E714B" w:rsidRPr="008D39F4">
        <w:rPr>
          <w:lang w:val="en-US"/>
        </w:rPr>
        <w:t>Yksikkö</w:t>
      </w:r>
      <w:proofErr w:type="spellEnd"/>
      <w:r w:rsidR="005E714B" w:rsidRPr="008D39F4">
        <w:rPr>
          <w:lang w:val="en-US"/>
        </w:rPr>
        <w:t xml:space="preserve"> </w:t>
      </w:r>
      <w:proofErr w:type="spellStart"/>
      <w:r w:rsidR="005E714B" w:rsidRPr="008D39F4">
        <w:rPr>
          <w:lang w:val="en-US"/>
        </w:rPr>
        <w:t>voi</w:t>
      </w:r>
      <w:proofErr w:type="spellEnd"/>
      <w:r w:rsidR="005E714B" w:rsidRPr="008D39F4">
        <w:rPr>
          <w:lang w:val="en-US"/>
        </w:rPr>
        <w:t xml:space="preserve"> </w:t>
      </w:r>
      <w:proofErr w:type="spellStart"/>
      <w:r w:rsidR="005E714B" w:rsidRPr="008D39F4">
        <w:rPr>
          <w:lang w:val="en-US"/>
        </w:rPr>
        <w:t>myös</w:t>
      </w:r>
      <w:proofErr w:type="spellEnd"/>
      <w:r w:rsidR="005E714B" w:rsidRPr="008D39F4">
        <w:rPr>
          <w:lang w:val="en-US"/>
        </w:rPr>
        <w:t xml:space="preserve"> </w:t>
      </w:r>
      <w:proofErr w:type="spellStart"/>
      <w:r w:rsidR="005E714B" w:rsidRPr="008D39F4">
        <w:rPr>
          <w:lang w:val="en-US"/>
        </w:rPr>
        <w:t>muuttua</w:t>
      </w:r>
      <w:proofErr w:type="spellEnd"/>
      <w:r w:rsidR="005E714B" w:rsidRPr="008D39F4">
        <w:rPr>
          <w:lang w:val="en-US"/>
        </w:rPr>
        <w:t>.</w:t>
      </w:r>
    </w:p>
    <w:p w14:paraId="438188B4" w14:textId="77777777" w:rsidR="00F13531" w:rsidRPr="008D39F4" w:rsidRDefault="00F13531" w:rsidP="00DE759B">
      <w:pPr>
        <w:pStyle w:val="Leipteksti"/>
        <w:rPr>
          <w:lang w:val="en-US"/>
        </w:rPr>
      </w:pPr>
    </w:p>
    <w:p w14:paraId="0CFB3BE6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spellStart"/>
      <w:r w:rsidRPr="00DC57B9">
        <w:rPr>
          <w:rFonts w:asciiTheme="minorHAnsi" w:hAnsiTheme="minorHAnsi"/>
          <w:highlight w:val="white"/>
          <w:lang w:eastAsia="fi-FI"/>
        </w:rPr>
        <w:t>doseQuantity</w:t>
      </w:r>
      <w:proofErr w:type="spellEnd"/>
      <w:r w:rsidRPr="00DC57B9">
        <w:rPr>
          <w:rFonts w:asciiTheme="minorHAnsi" w:hAnsiTheme="minorHAnsi"/>
          <w:color w:val="FF0000"/>
          <w:highlight w:val="white"/>
          <w:lang w:eastAsia="fi-FI"/>
        </w:rPr>
        <w:t xml:space="preserve"> </w:t>
      </w:r>
      <w:proofErr w:type="spellStart"/>
      <w:r w:rsidRPr="00DC57B9">
        <w:rPr>
          <w:rFonts w:asciiTheme="minorHAnsi" w:hAnsiTheme="minorHAnsi"/>
          <w:color w:val="FF0000"/>
          <w:highlight w:val="white"/>
          <w:lang w:eastAsia="fi-FI"/>
        </w:rPr>
        <w:t>nullFlavor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="</w:t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>NA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"&gt;</w:t>
      </w:r>
    </w:p>
    <w:p w14:paraId="1D3594A3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gramStart"/>
      <w:r w:rsidRPr="00DC57B9">
        <w:rPr>
          <w:rFonts w:asciiTheme="minorHAnsi" w:hAnsiTheme="minorHAnsi"/>
          <w:highlight w:val="white"/>
          <w:lang w:eastAsia="fi-FI"/>
        </w:rPr>
        <w:t>translation</w:t>
      </w:r>
      <w:proofErr w:type="gramEnd"/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2B93FFE4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</w:t>
      </w:r>
      <w:proofErr w:type="spellStart"/>
      <w:proofErr w:type="gramStart"/>
      <w:r w:rsidRPr="00DC57B9">
        <w:rPr>
          <w:rFonts w:asciiTheme="minorHAnsi" w:hAnsiTheme="minorHAnsi"/>
          <w:highlight w:val="white"/>
          <w:lang w:eastAsia="fi-FI"/>
        </w:rPr>
        <w:t>originalText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  <w:proofErr w:type="gramEnd"/>
      <w:r>
        <w:rPr>
          <w:rFonts w:asciiTheme="minorHAnsi" w:hAnsiTheme="minorHAnsi"/>
          <w:color w:val="000000"/>
          <w:highlight w:val="white"/>
          <w:lang w:eastAsia="fi-FI"/>
        </w:rPr>
        <w:t>75 µ</w:t>
      </w:r>
      <w:r w:rsidRPr="00DC57B9">
        <w:rPr>
          <w:rFonts w:asciiTheme="minorHAnsi" w:hAnsiTheme="minorHAnsi"/>
          <w:color w:val="000000"/>
          <w:highlight w:val="white"/>
          <w:lang w:eastAsia="fi-FI"/>
        </w:rPr>
        <w:t>g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proofErr w:type="spellStart"/>
      <w:r w:rsidRPr="00DC57B9">
        <w:rPr>
          <w:rFonts w:asciiTheme="minorHAnsi" w:hAnsiTheme="minorHAnsi"/>
          <w:highlight w:val="white"/>
          <w:lang w:eastAsia="fi-FI"/>
        </w:rPr>
        <w:t>originalText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67CC9D06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00"/>
          <w:highlight w:val="white"/>
          <w:lang w:eastAsia="fi-FI"/>
        </w:rPr>
        <w:tab/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r w:rsidRPr="00DC57B9">
        <w:rPr>
          <w:rFonts w:asciiTheme="minorHAnsi" w:hAnsiTheme="minorHAnsi"/>
          <w:highlight w:val="white"/>
          <w:lang w:eastAsia="fi-FI"/>
        </w:rPr>
        <w:t>translation</w:t>
      </w:r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2FB0EF29" w14:textId="77777777" w:rsidR="00DE759B" w:rsidRPr="00DC57B9" w:rsidRDefault="00DE759B" w:rsidP="00DE759B">
      <w:pPr>
        <w:pStyle w:val="XML"/>
        <w:rPr>
          <w:rFonts w:asciiTheme="minorHAnsi" w:hAnsiTheme="minorHAnsi"/>
          <w:color w:val="000000"/>
          <w:highlight w:val="white"/>
          <w:lang w:eastAsia="fi-FI"/>
        </w:rPr>
      </w:pPr>
      <w:r w:rsidRPr="00DC57B9">
        <w:rPr>
          <w:rFonts w:asciiTheme="minorHAnsi" w:hAnsiTheme="minorHAnsi"/>
          <w:color w:val="0000FF"/>
          <w:highlight w:val="white"/>
          <w:lang w:eastAsia="fi-FI"/>
        </w:rPr>
        <w:t>&lt;/</w:t>
      </w:r>
      <w:proofErr w:type="spellStart"/>
      <w:r w:rsidRPr="00DC57B9">
        <w:rPr>
          <w:rFonts w:asciiTheme="minorHAnsi" w:hAnsiTheme="minorHAnsi"/>
          <w:highlight w:val="white"/>
          <w:lang w:eastAsia="fi-FI"/>
        </w:rPr>
        <w:t>doseQuantity</w:t>
      </w:r>
      <w:proofErr w:type="spellEnd"/>
      <w:r w:rsidRPr="00DC57B9">
        <w:rPr>
          <w:rFonts w:asciiTheme="minorHAnsi" w:hAnsiTheme="minorHAnsi"/>
          <w:color w:val="0000FF"/>
          <w:highlight w:val="white"/>
          <w:lang w:eastAsia="fi-FI"/>
        </w:rPr>
        <w:t>&gt;</w:t>
      </w:r>
    </w:p>
    <w:p w14:paraId="21C69D26" w14:textId="77777777" w:rsidR="00DE759B" w:rsidRDefault="00DE759B" w:rsidP="00EE066C">
      <w:pPr>
        <w:pStyle w:val="Otsikko2"/>
      </w:pPr>
      <w:bookmarkStart w:id="22" w:name="_Toc367795926"/>
      <w:bookmarkStart w:id="23" w:name="_Toc488070168"/>
      <w:bookmarkStart w:id="24" w:name="_Toc508269173"/>
      <w:r>
        <w:t>Toimitettu määrä ja jäljellä oleva määrä</w:t>
      </w:r>
      <w:bookmarkEnd w:id="22"/>
      <w:bookmarkEnd w:id="23"/>
      <w:bookmarkEnd w:id="24"/>
    </w:p>
    <w:p w14:paraId="5B8787E8" w14:textId="60E58B5E" w:rsidR="00DE759B" w:rsidRPr="00FB1799" w:rsidRDefault="00DE759B" w:rsidP="00DE759B">
      <w:pPr>
        <w:pStyle w:val="Leipteksti"/>
        <w:rPr>
          <w:b/>
        </w:rPr>
      </w:pPr>
      <w:r w:rsidRPr="001A07D1">
        <w:rPr>
          <w:b/>
        </w:rPr>
        <w:t>Ulkomailta saapuneissa lääketoimitustiedoissa lääkkeen toimitettu määrä ja jäljellä oleva määrä ilmoitetaan aina kokonaismääränä eikä pakkauksina.</w:t>
      </w:r>
      <w:r>
        <w:t xml:space="preserve"> Syynä on se, että pakkauskoon kerrointa ei tueta kansainvälisessä asiakirjaformaatissa. Lisäksi pakkauksen koon vaihto on ulkomailla tapahtuvassa toimituksessa aina. Kansallinen yhteyspiste vastaa lääkkeen jäljellä olevan määrän laskennasta. </w:t>
      </w:r>
      <w:r w:rsidRPr="00FB1799">
        <w:rPr>
          <w:b/>
        </w:rPr>
        <w:t>Toimitettu ja jäljellä oleva määrä ilmoitetaan aina saman pakkauskoon yksikön mukaisesti, jota on käytetty toimitettavassa lääkemääräyksessä.</w:t>
      </w:r>
    </w:p>
    <w:p w14:paraId="61207DAC" w14:textId="77777777" w:rsidR="00F13531" w:rsidRDefault="00F13531" w:rsidP="00DE759B">
      <w:pPr>
        <w:pStyle w:val="Leipteksti"/>
      </w:pPr>
    </w:p>
    <w:p w14:paraId="7975A598" w14:textId="77777777" w:rsidR="00DE759B" w:rsidRPr="007836B2" w:rsidRDefault="00DE759B" w:rsidP="00DE759B">
      <w:pPr>
        <w:pStyle w:val="XML"/>
        <w:rPr>
          <w:rFonts w:asciiTheme="minorHAnsi" w:hAnsiTheme="minorHAnsi"/>
          <w:color w:val="000000"/>
          <w:highlight w:val="white"/>
        </w:rPr>
      </w:pPr>
      <w:r w:rsidRPr="007836B2">
        <w:rPr>
          <w:rFonts w:asciiTheme="minorHAnsi" w:hAnsiTheme="minorHAnsi"/>
          <w:color w:val="0000FF"/>
          <w:highlight w:val="white"/>
        </w:rPr>
        <w:t>&lt;</w:t>
      </w:r>
      <w:proofErr w:type="spellStart"/>
      <w:r w:rsidRPr="007836B2">
        <w:rPr>
          <w:rFonts w:asciiTheme="minorHAnsi" w:hAnsiTheme="minorHAnsi"/>
          <w:highlight w:val="white"/>
        </w:rPr>
        <w:t>entryRelationship</w:t>
      </w:r>
      <w:proofErr w:type="spellEnd"/>
      <w:r w:rsidRPr="007836B2">
        <w:rPr>
          <w:rFonts w:asciiTheme="minorHAnsi" w:hAnsiTheme="minorHAnsi"/>
          <w:color w:val="FF0000"/>
          <w:highlight w:val="white"/>
        </w:rPr>
        <w:t xml:space="preserve"> </w:t>
      </w:r>
      <w:proofErr w:type="spellStart"/>
      <w:r w:rsidRPr="007836B2">
        <w:rPr>
          <w:rFonts w:asciiTheme="minorHAnsi" w:hAnsiTheme="minorHAnsi"/>
          <w:color w:val="FF0000"/>
          <w:highlight w:val="white"/>
        </w:rPr>
        <w:t>typeCode</w:t>
      </w:r>
      <w:proofErr w:type="spellEnd"/>
      <w:r w:rsidRPr="007836B2">
        <w:rPr>
          <w:rFonts w:asciiTheme="minorHAnsi" w:hAnsiTheme="minorHAnsi"/>
          <w:color w:val="0000FF"/>
          <w:highlight w:val="white"/>
        </w:rPr>
        <w:t>="</w:t>
      </w:r>
      <w:r w:rsidRPr="007836B2">
        <w:rPr>
          <w:rFonts w:asciiTheme="minorHAnsi" w:hAnsiTheme="minorHAnsi"/>
          <w:color w:val="000000"/>
          <w:highlight w:val="white"/>
        </w:rPr>
        <w:t>COMP</w:t>
      </w:r>
      <w:r w:rsidRPr="007836B2">
        <w:rPr>
          <w:rFonts w:asciiTheme="minorHAnsi" w:hAnsiTheme="minorHAnsi"/>
          <w:color w:val="0000FF"/>
          <w:highlight w:val="white"/>
        </w:rPr>
        <w:t>"&gt;</w:t>
      </w:r>
    </w:p>
    <w:p w14:paraId="315EC203" w14:textId="77777777" w:rsidR="00DE759B" w:rsidRPr="007836B2" w:rsidRDefault="00DE759B" w:rsidP="00DE759B">
      <w:pPr>
        <w:pStyle w:val="XML"/>
        <w:rPr>
          <w:rFonts w:asciiTheme="minorHAnsi" w:hAnsiTheme="minorHAnsi"/>
          <w:color w:val="000000"/>
          <w:highlight w:val="white"/>
        </w:rPr>
      </w:pPr>
      <w:r w:rsidRPr="007836B2">
        <w:rPr>
          <w:rFonts w:asciiTheme="minorHAnsi" w:hAnsiTheme="minorHAnsi"/>
          <w:color w:val="000000"/>
          <w:highlight w:val="white"/>
        </w:rPr>
        <w:tab/>
      </w:r>
      <w:r w:rsidRPr="007836B2">
        <w:rPr>
          <w:rFonts w:asciiTheme="minorHAnsi" w:hAnsiTheme="minorHAnsi"/>
          <w:color w:val="0000FF"/>
          <w:highlight w:val="white"/>
        </w:rPr>
        <w:t>&lt;</w:t>
      </w:r>
      <w:r w:rsidRPr="007836B2">
        <w:rPr>
          <w:rFonts w:asciiTheme="minorHAnsi" w:hAnsiTheme="minorHAnsi"/>
          <w:highlight w:val="white"/>
        </w:rPr>
        <w:t>observation</w:t>
      </w:r>
      <w:r w:rsidRPr="007836B2">
        <w:rPr>
          <w:rFonts w:asciiTheme="minorHAnsi" w:hAnsiTheme="minorHAnsi"/>
          <w:color w:val="FF0000"/>
          <w:highlight w:val="white"/>
        </w:rPr>
        <w:t xml:space="preserve"> </w:t>
      </w:r>
      <w:proofErr w:type="spellStart"/>
      <w:r w:rsidRPr="007836B2">
        <w:rPr>
          <w:rFonts w:asciiTheme="minorHAnsi" w:hAnsiTheme="minorHAnsi"/>
          <w:color w:val="FF0000"/>
          <w:highlight w:val="white"/>
        </w:rPr>
        <w:t>classCode</w:t>
      </w:r>
      <w:proofErr w:type="spellEnd"/>
      <w:r w:rsidRPr="007836B2">
        <w:rPr>
          <w:rFonts w:asciiTheme="minorHAnsi" w:hAnsiTheme="minorHAnsi"/>
          <w:color w:val="0000FF"/>
          <w:highlight w:val="white"/>
        </w:rPr>
        <w:t>="</w:t>
      </w:r>
      <w:r w:rsidRPr="007836B2">
        <w:rPr>
          <w:rFonts w:asciiTheme="minorHAnsi" w:hAnsiTheme="minorHAnsi"/>
          <w:color w:val="000000"/>
          <w:highlight w:val="white"/>
        </w:rPr>
        <w:t>OBS</w:t>
      </w:r>
      <w:r w:rsidRPr="007836B2">
        <w:rPr>
          <w:rFonts w:asciiTheme="minorHAnsi" w:hAnsiTheme="minorHAnsi"/>
          <w:color w:val="0000FF"/>
          <w:highlight w:val="white"/>
        </w:rPr>
        <w:t>"</w:t>
      </w:r>
      <w:r w:rsidRPr="007836B2">
        <w:rPr>
          <w:rFonts w:asciiTheme="minorHAnsi" w:hAnsiTheme="minorHAnsi"/>
          <w:color w:val="FF0000"/>
          <w:highlight w:val="white"/>
        </w:rPr>
        <w:t xml:space="preserve"> </w:t>
      </w:r>
      <w:proofErr w:type="spellStart"/>
      <w:r w:rsidRPr="007836B2">
        <w:rPr>
          <w:rFonts w:asciiTheme="minorHAnsi" w:hAnsiTheme="minorHAnsi"/>
          <w:color w:val="FF0000"/>
          <w:highlight w:val="white"/>
        </w:rPr>
        <w:t>moodCode</w:t>
      </w:r>
      <w:proofErr w:type="spellEnd"/>
      <w:r w:rsidRPr="007836B2">
        <w:rPr>
          <w:rFonts w:asciiTheme="minorHAnsi" w:hAnsiTheme="minorHAnsi"/>
          <w:color w:val="0000FF"/>
          <w:highlight w:val="white"/>
        </w:rPr>
        <w:t>="</w:t>
      </w:r>
      <w:r w:rsidRPr="007836B2">
        <w:rPr>
          <w:rFonts w:asciiTheme="minorHAnsi" w:hAnsiTheme="minorHAnsi"/>
          <w:color w:val="000000"/>
          <w:highlight w:val="white"/>
        </w:rPr>
        <w:t>EVN</w:t>
      </w:r>
      <w:r w:rsidRPr="007836B2">
        <w:rPr>
          <w:rFonts w:asciiTheme="minorHAnsi" w:hAnsiTheme="minorHAnsi"/>
          <w:color w:val="0000FF"/>
          <w:highlight w:val="white"/>
        </w:rPr>
        <w:t>"&gt;</w:t>
      </w:r>
    </w:p>
    <w:p w14:paraId="1B45C86E" w14:textId="77777777" w:rsidR="00DE759B" w:rsidRPr="007836B2" w:rsidRDefault="00DE759B" w:rsidP="00DE759B">
      <w:pPr>
        <w:pStyle w:val="XML"/>
        <w:rPr>
          <w:rFonts w:asciiTheme="minorHAnsi" w:hAnsiTheme="minorHAnsi"/>
          <w:color w:val="000000"/>
          <w:highlight w:val="white"/>
        </w:rPr>
      </w:pPr>
      <w:r w:rsidRPr="007836B2">
        <w:rPr>
          <w:rFonts w:asciiTheme="minorHAnsi" w:hAnsiTheme="minorHAnsi"/>
          <w:color w:val="000000"/>
          <w:highlight w:val="white"/>
        </w:rPr>
        <w:tab/>
      </w:r>
      <w:r w:rsidRPr="007836B2">
        <w:rPr>
          <w:rFonts w:asciiTheme="minorHAnsi" w:hAnsiTheme="minorHAnsi"/>
          <w:color w:val="000000"/>
          <w:highlight w:val="white"/>
        </w:rPr>
        <w:tab/>
      </w:r>
      <w:r w:rsidRPr="007836B2">
        <w:rPr>
          <w:rFonts w:asciiTheme="minorHAnsi" w:hAnsiTheme="minorHAnsi"/>
          <w:color w:val="0000FF"/>
          <w:highlight w:val="white"/>
        </w:rPr>
        <w:t>&lt;</w:t>
      </w:r>
      <w:r w:rsidRPr="007836B2">
        <w:rPr>
          <w:rFonts w:asciiTheme="minorHAnsi" w:hAnsiTheme="minorHAnsi"/>
          <w:highlight w:val="white"/>
        </w:rPr>
        <w:t>code</w:t>
      </w:r>
      <w:r w:rsidRPr="007836B2">
        <w:rPr>
          <w:rFonts w:asciiTheme="minorHAnsi" w:hAnsiTheme="minorHAnsi"/>
          <w:color w:val="FF0000"/>
          <w:highlight w:val="white"/>
        </w:rPr>
        <w:t xml:space="preserve"> code</w:t>
      </w:r>
      <w:r w:rsidRPr="007836B2">
        <w:rPr>
          <w:rFonts w:asciiTheme="minorHAnsi" w:hAnsiTheme="minorHAnsi"/>
          <w:color w:val="0000FF"/>
          <w:highlight w:val="white"/>
        </w:rPr>
        <w:t>="</w:t>
      </w:r>
      <w:r w:rsidRPr="007836B2">
        <w:rPr>
          <w:rFonts w:asciiTheme="minorHAnsi" w:hAnsiTheme="minorHAnsi"/>
          <w:color w:val="000000"/>
          <w:highlight w:val="white"/>
        </w:rPr>
        <w:t>102</w:t>
      </w:r>
      <w:r w:rsidRPr="007836B2">
        <w:rPr>
          <w:rFonts w:asciiTheme="minorHAnsi" w:hAnsiTheme="minorHAnsi"/>
          <w:color w:val="0000FF"/>
          <w:highlight w:val="white"/>
        </w:rPr>
        <w:t>"</w:t>
      </w:r>
      <w:r w:rsidRPr="007836B2">
        <w:rPr>
          <w:rFonts w:asciiTheme="minorHAnsi" w:hAnsiTheme="minorHAnsi"/>
          <w:color w:val="FF0000"/>
          <w:highlight w:val="white"/>
        </w:rPr>
        <w:t xml:space="preserve"> </w:t>
      </w:r>
      <w:proofErr w:type="spellStart"/>
      <w:r w:rsidRPr="007836B2">
        <w:rPr>
          <w:rFonts w:asciiTheme="minorHAnsi" w:hAnsiTheme="minorHAnsi"/>
          <w:color w:val="FF0000"/>
          <w:highlight w:val="white"/>
        </w:rPr>
        <w:t>codeSystem</w:t>
      </w:r>
      <w:proofErr w:type="spellEnd"/>
      <w:r w:rsidRPr="007836B2">
        <w:rPr>
          <w:rFonts w:asciiTheme="minorHAnsi" w:hAnsiTheme="minorHAnsi"/>
          <w:color w:val="0000FF"/>
          <w:highlight w:val="white"/>
        </w:rPr>
        <w:t>="</w:t>
      </w:r>
      <w:r w:rsidRPr="007836B2">
        <w:rPr>
          <w:rFonts w:asciiTheme="minorHAnsi" w:hAnsiTheme="minorHAnsi"/>
          <w:color w:val="000000"/>
          <w:highlight w:val="white"/>
        </w:rPr>
        <w:t>1.2.246.537.6.12.2002.126</w:t>
      </w:r>
      <w:r w:rsidRPr="007836B2">
        <w:rPr>
          <w:rFonts w:asciiTheme="minorHAnsi" w:hAnsiTheme="minorHAnsi"/>
          <w:color w:val="0000FF"/>
          <w:highlight w:val="white"/>
        </w:rPr>
        <w:t>"</w:t>
      </w:r>
      <w:r w:rsidRPr="007836B2">
        <w:rPr>
          <w:rFonts w:asciiTheme="minorHAnsi" w:hAnsiTheme="minorHAnsi"/>
          <w:color w:val="FF0000"/>
          <w:highlight w:val="white"/>
        </w:rPr>
        <w:t xml:space="preserve"> </w:t>
      </w:r>
      <w:proofErr w:type="spellStart"/>
      <w:r w:rsidRPr="007836B2">
        <w:rPr>
          <w:rFonts w:asciiTheme="minorHAnsi" w:hAnsiTheme="minorHAnsi"/>
          <w:color w:val="FF0000"/>
          <w:highlight w:val="white"/>
        </w:rPr>
        <w:t>codeSystemName</w:t>
      </w:r>
      <w:proofErr w:type="spellEnd"/>
      <w:r w:rsidRPr="007836B2">
        <w:rPr>
          <w:rFonts w:asciiTheme="minorHAnsi" w:hAnsiTheme="minorHAnsi"/>
          <w:color w:val="0000FF"/>
          <w:highlight w:val="white"/>
        </w:rPr>
        <w:t>="</w:t>
      </w:r>
      <w:proofErr w:type="spellStart"/>
      <w:r w:rsidRPr="007836B2">
        <w:rPr>
          <w:rFonts w:asciiTheme="minorHAnsi" w:hAnsiTheme="minorHAnsi"/>
          <w:color w:val="000000"/>
          <w:highlight w:val="white"/>
        </w:rPr>
        <w:t>Lääkityslista</w:t>
      </w:r>
      <w:proofErr w:type="spellEnd"/>
      <w:r w:rsidRPr="007836B2">
        <w:rPr>
          <w:rFonts w:asciiTheme="minorHAnsi" w:hAnsiTheme="minorHAnsi"/>
          <w:color w:val="0000FF"/>
          <w:highlight w:val="white"/>
        </w:rPr>
        <w:t>"</w:t>
      </w:r>
      <w:r w:rsidRPr="007836B2">
        <w:rPr>
          <w:rFonts w:asciiTheme="minorHAnsi" w:hAnsiTheme="minorHAnsi"/>
          <w:color w:val="FF0000"/>
          <w:highlight w:val="white"/>
        </w:rPr>
        <w:t xml:space="preserve"> </w:t>
      </w:r>
      <w:proofErr w:type="spellStart"/>
      <w:r w:rsidRPr="007836B2">
        <w:rPr>
          <w:rFonts w:asciiTheme="minorHAnsi" w:hAnsiTheme="minorHAnsi"/>
          <w:color w:val="FF0000"/>
          <w:highlight w:val="white"/>
        </w:rPr>
        <w:t>displayName</w:t>
      </w:r>
      <w:proofErr w:type="spellEnd"/>
      <w:r w:rsidRPr="007836B2">
        <w:rPr>
          <w:rFonts w:asciiTheme="minorHAnsi" w:hAnsiTheme="minorHAnsi"/>
          <w:color w:val="0000FF"/>
          <w:highlight w:val="white"/>
        </w:rPr>
        <w:t>="</w:t>
      </w:r>
      <w:proofErr w:type="spellStart"/>
      <w:r w:rsidRPr="007836B2">
        <w:rPr>
          <w:rFonts w:asciiTheme="minorHAnsi" w:hAnsiTheme="minorHAnsi"/>
          <w:color w:val="000000"/>
          <w:highlight w:val="white"/>
        </w:rPr>
        <w:t>Toimitettu</w:t>
      </w:r>
      <w:proofErr w:type="spellEnd"/>
      <w:r w:rsidRPr="007836B2">
        <w:rPr>
          <w:rFonts w:asciiTheme="minorHAnsi" w:hAnsiTheme="minorHAnsi"/>
          <w:color w:val="000000"/>
          <w:highlight w:val="white"/>
        </w:rPr>
        <w:t xml:space="preserve"> </w:t>
      </w:r>
      <w:proofErr w:type="spellStart"/>
      <w:r w:rsidRPr="007836B2">
        <w:rPr>
          <w:rFonts w:asciiTheme="minorHAnsi" w:hAnsiTheme="minorHAnsi"/>
          <w:color w:val="000000"/>
          <w:highlight w:val="white"/>
        </w:rPr>
        <w:t>määrä</w:t>
      </w:r>
      <w:proofErr w:type="spellEnd"/>
      <w:r w:rsidRPr="007836B2">
        <w:rPr>
          <w:rFonts w:asciiTheme="minorHAnsi" w:hAnsiTheme="minorHAnsi"/>
          <w:color w:val="0000FF"/>
          <w:highlight w:val="white"/>
        </w:rPr>
        <w:t>"/&gt;</w:t>
      </w:r>
    </w:p>
    <w:p w14:paraId="5F26E78B" w14:textId="77777777" w:rsidR="00DE759B" w:rsidRPr="007836B2" w:rsidRDefault="00DE759B" w:rsidP="00DE759B">
      <w:pPr>
        <w:pStyle w:val="XML"/>
        <w:rPr>
          <w:rFonts w:asciiTheme="minorHAnsi" w:hAnsiTheme="minorHAnsi"/>
          <w:color w:val="000000"/>
          <w:highlight w:val="white"/>
        </w:rPr>
      </w:pPr>
      <w:r w:rsidRPr="007836B2">
        <w:rPr>
          <w:rFonts w:asciiTheme="minorHAnsi" w:hAnsiTheme="minorHAnsi"/>
          <w:color w:val="000000"/>
          <w:highlight w:val="white"/>
        </w:rPr>
        <w:tab/>
      </w:r>
      <w:r w:rsidRPr="007836B2">
        <w:rPr>
          <w:rFonts w:asciiTheme="minorHAnsi" w:hAnsiTheme="minorHAnsi"/>
          <w:color w:val="000000"/>
          <w:highlight w:val="white"/>
        </w:rPr>
        <w:tab/>
      </w:r>
      <w:r w:rsidRPr="007836B2">
        <w:rPr>
          <w:rFonts w:asciiTheme="minorHAnsi" w:hAnsiTheme="minorHAnsi"/>
          <w:color w:val="0000FF"/>
          <w:highlight w:val="white"/>
        </w:rPr>
        <w:t>&lt;</w:t>
      </w:r>
      <w:r w:rsidRPr="007836B2">
        <w:rPr>
          <w:rFonts w:asciiTheme="minorHAnsi" w:hAnsiTheme="minorHAnsi"/>
          <w:highlight w:val="white"/>
        </w:rPr>
        <w:t>value</w:t>
      </w:r>
      <w:r w:rsidRPr="007836B2">
        <w:rPr>
          <w:rFonts w:asciiTheme="minorHAnsi" w:hAnsiTheme="minorHAnsi"/>
          <w:color w:val="FF0000"/>
          <w:highlight w:val="white"/>
        </w:rPr>
        <w:t xml:space="preserve"> unit</w:t>
      </w:r>
      <w:r w:rsidRPr="007836B2">
        <w:rPr>
          <w:rFonts w:asciiTheme="minorHAnsi" w:hAnsiTheme="minorHAnsi"/>
          <w:color w:val="0000FF"/>
          <w:highlight w:val="white"/>
        </w:rPr>
        <w:t>="</w:t>
      </w:r>
      <w:proofErr w:type="spellStart"/>
      <w:r w:rsidRPr="007836B2">
        <w:rPr>
          <w:rFonts w:asciiTheme="minorHAnsi" w:hAnsiTheme="minorHAnsi"/>
          <w:color w:val="000000"/>
          <w:highlight w:val="white"/>
        </w:rPr>
        <w:t>annosta</w:t>
      </w:r>
      <w:proofErr w:type="spellEnd"/>
      <w:r w:rsidRPr="007836B2">
        <w:rPr>
          <w:rFonts w:asciiTheme="minorHAnsi" w:hAnsiTheme="minorHAnsi"/>
          <w:color w:val="0000FF"/>
          <w:highlight w:val="white"/>
        </w:rPr>
        <w:t>"</w:t>
      </w:r>
      <w:r w:rsidRPr="007836B2">
        <w:rPr>
          <w:rFonts w:asciiTheme="minorHAnsi" w:hAnsiTheme="minorHAnsi"/>
          <w:color w:val="FF0000"/>
          <w:highlight w:val="white"/>
        </w:rPr>
        <w:t xml:space="preserve"> value</w:t>
      </w:r>
      <w:r w:rsidRPr="007836B2">
        <w:rPr>
          <w:rFonts w:asciiTheme="minorHAnsi" w:hAnsiTheme="minorHAnsi"/>
          <w:color w:val="0000FF"/>
          <w:highlight w:val="white"/>
        </w:rPr>
        <w:t>="</w:t>
      </w:r>
      <w:r w:rsidRPr="007836B2">
        <w:rPr>
          <w:rFonts w:asciiTheme="minorHAnsi" w:hAnsiTheme="minorHAnsi"/>
          <w:color w:val="000000"/>
          <w:highlight w:val="white"/>
        </w:rPr>
        <w:t>1598</w:t>
      </w:r>
      <w:r w:rsidRPr="007836B2">
        <w:rPr>
          <w:rFonts w:asciiTheme="minorHAnsi" w:hAnsiTheme="minorHAnsi"/>
          <w:color w:val="0000FF"/>
          <w:highlight w:val="white"/>
        </w:rPr>
        <w:t>"</w:t>
      </w:r>
      <w:r w:rsidRPr="007836B2">
        <w:rPr>
          <w:rFonts w:asciiTheme="minorHAnsi" w:hAnsiTheme="minorHAnsi"/>
          <w:color w:val="FF0000"/>
          <w:highlight w:val="white"/>
        </w:rPr>
        <w:t xml:space="preserve"> </w:t>
      </w:r>
      <w:proofErr w:type="spellStart"/>
      <w:r w:rsidRPr="007836B2">
        <w:rPr>
          <w:rFonts w:asciiTheme="minorHAnsi" w:hAnsiTheme="minorHAnsi"/>
          <w:color w:val="FF0000"/>
          <w:highlight w:val="white"/>
        </w:rPr>
        <w:t>xsi</w:t>
      </w:r>
      <w:proofErr w:type="gramStart"/>
      <w:r w:rsidRPr="007836B2">
        <w:rPr>
          <w:rFonts w:asciiTheme="minorHAnsi" w:hAnsiTheme="minorHAnsi"/>
          <w:color w:val="FF0000"/>
          <w:highlight w:val="white"/>
        </w:rPr>
        <w:t>:type</w:t>
      </w:r>
      <w:proofErr w:type="spellEnd"/>
      <w:proofErr w:type="gramEnd"/>
      <w:r w:rsidRPr="007836B2">
        <w:rPr>
          <w:rFonts w:asciiTheme="minorHAnsi" w:hAnsiTheme="minorHAnsi"/>
          <w:color w:val="0000FF"/>
          <w:highlight w:val="white"/>
        </w:rPr>
        <w:t>="</w:t>
      </w:r>
      <w:r w:rsidRPr="007836B2">
        <w:rPr>
          <w:rFonts w:asciiTheme="minorHAnsi" w:hAnsiTheme="minorHAnsi"/>
          <w:color w:val="000000"/>
          <w:highlight w:val="white"/>
        </w:rPr>
        <w:t>PQ</w:t>
      </w:r>
      <w:r w:rsidRPr="007836B2">
        <w:rPr>
          <w:rFonts w:asciiTheme="minorHAnsi" w:hAnsiTheme="minorHAnsi"/>
          <w:color w:val="0000FF"/>
          <w:highlight w:val="white"/>
        </w:rPr>
        <w:t>"/&gt;</w:t>
      </w:r>
    </w:p>
    <w:p w14:paraId="728DB98D" w14:textId="77777777" w:rsidR="00DE759B" w:rsidRPr="007836B2" w:rsidRDefault="00DE759B" w:rsidP="00DE759B">
      <w:pPr>
        <w:pStyle w:val="XML"/>
        <w:rPr>
          <w:rFonts w:asciiTheme="minorHAnsi" w:hAnsiTheme="minorHAnsi"/>
          <w:color w:val="000000"/>
          <w:highlight w:val="white"/>
        </w:rPr>
      </w:pPr>
      <w:r w:rsidRPr="007836B2">
        <w:rPr>
          <w:rFonts w:asciiTheme="minorHAnsi" w:hAnsiTheme="minorHAnsi"/>
          <w:color w:val="000000"/>
          <w:highlight w:val="white"/>
        </w:rPr>
        <w:tab/>
      </w:r>
      <w:r w:rsidRPr="007836B2">
        <w:rPr>
          <w:rFonts w:asciiTheme="minorHAnsi" w:hAnsiTheme="minorHAnsi"/>
          <w:color w:val="0000FF"/>
          <w:highlight w:val="white"/>
        </w:rPr>
        <w:t>&lt;/</w:t>
      </w:r>
      <w:r w:rsidRPr="007836B2">
        <w:rPr>
          <w:rFonts w:asciiTheme="minorHAnsi" w:hAnsiTheme="minorHAnsi"/>
          <w:highlight w:val="white"/>
        </w:rPr>
        <w:t>observation</w:t>
      </w:r>
      <w:r w:rsidRPr="007836B2">
        <w:rPr>
          <w:rFonts w:asciiTheme="minorHAnsi" w:hAnsiTheme="minorHAnsi"/>
          <w:color w:val="0000FF"/>
          <w:highlight w:val="white"/>
        </w:rPr>
        <w:t>&gt;</w:t>
      </w:r>
    </w:p>
    <w:p w14:paraId="4214524E" w14:textId="77777777" w:rsidR="00DE759B" w:rsidRPr="007836B2" w:rsidRDefault="00DE759B" w:rsidP="00DE759B">
      <w:pPr>
        <w:pStyle w:val="XML"/>
        <w:rPr>
          <w:rFonts w:asciiTheme="minorHAnsi" w:hAnsiTheme="minorHAnsi"/>
          <w:color w:val="000000"/>
          <w:highlight w:val="white"/>
        </w:rPr>
      </w:pPr>
      <w:r w:rsidRPr="007836B2">
        <w:rPr>
          <w:rFonts w:asciiTheme="minorHAnsi" w:hAnsiTheme="minorHAnsi"/>
          <w:color w:val="0000FF"/>
          <w:highlight w:val="white"/>
        </w:rPr>
        <w:t>&lt;/</w:t>
      </w:r>
      <w:proofErr w:type="spellStart"/>
      <w:r w:rsidRPr="007836B2">
        <w:rPr>
          <w:rFonts w:asciiTheme="minorHAnsi" w:hAnsiTheme="minorHAnsi"/>
          <w:highlight w:val="white"/>
        </w:rPr>
        <w:t>entryRelationship</w:t>
      </w:r>
      <w:proofErr w:type="spellEnd"/>
      <w:r w:rsidRPr="007836B2">
        <w:rPr>
          <w:rFonts w:asciiTheme="minorHAnsi" w:hAnsiTheme="minorHAnsi"/>
          <w:color w:val="0000FF"/>
          <w:highlight w:val="white"/>
        </w:rPr>
        <w:t>&gt;</w:t>
      </w:r>
    </w:p>
    <w:p w14:paraId="20A64C62" w14:textId="77777777" w:rsidR="00DE759B" w:rsidRPr="007836B2" w:rsidRDefault="00DE759B" w:rsidP="00DE759B">
      <w:pPr>
        <w:pStyle w:val="XML"/>
        <w:rPr>
          <w:rFonts w:asciiTheme="minorHAnsi" w:hAnsiTheme="minorHAnsi"/>
          <w:color w:val="000000"/>
          <w:highlight w:val="white"/>
        </w:rPr>
      </w:pPr>
      <w:r w:rsidRPr="007836B2">
        <w:rPr>
          <w:rFonts w:asciiTheme="minorHAnsi" w:hAnsiTheme="minorHAnsi"/>
          <w:color w:val="0000FF"/>
          <w:highlight w:val="white"/>
        </w:rPr>
        <w:t>&lt;</w:t>
      </w:r>
      <w:proofErr w:type="spellStart"/>
      <w:r w:rsidRPr="007836B2">
        <w:rPr>
          <w:rFonts w:asciiTheme="minorHAnsi" w:hAnsiTheme="minorHAnsi"/>
          <w:highlight w:val="white"/>
        </w:rPr>
        <w:t>entryRelationship</w:t>
      </w:r>
      <w:proofErr w:type="spellEnd"/>
      <w:r w:rsidRPr="007836B2">
        <w:rPr>
          <w:rFonts w:asciiTheme="minorHAnsi" w:hAnsiTheme="minorHAnsi"/>
          <w:color w:val="FF0000"/>
          <w:highlight w:val="white"/>
        </w:rPr>
        <w:t xml:space="preserve"> </w:t>
      </w:r>
      <w:proofErr w:type="spellStart"/>
      <w:r w:rsidRPr="007836B2">
        <w:rPr>
          <w:rFonts w:asciiTheme="minorHAnsi" w:hAnsiTheme="minorHAnsi"/>
          <w:color w:val="FF0000"/>
          <w:highlight w:val="white"/>
        </w:rPr>
        <w:t>typeCode</w:t>
      </w:r>
      <w:proofErr w:type="spellEnd"/>
      <w:r w:rsidRPr="007836B2">
        <w:rPr>
          <w:rFonts w:asciiTheme="minorHAnsi" w:hAnsiTheme="minorHAnsi"/>
          <w:color w:val="0000FF"/>
          <w:highlight w:val="white"/>
        </w:rPr>
        <w:t>="</w:t>
      </w:r>
      <w:r w:rsidRPr="007836B2">
        <w:rPr>
          <w:rFonts w:asciiTheme="minorHAnsi" w:hAnsiTheme="minorHAnsi"/>
          <w:color w:val="000000"/>
          <w:highlight w:val="white"/>
        </w:rPr>
        <w:t>COMP</w:t>
      </w:r>
      <w:r w:rsidRPr="007836B2">
        <w:rPr>
          <w:rFonts w:asciiTheme="minorHAnsi" w:hAnsiTheme="minorHAnsi"/>
          <w:color w:val="0000FF"/>
          <w:highlight w:val="white"/>
        </w:rPr>
        <w:t>"&gt;</w:t>
      </w:r>
    </w:p>
    <w:p w14:paraId="26CD2179" w14:textId="77777777" w:rsidR="00DE759B" w:rsidRPr="007836B2" w:rsidRDefault="00DE759B" w:rsidP="00DE759B">
      <w:pPr>
        <w:pStyle w:val="XML"/>
        <w:rPr>
          <w:rFonts w:asciiTheme="minorHAnsi" w:hAnsiTheme="minorHAnsi"/>
          <w:color w:val="000000"/>
          <w:highlight w:val="white"/>
        </w:rPr>
      </w:pPr>
      <w:r w:rsidRPr="007836B2">
        <w:rPr>
          <w:rFonts w:asciiTheme="minorHAnsi" w:hAnsiTheme="minorHAnsi"/>
          <w:color w:val="000000"/>
          <w:highlight w:val="white"/>
        </w:rPr>
        <w:tab/>
      </w:r>
      <w:r w:rsidRPr="007836B2">
        <w:rPr>
          <w:rFonts w:asciiTheme="minorHAnsi" w:hAnsiTheme="minorHAnsi"/>
          <w:color w:val="0000FF"/>
          <w:highlight w:val="white"/>
        </w:rPr>
        <w:t>&lt;</w:t>
      </w:r>
      <w:r w:rsidRPr="007836B2">
        <w:rPr>
          <w:rFonts w:asciiTheme="minorHAnsi" w:hAnsiTheme="minorHAnsi"/>
          <w:highlight w:val="white"/>
        </w:rPr>
        <w:t>observation</w:t>
      </w:r>
      <w:r w:rsidRPr="007836B2">
        <w:rPr>
          <w:rFonts w:asciiTheme="minorHAnsi" w:hAnsiTheme="minorHAnsi"/>
          <w:color w:val="FF0000"/>
          <w:highlight w:val="white"/>
        </w:rPr>
        <w:t xml:space="preserve"> </w:t>
      </w:r>
      <w:proofErr w:type="spellStart"/>
      <w:r w:rsidRPr="007836B2">
        <w:rPr>
          <w:rFonts w:asciiTheme="minorHAnsi" w:hAnsiTheme="minorHAnsi"/>
          <w:color w:val="FF0000"/>
          <w:highlight w:val="white"/>
        </w:rPr>
        <w:t>classCode</w:t>
      </w:r>
      <w:proofErr w:type="spellEnd"/>
      <w:r w:rsidRPr="007836B2">
        <w:rPr>
          <w:rFonts w:asciiTheme="minorHAnsi" w:hAnsiTheme="minorHAnsi"/>
          <w:color w:val="0000FF"/>
          <w:highlight w:val="white"/>
        </w:rPr>
        <w:t>="</w:t>
      </w:r>
      <w:r w:rsidRPr="007836B2">
        <w:rPr>
          <w:rFonts w:asciiTheme="minorHAnsi" w:hAnsiTheme="minorHAnsi"/>
          <w:color w:val="000000"/>
          <w:highlight w:val="white"/>
        </w:rPr>
        <w:t>OBS</w:t>
      </w:r>
      <w:r w:rsidRPr="007836B2">
        <w:rPr>
          <w:rFonts w:asciiTheme="minorHAnsi" w:hAnsiTheme="minorHAnsi"/>
          <w:color w:val="0000FF"/>
          <w:highlight w:val="white"/>
        </w:rPr>
        <w:t>"</w:t>
      </w:r>
      <w:r w:rsidRPr="007836B2">
        <w:rPr>
          <w:rFonts w:asciiTheme="minorHAnsi" w:hAnsiTheme="minorHAnsi"/>
          <w:color w:val="FF0000"/>
          <w:highlight w:val="white"/>
        </w:rPr>
        <w:t xml:space="preserve"> </w:t>
      </w:r>
      <w:proofErr w:type="spellStart"/>
      <w:r w:rsidRPr="007836B2">
        <w:rPr>
          <w:rFonts w:asciiTheme="minorHAnsi" w:hAnsiTheme="minorHAnsi"/>
          <w:color w:val="FF0000"/>
          <w:highlight w:val="white"/>
        </w:rPr>
        <w:t>moodCode</w:t>
      </w:r>
      <w:proofErr w:type="spellEnd"/>
      <w:r w:rsidRPr="007836B2">
        <w:rPr>
          <w:rFonts w:asciiTheme="minorHAnsi" w:hAnsiTheme="minorHAnsi"/>
          <w:color w:val="0000FF"/>
          <w:highlight w:val="white"/>
        </w:rPr>
        <w:t>="</w:t>
      </w:r>
      <w:r w:rsidRPr="007836B2">
        <w:rPr>
          <w:rFonts w:asciiTheme="minorHAnsi" w:hAnsiTheme="minorHAnsi"/>
          <w:color w:val="000000"/>
          <w:highlight w:val="white"/>
        </w:rPr>
        <w:t>EVN</w:t>
      </w:r>
      <w:r w:rsidRPr="007836B2">
        <w:rPr>
          <w:rFonts w:asciiTheme="minorHAnsi" w:hAnsiTheme="minorHAnsi"/>
          <w:color w:val="0000FF"/>
          <w:highlight w:val="white"/>
        </w:rPr>
        <w:t>"&gt;</w:t>
      </w:r>
    </w:p>
    <w:p w14:paraId="2689D894" w14:textId="77777777" w:rsidR="00DE759B" w:rsidRPr="00DE759B" w:rsidRDefault="00DE759B" w:rsidP="00DE759B">
      <w:pPr>
        <w:pStyle w:val="XML"/>
        <w:rPr>
          <w:rFonts w:asciiTheme="minorHAnsi" w:hAnsiTheme="minorHAnsi"/>
          <w:color w:val="000000"/>
          <w:highlight w:val="white"/>
        </w:rPr>
      </w:pPr>
      <w:r w:rsidRPr="007836B2">
        <w:rPr>
          <w:rFonts w:asciiTheme="minorHAnsi" w:hAnsiTheme="minorHAnsi"/>
          <w:color w:val="000000"/>
          <w:highlight w:val="white"/>
        </w:rPr>
        <w:tab/>
      </w:r>
      <w:r w:rsidRPr="007836B2">
        <w:rPr>
          <w:rFonts w:asciiTheme="minorHAnsi" w:hAnsiTheme="minorHAnsi"/>
          <w:color w:val="000000"/>
          <w:highlight w:val="white"/>
        </w:rPr>
        <w:tab/>
      </w:r>
      <w:r w:rsidRPr="00DE759B">
        <w:rPr>
          <w:rFonts w:asciiTheme="minorHAnsi" w:hAnsiTheme="minorHAnsi"/>
          <w:color w:val="0000FF"/>
          <w:highlight w:val="white"/>
        </w:rPr>
        <w:t>&lt;</w:t>
      </w:r>
      <w:r w:rsidRPr="00DE759B">
        <w:rPr>
          <w:rFonts w:asciiTheme="minorHAnsi" w:hAnsiTheme="minorHAnsi"/>
          <w:highlight w:val="white"/>
        </w:rPr>
        <w:t>code</w:t>
      </w:r>
      <w:r w:rsidRPr="00DE759B">
        <w:rPr>
          <w:rFonts w:asciiTheme="minorHAnsi" w:hAnsiTheme="minorHAnsi"/>
          <w:color w:val="FF0000"/>
          <w:highlight w:val="white"/>
        </w:rPr>
        <w:t xml:space="preserve"> code</w:t>
      </w:r>
      <w:r w:rsidRPr="00DE759B">
        <w:rPr>
          <w:rFonts w:asciiTheme="minorHAnsi" w:hAnsiTheme="minorHAnsi"/>
          <w:color w:val="0000FF"/>
          <w:highlight w:val="white"/>
        </w:rPr>
        <w:t>="</w:t>
      </w:r>
      <w:r w:rsidRPr="00DE759B">
        <w:rPr>
          <w:rFonts w:asciiTheme="minorHAnsi" w:hAnsiTheme="minorHAnsi"/>
          <w:color w:val="000000"/>
          <w:highlight w:val="white"/>
        </w:rPr>
        <w:t>103</w:t>
      </w:r>
      <w:r w:rsidRPr="00DE759B">
        <w:rPr>
          <w:rFonts w:asciiTheme="minorHAnsi" w:hAnsiTheme="minorHAnsi"/>
          <w:color w:val="0000FF"/>
          <w:highlight w:val="white"/>
        </w:rPr>
        <w:t>"</w:t>
      </w:r>
      <w:r w:rsidRPr="00DE759B">
        <w:rPr>
          <w:rFonts w:asciiTheme="minorHAnsi" w:hAnsiTheme="minorHAnsi"/>
          <w:color w:val="FF0000"/>
          <w:highlight w:val="white"/>
        </w:rPr>
        <w:t xml:space="preserve"> </w:t>
      </w:r>
      <w:proofErr w:type="spellStart"/>
      <w:r w:rsidRPr="00DE759B">
        <w:rPr>
          <w:rFonts w:asciiTheme="minorHAnsi" w:hAnsiTheme="minorHAnsi"/>
          <w:color w:val="FF0000"/>
          <w:highlight w:val="white"/>
        </w:rPr>
        <w:t>codeSystem</w:t>
      </w:r>
      <w:proofErr w:type="spellEnd"/>
      <w:r w:rsidRPr="00DE759B">
        <w:rPr>
          <w:rFonts w:asciiTheme="minorHAnsi" w:hAnsiTheme="minorHAnsi"/>
          <w:color w:val="0000FF"/>
          <w:highlight w:val="white"/>
        </w:rPr>
        <w:t>="</w:t>
      </w:r>
      <w:r w:rsidRPr="00DE759B">
        <w:rPr>
          <w:rFonts w:asciiTheme="minorHAnsi" w:hAnsiTheme="minorHAnsi"/>
          <w:color w:val="000000"/>
          <w:highlight w:val="white"/>
        </w:rPr>
        <w:t>1.2.246.537.6.12.2002.126</w:t>
      </w:r>
      <w:r w:rsidRPr="00DE759B">
        <w:rPr>
          <w:rFonts w:asciiTheme="minorHAnsi" w:hAnsiTheme="minorHAnsi"/>
          <w:color w:val="0000FF"/>
          <w:highlight w:val="white"/>
        </w:rPr>
        <w:t>"</w:t>
      </w:r>
      <w:r w:rsidRPr="00DE759B">
        <w:rPr>
          <w:rFonts w:asciiTheme="minorHAnsi" w:hAnsiTheme="minorHAnsi"/>
          <w:color w:val="FF0000"/>
          <w:highlight w:val="white"/>
        </w:rPr>
        <w:t xml:space="preserve"> </w:t>
      </w:r>
      <w:proofErr w:type="spellStart"/>
      <w:r w:rsidRPr="00DE759B">
        <w:rPr>
          <w:rFonts w:asciiTheme="minorHAnsi" w:hAnsiTheme="minorHAnsi"/>
          <w:color w:val="FF0000"/>
          <w:highlight w:val="white"/>
        </w:rPr>
        <w:t>codeSystemName</w:t>
      </w:r>
      <w:proofErr w:type="spellEnd"/>
      <w:r w:rsidRPr="00DE759B">
        <w:rPr>
          <w:rFonts w:asciiTheme="minorHAnsi" w:hAnsiTheme="minorHAnsi"/>
          <w:color w:val="0000FF"/>
          <w:highlight w:val="white"/>
        </w:rPr>
        <w:t>="</w:t>
      </w:r>
      <w:proofErr w:type="spellStart"/>
      <w:r w:rsidRPr="00DE759B">
        <w:rPr>
          <w:rFonts w:asciiTheme="minorHAnsi" w:hAnsiTheme="minorHAnsi"/>
          <w:color w:val="000000"/>
          <w:highlight w:val="white"/>
        </w:rPr>
        <w:t>Lääkityslista</w:t>
      </w:r>
      <w:proofErr w:type="spellEnd"/>
      <w:r w:rsidRPr="00DE759B">
        <w:rPr>
          <w:rFonts w:asciiTheme="minorHAnsi" w:hAnsiTheme="minorHAnsi"/>
          <w:color w:val="0000FF"/>
          <w:highlight w:val="white"/>
        </w:rPr>
        <w:t>"</w:t>
      </w:r>
      <w:r w:rsidRPr="00DE759B">
        <w:rPr>
          <w:rFonts w:asciiTheme="minorHAnsi" w:hAnsiTheme="minorHAnsi"/>
          <w:color w:val="FF0000"/>
          <w:highlight w:val="white"/>
        </w:rPr>
        <w:t xml:space="preserve"> </w:t>
      </w:r>
      <w:proofErr w:type="spellStart"/>
      <w:r w:rsidRPr="00DE759B">
        <w:rPr>
          <w:rFonts w:asciiTheme="minorHAnsi" w:hAnsiTheme="minorHAnsi"/>
          <w:color w:val="FF0000"/>
          <w:highlight w:val="white"/>
        </w:rPr>
        <w:t>displayName</w:t>
      </w:r>
      <w:proofErr w:type="spellEnd"/>
      <w:r w:rsidRPr="00DE759B">
        <w:rPr>
          <w:rFonts w:asciiTheme="minorHAnsi" w:hAnsiTheme="minorHAnsi"/>
          <w:color w:val="0000FF"/>
          <w:highlight w:val="white"/>
        </w:rPr>
        <w:t>="</w:t>
      </w:r>
      <w:proofErr w:type="spellStart"/>
      <w:r w:rsidRPr="00DE759B">
        <w:rPr>
          <w:rFonts w:asciiTheme="minorHAnsi" w:hAnsiTheme="minorHAnsi"/>
          <w:color w:val="000000"/>
          <w:highlight w:val="white"/>
        </w:rPr>
        <w:t>Jäljellä</w:t>
      </w:r>
      <w:proofErr w:type="spellEnd"/>
      <w:r w:rsidRPr="00DE759B">
        <w:rPr>
          <w:rFonts w:asciiTheme="minorHAnsi" w:hAnsiTheme="minorHAnsi"/>
          <w:color w:val="000000"/>
          <w:highlight w:val="white"/>
        </w:rPr>
        <w:t xml:space="preserve"> </w:t>
      </w:r>
      <w:proofErr w:type="spellStart"/>
      <w:r w:rsidRPr="00DE759B">
        <w:rPr>
          <w:rFonts w:asciiTheme="minorHAnsi" w:hAnsiTheme="minorHAnsi"/>
          <w:color w:val="000000"/>
          <w:highlight w:val="white"/>
        </w:rPr>
        <w:t>oleva</w:t>
      </w:r>
      <w:proofErr w:type="spellEnd"/>
      <w:r w:rsidRPr="00DE759B">
        <w:rPr>
          <w:rFonts w:asciiTheme="minorHAnsi" w:hAnsiTheme="minorHAnsi"/>
          <w:color w:val="000000"/>
          <w:highlight w:val="white"/>
        </w:rPr>
        <w:t xml:space="preserve"> </w:t>
      </w:r>
      <w:proofErr w:type="spellStart"/>
      <w:r w:rsidRPr="00DE759B">
        <w:rPr>
          <w:rFonts w:asciiTheme="minorHAnsi" w:hAnsiTheme="minorHAnsi"/>
          <w:color w:val="000000"/>
          <w:highlight w:val="white"/>
        </w:rPr>
        <w:t>määrä</w:t>
      </w:r>
      <w:proofErr w:type="spellEnd"/>
      <w:r w:rsidRPr="00DE759B">
        <w:rPr>
          <w:rFonts w:asciiTheme="minorHAnsi" w:hAnsiTheme="minorHAnsi"/>
          <w:color w:val="0000FF"/>
          <w:highlight w:val="white"/>
        </w:rPr>
        <w:t>"/&gt;</w:t>
      </w:r>
    </w:p>
    <w:p w14:paraId="11467365" w14:textId="77777777" w:rsidR="00DE759B" w:rsidRPr="007836B2" w:rsidRDefault="00DE759B" w:rsidP="00DE759B">
      <w:pPr>
        <w:pStyle w:val="XML"/>
        <w:rPr>
          <w:rFonts w:asciiTheme="minorHAnsi" w:hAnsiTheme="minorHAnsi"/>
          <w:color w:val="000000"/>
          <w:highlight w:val="white"/>
        </w:rPr>
      </w:pPr>
      <w:r w:rsidRPr="00DE759B">
        <w:rPr>
          <w:rFonts w:asciiTheme="minorHAnsi" w:hAnsiTheme="minorHAnsi"/>
          <w:color w:val="000000"/>
          <w:highlight w:val="white"/>
        </w:rPr>
        <w:tab/>
      </w:r>
      <w:r w:rsidRPr="00DE759B">
        <w:rPr>
          <w:rFonts w:asciiTheme="minorHAnsi" w:hAnsiTheme="minorHAnsi"/>
          <w:color w:val="000000"/>
          <w:highlight w:val="white"/>
        </w:rPr>
        <w:tab/>
      </w:r>
      <w:r w:rsidRPr="007836B2">
        <w:rPr>
          <w:rFonts w:asciiTheme="minorHAnsi" w:hAnsiTheme="minorHAnsi"/>
          <w:color w:val="0000FF"/>
          <w:highlight w:val="white"/>
        </w:rPr>
        <w:t>&lt;</w:t>
      </w:r>
      <w:r w:rsidRPr="007836B2">
        <w:rPr>
          <w:rFonts w:asciiTheme="minorHAnsi" w:hAnsiTheme="minorHAnsi"/>
          <w:highlight w:val="white"/>
        </w:rPr>
        <w:t>value</w:t>
      </w:r>
      <w:r w:rsidRPr="007836B2">
        <w:rPr>
          <w:rFonts w:asciiTheme="minorHAnsi" w:hAnsiTheme="minorHAnsi"/>
          <w:color w:val="FF0000"/>
          <w:highlight w:val="white"/>
        </w:rPr>
        <w:t xml:space="preserve"> unit</w:t>
      </w:r>
      <w:r w:rsidRPr="007836B2">
        <w:rPr>
          <w:rFonts w:asciiTheme="minorHAnsi" w:hAnsiTheme="minorHAnsi"/>
          <w:color w:val="0000FF"/>
          <w:highlight w:val="white"/>
        </w:rPr>
        <w:t>="</w:t>
      </w:r>
      <w:proofErr w:type="spellStart"/>
      <w:r w:rsidRPr="007836B2">
        <w:rPr>
          <w:rFonts w:asciiTheme="minorHAnsi" w:hAnsiTheme="minorHAnsi"/>
          <w:color w:val="000000"/>
          <w:highlight w:val="white"/>
        </w:rPr>
        <w:t>annosta</w:t>
      </w:r>
      <w:proofErr w:type="spellEnd"/>
      <w:r w:rsidRPr="007836B2">
        <w:rPr>
          <w:rFonts w:asciiTheme="minorHAnsi" w:hAnsiTheme="minorHAnsi"/>
          <w:color w:val="0000FF"/>
          <w:highlight w:val="white"/>
        </w:rPr>
        <w:t>"</w:t>
      </w:r>
      <w:r w:rsidRPr="007836B2">
        <w:rPr>
          <w:rFonts w:asciiTheme="minorHAnsi" w:hAnsiTheme="minorHAnsi"/>
          <w:color w:val="FF0000"/>
          <w:highlight w:val="white"/>
        </w:rPr>
        <w:t xml:space="preserve"> value</w:t>
      </w:r>
      <w:r w:rsidRPr="007836B2">
        <w:rPr>
          <w:rFonts w:asciiTheme="minorHAnsi" w:hAnsiTheme="minorHAnsi"/>
          <w:color w:val="0000FF"/>
          <w:highlight w:val="white"/>
        </w:rPr>
        <w:t>="</w:t>
      </w:r>
      <w:r w:rsidRPr="007836B2">
        <w:rPr>
          <w:rFonts w:asciiTheme="minorHAnsi" w:hAnsiTheme="minorHAnsi"/>
          <w:color w:val="000000"/>
          <w:highlight w:val="white"/>
        </w:rPr>
        <w:t>0</w:t>
      </w:r>
      <w:r w:rsidRPr="007836B2">
        <w:rPr>
          <w:rFonts w:asciiTheme="minorHAnsi" w:hAnsiTheme="minorHAnsi"/>
          <w:color w:val="0000FF"/>
          <w:highlight w:val="white"/>
        </w:rPr>
        <w:t>"</w:t>
      </w:r>
      <w:r w:rsidRPr="007836B2">
        <w:rPr>
          <w:rFonts w:asciiTheme="minorHAnsi" w:hAnsiTheme="minorHAnsi"/>
          <w:color w:val="FF0000"/>
          <w:highlight w:val="white"/>
        </w:rPr>
        <w:t xml:space="preserve"> </w:t>
      </w:r>
      <w:proofErr w:type="spellStart"/>
      <w:r w:rsidRPr="007836B2">
        <w:rPr>
          <w:rFonts w:asciiTheme="minorHAnsi" w:hAnsiTheme="minorHAnsi"/>
          <w:color w:val="FF0000"/>
          <w:highlight w:val="white"/>
        </w:rPr>
        <w:t>xsi</w:t>
      </w:r>
      <w:proofErr w:type="gramStart"/>
      <w:r w:rsidRPr="007836B2">
        <w:rPr>
          <w:rFonts w:asciiTheme="minorHAnsi" w:hAnsiTheme="minorHAnsi"/>
          <w:color w:val="FF0000"/>
          <w:highlight w:val="white"/>
        </w:rPr>
        <w:t>:type</w:t>
      </w:r>
      <w:proofErr w:type="spellEnd"/>
      <w:proofErr w:type="gramEnd"/>
      <w:r w:rsidRPr="007836B2">
        <w:rPr>
          <w:rFonts w:asciiTheme="minorHAnsi" w:hAnsiTheme="minorHAnsi"/>
          <w:color w:val="0000FF"/>
          <w:highlight w:val="white"/>
        </w:rPr>
        <w:t>="</w:t>
      </w:r>
      <w:r w:rsidRPr="007836B2">
        <w:rPr>
          <w:rFonts w:asciiTheme="minorHAnsi" w:hAnsiTheme="minorHAnsi"/>
          <w:color w:val="000000"/>
          <w:highlight w:val="white"/>
        </w:rPr>
        <w:t>PQ</w:t>
      </w:r>
      <w:r w:rsidRPr="007836B2">
        <w:rPr>
          <w:rFonts w:asciiTheme="minorHAnsi" w:hAnsiTheme="minorHAnsi"/>
          <w:color w:val="0000FF"/>
          <w:highlight w:val="white"/>
        </w:rPr>
        <w:t>"/&gt;</w:t>
      </w:r>
    </w:p>
    <w:p w14:paraId="56C5A40F" w14:textId="77777777" w:rsidR="00DE759B" w:rsidRPr="007836B2" w:rsidRDefault="00DE759B" w:rsidP="00DE759B">
      <w:pPr>
        <w:pStyle w:val="XML"/>
        <w:rPr>
          <w:rFonts w:asciiTheme="minorHAnsi" w:hAnsiTheme="minorHAnsi"/>
          <w:color w:val="000000"/>
          <w:highlight w:val="white"/>
        </w:rPr>
      </w:pPr>
      <w:r w:rsidRPr="007836B2">
        <w:rPr>
          <w:rFonts w:asciiTheme="minorHAnsi" w:hAnsiTheme="minorHAnsi"/>
          <w:color w:val="000000"/>
          <w:highlight w:val="white"/>
        </w:rPr>
        <w:tab/>
      </w:r>
      <w:r w:rsidRPr="007836B2">
        <w:rPr>
          <w:rFonts w:asciiTheme="minorHAnsi" w:hAnsiTheme="minorHAnsi"/>
          <w:color w:val="0000FF"/>
          <w:highlight w:val="white"/>
        </w:rPr>
        <w:t>&lt;/</w:t>
      </w:r>
      <w:r w:rsidRPr="007836B2">
        <w:rPr>
          <w:rFonts w:asciiTheme="minorHAnsi" w:hAnsiTheme="minorHAnsi"/>
          <w:highlight w:val="white"/>
        </w:rPr>
        <w:t>observation</w:t>
      </w:r>
      <w:r w:rsidRPr="007836B2">
        <w:rPr>
          <w:rFonts w:asciiTheme="minorHAnsi" w:hAnsiTheme="minorHAnsi"/>
          <w:color w:val="0000FF"/>
          <w:highlight w:val="white"/>
        </w:rPr>
        <w:t>&gt;</w:t>
      </w:r>
    </w:p>
    <w:p w14:paraId="1768C094" w14:textId="505BA600" w:rsidR="00DE759B" w:rsidRPr="00D247A9" w:rsidRDefault="00DE759B" w:rsidP="00D247A9">
      <w:pPr>
        <w:pStyle w:val="XML"/>
        <w:rPr>
          <w:rFonts w:asciiTheme="minorHAnsi" w:hAnsiTheme="minorHAnsi"/>
          <w:color w:val="000000"/>
          <w:highlight w:val="white"/>
        </w:rPr>
      </w:pPr>
      <w:r w:rsidRPr="007836B2">
        <w:rPr>
          <w:rFonts w:asciiTheme="minorHAnsi" w:hAnsiTheme="minorHAnsi"/>
          <w:color w:val="0000FF"/>
          <w:highlight w:val="white"/>
        </w:rPr>
        <w:lastRenderedPageBreak/>
        <w:t>&lt;/</w:t>
      </w:r>
      <w:proofErr w:type="spellStart"/>
      <w:r w:rsidRPr="007836B2">
        <w:rPr>
          <w:rFonts w:asciiTheme="minorHAnsi" w:hAnsiTheme="minorHAnsi"/>
          <w:highlight w:val="white"/>
        </w:rPr>
        <w:t>entryRelationship</w:t>
      </w:r>
      <w:proofErr w:type="spellEnd"/>
      <w:r w:rsidRPr="007836B2">
        <w:rPr>
          <w:rFonts w:asciiTheme="minorHAnsi" w:hAnsiTheme="minorHAnsi"/>
          <w:color w:val="0000FF"/>
          <w:highlight w:val="white"/>
        </w:rPr>
        <w:t>&gt;</w:t>
      </w:r>
    </w:p>
    <w:p w14:paraId="28B0B82C" w14:textId="77777777" w:rsidR="00DE759B" w:rsidRPr="00EE066C" w:rsidRDefault="00DE759B" w:rsidP="00EE066C">
      <w:pPr>
        <w:pStyle w:val="Otsikko2"/>
      </w:pPr>
      <w:bookmarkStart w:id="25" w:name="_Toc367795927"/>
      <w:bookmarkStart w:id="26" w:name="_Toc488070169"/>
      <w:bookmarkStart w:id="27" w:name="_Toc508269174"/>
      <w:r w:rsidRPr="00EE066C">
        <w:t>Pakkausten lukumäärä ja pakkauskoon kerroin</w:t>
      </w:r>
      <w:bookmarkEnd w:id="25"/>
      <w:bookmarkEnd w:id="26"/>
      <w:bookmarkEnd w:id="27"/>
    </w:p>
    <w:p w14:paraId="1E9631A0" w14:textId="77777777" w:rsidR="00DE759B" w:rsidRPr="0086570E" w:rsidRDefault="00DE759B" w:rsidP="00DE759B">
      <w:pPr>
        <w:pStyle w:val="Leipteksti"/>
      </w:pPr>
      <w:r>
        <w:t xml:space="preserve">Pakkauskoon kerrointa ei tueta kansainvälisessä asiakirjaformaatissa. Tämän vuoksi kerrannaispakkauksilla </w:t>
      </w:r>
      <w:r w:rsidRPr="00D247A9">
        <w:rPr>
          <w:b/>
        </w:rPr>
        <w:t>pakkausten lukumäärässä ilmoitetaan tieto, joka sisältää myös pakkauskoon kertoimen</w:t>
      </w:r>
      <w:r>
        <w:t xml:space="preserve">. Esimerkiksi jos toimitetaan lääkettä 2x60x0,35 ml (2 pakkausta, jokaisessa 60 ampullia á 0,35 ml), ilmoitetaan ulkomailta saapuvassa toimituksessa pakkausten lukumääränä 120 ja pakkauskokona 0,35 ml. </w:t>
      </w:r>
      <w:r w:rsidRPr="00D247A9">
        <w:rPr>
          <w:b/>
        </w:rPr>
        <w:t>Pakkauskoon kerroin on ulkomailla tapahtuvissa toimituksissa aina 1.</w:t>
      </w:r>
    </w:p>
    <w:p w14:paraId="02FA7F1A" w14:textId="77777777" w:rsidR="00DE759B" w:rsidRPr="00EE066C" w:rsidRDefault="00DE759B" w:rsidP="00EE066C">
      <w:pPr>
        <w:pStyle w:val="Otsikko2"/>
      </w:pPr>
      <w:bookmarkStart w:id="28" w:name="_Toc367795928"/>
      <w:bookmarkStart w:id="29" w:name="_Toc488070170"/>
      <w:bookmarkStart w:id="30" w:name="_Toc508269175"/>
      <w:r w:rsidRPr="00EE066C">
        <w:t>Toimituksen hinta</w:t>
      </w:r>
      <w:bookmarkEnd w:id="28"/>
      <w:bookmarkEnd w:id="29"/>
      <w:bookmarkEnd w:id="30"/>
    </w:p>
    <w:p w14:paraId="5EEAAFDB" w14:textId="07A84B4A" w:rsidR="00DE759B" w:rsidRPr="00D70B6B" w:rsidRDefault="00DE759B" w:rsidP="00DE759B">
      <w:pPr>
        <w:pStyle w:val="Leipteksti"/>
        <w:rPr>
          <w:b/>
        </w:rPr>
      </w:pPr>
      <w:r w:rsidRPr="00D70B6B">
        <w:rPr>
          <w:b/>
        </w:rPr>
        <w:t>Ulkomailta saapuneissa lääketoimitustiedoissa toimituksen hinta on aina 0 €, koska ulkomailta ei tule tietoa toimituksen hinnasta.</w:t>
      </w:r>
    </w:p>
    <w:p w14:paraId="5E5D16B2" w14:textId="77777777" w:rsidR="00D70B6B" w:rsidRDefault="00D70B6B" w:rsidP="00DE759B">
      <w:pPr>
        <w:pStyle w:val="Leipteksti"/>
      </w:pPr>
    </w:p>
    <w:p w14:paraId="6C69533A" w14:textId="77777777" w:rsidR="00DE759B" w:rsidRPr="00FB3B96" w:rsidRDefault="00DE759B" w:rsidP="00DE759B">
      <w:pPr>
        <w:pStyle w:val="XML"/>
        <w:rPr>
          <w:rFonts w:asciiTheme="minorHAnsi" w:hAnsiTheme="minorHAnsi"/>
          <w:color w:val="000000"/>
          <w:highlight w:val="white"/>
        </w:rPr>
      </w:pPr>
      <w:r w:rsidRPr="00FB3B96">
        <w:rPr>
          <w:rFonts w:asciiTheme="minorHAnsi" w:hAnsiTheme="minorHAnsi"/>
          <w:color w:val="0000FF"/>
          <w:highlight w:val="white"/>
        </w:rPr>
        <w:t>&lt;</w:t>
      </w:r>
      <w:proofErr w:type="gramStart"/>
      <w:r w:rsidRPr="00FB3B96">
        <w:rPr>
          <w:rFonts w:asciiTheme="minorHAnsi" w:hAnsiTheme="minorHAnsi"/>
          <w:highlight w:val="white"/>
        </w:rPr>
        <w:t>component</w:t>
      </w:r>
      <w:proofErr w:type="gramEnd"/>
      <w:r w:rsidRPr="00FB3B96">
        <w:rPr>
          <w:rFonts w:asciiTheme="minorHAnsi" w:hAnsiTheme="minorHAnsi"/>
          <w:color w:val="0000FF"/>
          <w:highlight w:val="white"/>
        </w:rPr>
        <w:t>&gt;</w:t>
      </w:r>
    </w:p>
    <w:p w14:paraId="1FAAD3C7" w14:textId="77777777" w:rsidR="00DE759B" w:rsidRPr="00FB3B96" w:rsidRDefault="00DE759B" w:rsidP="00DE759B">
      <w:pPr>
        <w:pStyle w:val="XML"/>
        <w:rPr>
          <w:rFonts w:asciiTheme="minorHAnsi" w:hAnsiTheme="minorHAnsi"/>
          <w:color w:val="000000"/>
          <w:highlight w:val="white"/>
        </w:rPr>
      </w:pPr>
      <w:r w:rsidRPr="00FB3B96">
        <w:rPr>
          <w:rFonts w:asciiTheme="minorHAnsi" w:hAnsiTheme="minorHAnsi"/>
          <w:color w:val="000000"/>
          <w:highlight w:val="white"/>
        </w:rPr>
        <w:tab/>
      </w:r>
      <w:r w:rsidRPr="00FB3B96">
        <w:rPr>
          <w:rFonts w:asciiTheme="minorHAnsi" w:hAnsiTheme="minorHAnsi"/>
          <w:color w:val="0000FF"/>
          <w:highlight w:val="white"/>
        </w:rPr>
        <w:t>&lt;</w:t>
      </w:r>
      <w:r w:rsidRPr="00FB3B96">
        <w:rPr>
          <w:rFonts w:asciiTheme="minorHAnsi" w:hAnsiTheme="minorHAnsi"/>
          <w:highlight w:val="white"/>
        </w:rPr>
        <w:t>observation</w:t>
      </w:r>
      <w:r w:rsidRPr="00FB3B96">
        <w:rPr>
          <w:rFonts w:asciiTheme="minorHAnsi" w:hAnsiTheme="minorHAnsi"/>
          <w:color w:val="FF0000"/>
          <w:highlight w:val="white"/>
        </w:rPr>
        <w:t xml:space="preserve"> </w:t>
      </w:r>
      <w:proofErr w:type="spellStart"/>
      <w:r w:rsidRPr="00FB3B96">
        <w:rPr>
          <w:rFonts w:asciiTheme="minorHAnsi" w:hAnsiTheme="minorHAnsi"/>
          <w:color w:val="FF0000"/>
          <w:highlight w:val="white"/>
        </w:rPr>
        <w:t>classCode</w:t>
      </w:r>
      <w:proofErr w:type="spellEnd"/>
      <w:r w:rsidRPr="00FB3B96">
        <w:rPr>
          <w:rFonts w:asciiTheme="minorHAnsi" w:hAnsiTheme="minorHAnsi"/>
          <w:color w:val="0000FF"/>
          <w:highlight w:val="white"/>
        </w:rPr>
        <w:t>="</w:t>
      </w:r>
      <w:r w:rsidRPr="00FB3B96">
        <w:rPr>
          <w:rFonts w:asciiTheme="minorHAnsi" w:hAnsiTheme="minorHAnsi"/>
          <w:color w:val="000000"/>
          <w:highlight w:val="white"/>
        </w:rPr>
        <w:t>OBS</w:t>
      </w:r>
      <w:r w:rsidRPr="00FB3B96">
        <w:rPr>
          <w:rFonts w:asciiTheme="minorHAnsi" w:hAnsiTheme="minorHAnsi"/>
          <w:color w:val="0000FF"/>
          <w:highlight w:val="white"/>
        </w:rPr>
        <w:t>"</w:t>
      </w:r>
      <w:r w:rsidRPr="00FB3B96">
        <w:rPr>
          <w:rFonts w:asciiTheme="minorHAnsi" w:hAnsiTheme="minorHAnsi"/>
          <w:color w:val="FF0000"/>
          <w:highlight w:val="white"/>
        </w:rPr>
        <w:t xml:space="preserve"> </w:t>
      </w:r>
      <w:proofErr w:type="spellStart"/>
      <w:r w:rsidRPr="00FB3B96">
        <w:rPr>
          <w:rFonts w:asciiTheme="minorHAnsi" w:hAnsiTheme="minorHAnsi"/>
          <w:color w:val="FF0000"/>
          <w:highlight w:val="white"/>
        </w:rPr>
        <w:t>moodCode</w:t>
      </w:r>
      <w:proofErr w:type="spellEnd"/>
      <w:r w:rsidRPr="00FB3B96">
        <w:rPr>
          <w:rFonts w:asciiTheme="minorHAnsi" w:hAnsiTheme="minorHAnsi"/>
          <w:color w:val="0000FF"/>
          <w:highlight w:val="white"/>
        </w:rPr>
        <w:t>="</w:t>
      </w:r>
      <w:r w:rsidRPr="00FB3B96">
        <w:rPr>
          <w:rFonts w:asciiTheme="minorHAnsi" w:hAnsiTheme="minorHAnsi"/>
          <w:color w:val="000000"/>
          <w:highlight w:val="white"/>
        </w:rPr>
        <w:t>EVN</w:t>
      </w:r>
      <w:r w:rsidRPr="00FB3B96">
        <w:rPr>
          <w:rFonts w:asciiTheme="minorHAnsi" w:hAnsiTheme="minorHAnsi"/>
          <w:color w:val="0000FF"/>
          <w:highlight w:val="white"/>
        </w:rPr>
        <w:t>"&gt;</w:t>
      </w:r>
    </w:p>
    <w:p w14:paraId="778B4EEF" w14:textId="77777777" w:rsidR="00DE759B" w:rsidRPr="00FB3B96" w:rsidRDefault="00DE759B" w:rsidP="00DE759B">
      <w:pPr>
        <w:pStyle w:val="XML"/>
        <w:rPr>
          <w:rFonts w:asciiTheme="minorHAnsi" w:hAnsiTheme="minorHAnsi"/>
          <w:color w:val="000000"/>
          <w:highlight w:val="white"/>
          <w:lang w:val="fi-FI"/>
        </w:rPr>
      </w:pPr>
      <w:r w:rsidRPr="00FB3B96">
        <w:rPr>
          <w:rFonts w:asciiTheme="minorHAnsi" w:hAnsiTheme="minorHAnsi"/>
          <w:color w:val="000000"/>
          <w:highlight w:val="white"/>
        </w:rPr>
        <w:tab/>
      </w:r>
      <w:r w:rsidRPr="00FB3B96">
        <w:rPr>
          <w:rFonts w:asciiTheme="minorHAnsi" w:hAnsiTheme="minorHAnsi"/>
          <w:color w:val="000000"/>
          <w:highlight w:val="white"/>
        </w:rPr>
        <w:tab/>
      </w:r>
      <w:r w:rsidRPr="00FB3B96">
        <w:rPr>
          <w:rFonts w:asciiTheme="minorHAnsi" w:hAnsiTheme="minorHAnsi"/>
          <w:color w:val="0000FF"/>
          <w:highlight w:val="white"/>
          <w:lang w:val="fi-FI"/>
        </w:rPr>
        <w:t>&lt;</w:t>
      </w:r>
      <w:proofErr w:type="spellStart"/>
      <w:r w:rsidRPr="00FB3B96">
        <w:rPr>
          <w:rFonts w:asciiTheme="minorHAnsi" w:hAnsiTheme="minorHAnsi"/>
          <w:highlight w:val="white"/>
          <w:lang w:val="fi-FI"/>
        </w:rPr>
        <w:t>code</w:t>
      </w:r>
      <w:proofErr w:type="spellEnd"/>
      <w:r w:rsidRPr="00FB3B96">
        <w:rPr>
          <w:rFonts w:asciiTheme="minorHAnsi" w:hAnsiTheme="minorHAnsi"/>
          <w:color w:val="FF0000"/>
          <w:highlight w:val="white"/>
          <w:lang w:val="fi-FI"/>
        </w:rPr>
        <w:t xml:space="preserve"> </w:t>
      </w:r>
      <w:proofErr w:type="spellStart"/>
      <w:r w:rsidRPr="00FB3B96">
        <w:rPr>
          <w:rFonts w:asciiTheme="minorHAnsi" w:hAnsiTheme="minorHAnsi"/>
          <w:color w:val="FF0000"/>
          <w:highlight w:val="white"/>
          <w:lang w:val="fi-FI"/>
        </w:rPr>
        <w:t>code</w:t>
      </w:r>
      <w:proofErr w:type="spellEnd"/>
      <w:r w:rsidRPr="00FB3B96">
        <w:rPr>
          <w:rFonts w:asciiTheme="minorHAnsi" w:hAnsiTheme="minorHAnsi"/>
          <w:color w:val="0000FF"/>
          <w:highlight w:val="white"/>
          <w:lang w:val="fi-FI"/>
        </w:rPr>
        <w:t>="</w:t>
      </w:r>
      <w:r w:rsidRPr="00FB3B96">
        <w:rPr>
          <w:rFonts w:asciiTheme="minorHAnsi" w:hAnsiTheme="minorHAnsi"/>
          <w:color w:val="000000"/>
          <w:highlight w:val="white"/>
          <w:lang w:val="fi-FI"/>
        </w:rPr>
        <w:t>108</w:t>
      </w:r>
      <w:r w:rsidRPr="00FB3B96">
        <w:rPr>
          <w:rFonts w:asciiTheme="minorHAnsi" w:hAnsiTheme="minorHAnsi"/>
          <w:color w:val="0000FF"/>
          <w:highlight w:val="white"/>
          <w:lang w:val="fi-FI"/>
        </w:rPr>
        <w:t>"</w:t>
      </w:r>
      <w:r w:rsidRPr="00FB3B96">
        <w:rPr>
          <w:rFonts w:asciiTheme="minorHAnsi" w:hAnsiTheme="minorHAnsi"/>
          <w:color w:val="FF0000"/>
          <w:highlight w:val="white"/>
          <w:lang w:val="fi-FI"/>
        </w:rPr>
        <w:t xml:space="preserve"> </w:t>
      </w:r>
      <w:proofErr w:type="spellStart"/>
      <w:r w:rsidRPr="00FB3B96">
        <w:rPr>
          <w:rFonts w:asciiTheme="minorHAnsi" w:hAnsiTheme="minorHAnsi"/>
          <w:color w:val="FF0000"/>
          <w:highlight w:val="white"/>
          <w:lang w:val="fi-FI"/>
        </w:rPr>
        <w:t>codeSystem</w:t>
      </w:r>
      <w:proofErr w:type="spellEnd"/>
      <w:r w:rsidRPr="00FB3B96">
        <w:rPr>
          <w:rFonts w:asciiTheme="minorHAnsi" w:hAnsiTheme="minorHAnsi"/>
          <w:color w:val="0000FF"/>
          <w:highlight w:val="white"/>
          <w:lang w:val="fi-FI"/>
        </w:rPr>
        <w:t>="</w:t>
      </w:r>
      <w:r w:rsidRPr="00FB3B96">
        <w:rPr>
          <w:rFonts w:asciiTheme="minorHAnsi" w:hAnsiTheme="minorHAnsi"/>
          <w:color w:val="000000"/>
          <w:highlight w:val="white"/>
          <w:lang w:val="fi-FI"/>
        </w:rPr>
        <w:t>1.2.246.537.6.12.2002.126</w:t>
      </w:r>
      <w:r w:rsidRPr="00FB3B96">
        <w:rPr>
          <w:rFonts w:asciiTheme="minorHAnsi" w:hAnsiTheme="minorHAnsi"/>
          <w:color w:val="0000FF"/>
          <w:highlight w:val="white"/>
          <w:lang w:val="fi-FI"/>
        </w:rPr>
        <w:t>"</w:t>
      </w:r>
      <w:r w:rsidRPr="00FB3B96">
        <w:rPr>
          <w:rFonts w:asciiTheme="minorHAnsi" w:hAnsiTheme="minorHAnsi"/>
          <w:color w:val="FF0000"/>
          <w:highlight w:val="white"/>
          <w:lang w:val="fi-FI"/>
        </w:rPr>
        <w:t xml:space="preserve"> </w:t>
      </w:r>
      <w:proofErr w:type="spellStart"/>
      <w:r w:rsidRPr="00FB3B96">
        <w:rPr>
          <w:rFonts w:asciiTheme="minorHAnsi" w:hAnsiTheme="minorHAnsi"/>
          <w:color w:val="FF0000"/>
          <w:highlight w:val="white"/>
          <w:lang w:val="fi-FI"/>
        </w:rPr>
        <w:t>codeSystemName</w:t>
      </w:r>
      <w:proofErr w:type="spellEnd"/>
      <w:r w:rsidRPr="00FB3B96">
        <w:rPr>
          <w:rFonts w:asciiTheme="minorHAnsi" w:hAnsiTheme="minorHAnsi"/>
          <w:color w:val="0000FF"/>
          <w:highlight w:val="white"/>
          <w:lang w:val="fi-FI"/>
        </w:rPr>
        <w:t>="</w:t>
      </w:r>
      <w:r w:rsidRPr="00FB3B96">
        <w:rPr>
          <w:rFonts w:asciiTheme="minorHAnsi" w:hAnsiTheme="minorHAnsi"/>
          <w:color w:val="000000"/>
          <w:highlight w:val="white"/>
          <w:lang w:val="fi-FI"/>
        </w:rPr>
        <w:t>Lääkityslista</w:t>
      </w:r>
      <w:r w:rsidRPr="00FB3B96">
        <w:rPr>
          <w:rFonts w:asciiTheme="minorHAnsi" w:hAnsiTheme="minorHAnsi"/>
          <w:color w:val="0000FF"/>
          <w:highlight w:val="white"/>
          <w:lang w:val="fi-FI"/>
        </w:rPr>
        <w:t>"</w:t>
      </w:r>
      <w:r w:rsidRPr="00FB3B96">
        <w:rPr>
          <w:rFonts w:asciiTheme="minorHAnsi" w:hAnsiTheme="minorHAnsi"/>
          <w:color w:val="FF0000"/>
          <w:highlight w:val="white"/>
          <w:lang w:val="fi-FI"/>
        </w:rPr>
        <w:t xml:space="preserve"> </w:t>
      </w:r>
      <w:proofErr w:type="spellStart"/>
      <w:r w:rsidRPr="00FB3B96">
        <w:rPr>
          <w:rFonts w:asciiTheme="minorHAnsi" w:hAnsiTheme="minorHAnsi"/>
          <w:color w:val="FF0000"/>
          <w:highlight w:val="white"/>
          <w:lang w:val="fi-FI"/>
        </w:rPr>
        <w:t>displayName</w:t>
      </w:r>
      <w:proofErr w:type="spellEnd"/>
      <w:r w:rsidRPr="00FB3B96">
        <w:rPr>
          <w:rFonts w:asciiTheme="minorHAnsi" w:hAnsiTheme="minorHAnsi"/>
          <w:color w:val="0000FF"/>
          <w:highlight w:val="white"/>
          <w:lang w:val="fi-FI"/>
        </w:rPr>
        <w:t>="</w:t>
      </w:r>
      <w:r w:rsidRPr="00FB3B96">
        <w:rPr>
          <w:rFonts w:asciiTheme="minorHAnsi" w:hAnsiTheme="minorHAnsi"/>
          <w:color w:val="000000"/>
          <w:highlight w:val="white"/>
          <w:lang w:val="fi-FI"/>
        </w:rPr>
        <w:t>Toimituksen hinta</w:t>
      </w:r>
      <w:r w:rsidRPr="00FB3B96">
        <w:rPr>
          <w:rFonts w:asciiTheme="minorHAnsi" w:hAnsiTheme="minorHAnsi"/>
          <w:color w:val="0000FF"/>
          <w:highlight w:val="white"/>
          <w:lang w:val="fi-FI"/>
        </w:rPr>
        <w:t>"/&gt;</w:t>
      </w:r>
    </w:p>
    <w:p w14:paraId="36601844" w14:textId="77777777" w:rsidR="00DE759B" w:rsidRPr="00FB3B96" w:rsidRDefault="00DE759B" w:rsidP="00DE759B">
      <w:pPr>
        <w:pStyle w:val="XML"/>
        <w:rPr>
          <w:rFonts w:asciiTheme="minorHAnsi" w:hAnsiTheme="minorHAnsi"/>
          <w:color w:val="000000"/>
          <w:highlight w:val="white"/>
        </w:rPr>
      </w:pPr>
      <w:r w:rsidRPr="00FB3B96">
        <w:rPr>
          <w:rFonts w:asciiTheme="minorHAnsi" w:hAnsiTheme="minorHAnsi"/>
          <w:color w:val="000000"/>
          <w:highlight w:val="white"/>
          <w:lang w:val="fi-FI"/>
        </w:rPr>
        <w:tab/>
      </w:r>
      <w:r w:rsidRPr="00FB3B96">
        <w:rPr>
          <w:rFonts w:asciiTheme="minorHAnsi" w:hAnsiTheme="minorHAnsi"/>
          <w:color w:val="000000"/>
          <w:highlight w:val="white"/>
          <w:lang w:val="fi-FI"/>
        </w:rPr>
        <w:tab/>
      </w:r>
      <w:r w:rsidRPr="00FB3B96">
        <w:rPr>
          <w:rFonts w:asciiTheme="minorHAnsi" w:hAnsiTheme="minorHAnsi"/>
          <w:color w:val="0000FF"/>
          <w:highlight w:val="white"/>
        </w:rPr>
        <w:t>&lt;</w:t>
      </w:r>
      <w:r w:rsidRPr="00FB3B96">
        <w:rPr>
          <w:rFonts w:asciiTheme="minorHAnsi" w:hAnsiTheme="minorHAnsi"/>
          <w:highlight w:val="white"/>
        </w:rPr>
        <w:t>value</w:t>
      </w:r>
      <w:r w:rsidRPr="00FB3B96">
        <w:rPr>
          <w:rFonts w:asciiTheme="minorHAnsi" w:hAnsiTheme="minorHAnsi"/>
          <w:color w:val="FF0000"/>
          <w:highlight w:val="white"/>
        </w:rPr>
        <w:t xml:space="preserve"> currency</w:t>
      </w:r>
      <w:r w:rsidRPr="00FB3B96">
        <w:rPr>
          <w:rFonts w:asciiTheme="minorHAnsi" w:hAnsiTheme="minorHAnsi"/>
          <w:color w:val="0000FF"/>
          <w:highlight w:val="white"/>
        </w:rPr>
        <w:t>="</w:t>
      </w:r>
      <w:r w:rsidRPr="00FB3B96">
        <w:rPr>
          <w:rFonts w:asciiTheme="minorHAnsi" w:hAnsiTheme="minorHAnsi"/>
          <w:color w:val="000000"/>
          <w:highlight w:val="white"/>
        </w:rPr>
        <w:t>EUR</w:t>
      </w:r>
      <w:r w:rsidRPr="00FB3B96">
        <w:rPr>
          <w:rFonts w:asciiTheme="minorHAnsi" w:hAnsiTheme="minorHAnsi"/>
          <w:color w:val="0000FF"/>
          <w:highlight w:val="white"/>
        </w:rPr>
        <w:t>"</w:t>
      </w:r>
      <w:r w:rsidRPr="00FB3B96">
        <w:rPr>
          <w:rFonts w:asciiTheme="minorHAnsi" w:hAnsiTheme="minorHAnsi"/>
          <w:color w:val="FF0000"/>
          <w:highlight w:val="white"/>
        </w:rPr>
        <w:t xml:space="preserve"> value</w:t>
      </w:r>
      <w:r w:rsidRPr="00FB3B96">
        <w:rPr>
          <w:rFonts w:asciiTheme="minorHAnsi" w:hAnsiTheme="minorHAnsi"/>
          <w:color w:val="0000FF"/>
          <w:highlight w:val="white"/>
        </w:rPr>
        <w:t>="</w:t>
      </w:r>
      <w:r w:rsidRPr="00FB3B96">
        <w:rPr>
          <w:rFonts w:asciiTheme="minorHAnsi" w:hAnsiTheme="minorHAnsi"/>
          <w:color w:val="000000"/>
          <w:highlight w:val="white"/>
        </w:rPr>
        <w:t>0.0</w:t>
      </w:r>
      <w:r w:rsidRPr="00FB3B96">
        <w:rPr>
          <w:rFonts w:asciiTheme="minorHAnsi" w:hAnsiTheme="minorHAnsi"/>
          <w:color w:val="0000FF"/>
          <w:highlight w:val="white"/>
        </w:rPr>
        <w:t>"</w:t>
      </w:r>
      <w:r w:rsidRPr="00FB3B96">
        <w:rPr>
          <w:rFonts w:asciiTheme="minorHAnsi" w:hAnsiTheme="minorHAnsi"/>
          <w:color w:val="FF0000"/>
          <w:highlight w:val="white"/>
        </w:rPr>
        <w:t xml:space="preserve"> </w:t>
      </w:r>
      <w:proofErr w:type="spellStart"/>
      <w:r w:rsidRPr="00FB3B96">
        <w:rPr>
          <w:rFonts w:asciiTheme="minorHAnsi" w:hAnsiTheme="minorHAnsi"/>
          <w:color w:val="FF0000"/>
          <w:highlight w:val="white"/>
        </w:rPr>
        <w:t>xsi</w:t>
      </w:r>
      <w:proofErr w:type="gramStart"/>
      <w:r w:rsidRPr="00FB3B96">
        <w:rPr>
          <w:rFonts w:asciiTheme="minorHAnsi" w:hAnsiTheme="minorHAnsi"/>
          <w:color w:val="FF0000"/>
          <w:highlight w:val="white"/>
        </w:rPr>
        <w:t>:type</w:t>
      </w:r>
      <w:proofErr w:type="spellEnd"/>
      <w:proofErr w:type="gramEnd"/>
      <w:r w:rsidRPr="00FB3B96">
        <w:rPr>
          <w:rFonts w:asciiTheme="minorHAnsi" w:hAnsiTheme="minorHAnsi"/>
          <w:color w:val="0000FF"/>
          <w:highlight w:val="white"/>
        </w:rPr>
        <w:t>="</w:t>
      </w:r>
      <w:r w:rsidRPr="00FB3B96">
        <w:rPr>
          <w:rFonts w:asciiTheme="minorHAnsi" w:hAnsiTheme="minorHAnsi"/>
          <w:color w:val="000000"/>
          <w:highlight w:val="white"/>
        </w:rPr>
        <w:t>MO</w:t>
      </w:r>
      <w:r w:rsidRPr="00FB3B96">
        <w:rPr>
          <w:rFonts w:asciiTheme="minorHAnsi" w:hAnsiTheme="minorHAnsi"/>
          <w:color w:val="0000FF"/>
          <w:highlight w:val="white"/>
        </w:rPr>
        <w:t>"/&gt;</w:t>
      </w:r>
    </w:p>
    <w:p w14:paraId="1F8FC2D8" w14:textId="77777777" w:rsidR="00DE759B" w:rsidRPr="00FB3B96" w:rsidRDefault="00DE759B" w:rsidP="00DE759B">
      <w:pPr>
        <w:pStyle w:val="XML"/>
        <w:rPr>
          <w:rFonts w:asciiTheme="minorHAnsi" w:hAnsiTheme="minorHAnsi"/>
          <w:color w:val="000000"/>
          <w:highlight w:val="white"/>
        </w:rPr>
      </w:pPr>
      <w:r w:rsidRPr="00FB3B96">
        <w:rPr>
          <w:rFonts w:asciiTheme="minorHAnsi" w:hAnsiTheme="minorHAnsi"/>
          <w:color w:val="000000"/>
          <w:highlight w:val="white"/>
        </w:rPr>
        <w:tab/>
      </w:r>
      <w:r w:rsidRPr="00FB3B96">
        <w:rPr>
          <w:rFonts w:asciiTheme="minorHAnsi" w:hAnsiTheme="minorHAnsi"/>
          <w:color w:val="0000FF"/>
          <w:highlight w:val="white"/>
        </w:rPr>
        <w:t>&lt;/</w:t>
      </w:r>
      <w:r w:rsidRPr="00FB3B96">
        <w:rPr>
          <w:rFonts w:asciiTheme="minorHAnsi" w:hAnsiTheme="minorHAnsi"/>
          <w:highlight w:val="white"/>
        </w:rPr>
        <w:t>observation</w:t>
      </w:r>
      <w:r w:rsidRPr="00FB3B96">
        <w:rPr>
          <w:rFonts w:asciiTheme="minorHAnsi" w:hAnsiTheme="minorHAnsi"/>
          <w:color w:val="0000FF"/>
          <w:highlight w:val="white"/>
        </w:rPr>
        <w:t>&gt;</w:t>
      </w:r>
    </w:p>
    <w:p w14:paraId="56239292" w14:textId="61FA2D85" w:rsidR="00DE759B" w:rsidRPr="00D70B6B" w:rsidRDefault="00DE759B" w:rsidP="00D70B6B">
      <w:pPr>
        <w:pStyle w:val="XML"/>
        <w:rPr>
          <w:rFonts w:asciiTheme="minorHAnsi" w:hAnsiTheme="minorHAnsi"/>
          <w:color w:val="0000FF"/>
          <w:highlight w:val="white"/>
        </w:rPr>
      </w:pPr>
      <w:r w:rsidRPr="00FB3B96">
        <w:rPr>
          <w:rFonts w:asciiTheme="minorHAnsi" w:hAnsiTheme="minorHAnsi"/>
          <w:color w:val="0000FF"/>
          <w:highlight w:val="white"/>
        </w:rPr>
        <w:t>&lt;/</w:t>
      </w:r>
      <w:r w:rsidRPr="00FB3B96">
        <w:rPr>
          <w:rFonts w:asciiTheme="minorHAnsi" w:hAnsiTheme="minorHAnsi"/>
          <w:highlight w:val="white"/>
        </w:rPr>
        <w:t>component</w:t>
      </w:r>
      <w:r w:rsidR="00D70B6B">
        <w:rPr>
          <w:rFonts w:asciiTheme="minorHAnsi" w:hAnsiTheme="minorHAnsi"/>
          <w:color w:val="0000FF"/>
          <w:highlight w:val="white"/>
        </w:rPr>
        <w:t>&gt;</w:t>
      </w:r>
    </w:p>
    <w:p w14:paraId="2DBAE121" w14:textId="77777777" w:rsidR="00DE759B" w:rsidRPr="00EE066C" w:rsidRDefault="00DE759B" w:rsidP="00EE066C">
      <w:pPr>
        <w:pStyle w:val="Otsikko2"/>
      </w:pPr>
      <w:bookmarkStart w:id="31" w:name="_Toc488070171"/>
      <w:bookmarkStart w:id="32" w:name="_Toc508269176"/>
      <w:r w:rsidRPr="00EE066C">
        <w:t>Toimitustietotarran annostusohje</w:t>
      </w:r>
      <w:bookmarkEnd w:id="31"/>
      <w:bookmarkEnd w:id="32"/>
    </w:p>
    <w:p w14:paraId="1184090F" w14:textId="38C7A41B" w:rsidR="003A7EBA" w:rsidRDefault="00DE759B" w:rsidP="003D7296">
      <w:pPr>
        <w:pStyle w:val="Leipteksti"/>
        <w:rPr>
          <w:b/>
        </w:rPr>
      </w:pPr>
      <w:r>
        <w:t xml:space="preserve">Kansallisten määrittelyiden mukaan toimitusasiakirjan tulee sisältää </w:t>
      </w:r>
      <w:r w:rsidRPr="00143732">
        <w:t>toimitustietotarran annostusohje</w:t>
      </w:r>
      <w:r>
        <w:t>en, joka sisältää a</w:t>
      </w:r>
      <w:r w:rsidRPr="00143732">
        <w:t>pteekin auki</w:t>
      </w:r>
      <w:r w:rsidR="00D70B6B">
        <w:t xml:space="preserve"> </w:t>
      </w:r>
      <w:r>
        <w:t>k</w:t>
      </w:r>
      <w:r w:rsidRPr="00143732">
        <w:t>irjoittam</w:t>
      </w:r>
      <w:r>
        <w:t xml:space="preserve">an annostusohjeen ja käyttötarkoituksen. Kaikissa maissa ei käytetä toimitustietotarroja, eikä tiedolle </w:t>
      </w:r>
      <w:r w:rsidR="00D70B6B">
        <w:t xml:space="preserve">ole </w:t>
      </w:r>
      <w:r>
        <w:t xml:space="preserve">paikkaa kansainvälisessä asiakirjaformaatissa. </w:t>
      </w:r>
      <w:r w:rsidRPr="00D70B6B">
        <w:rPr>
          <w:b/>
        </w:rPr>
        <w:t>Tietoa toimitustietotarran sisällöstä ei tämän vuoksi pystytä tallentamaan toimitusasiakirjaan.</w:t>
      </w:r>
    </w:p>
    <w:p w14:paraId="5DEF639E" w14:textId="77777777" w:rsidR="003D7296" w:rsidRDefault="003D7296" w:rsidP="003D7296">
      <w:pPr>
        <w:pStyle w:val="Leipteksti"/>
        <w:rPr>
          <w:b/>
        </w:rPr>
      </w:pPr>
    </w:p>
    <w:p w14:paraId="32654FB1" w14:textId="77777777" w:rsidR="003D7296" w:rsidRPr="0037230F" w:rsidRDefault="003D7296" w:rsidP="003D7296">
      <w:pPr>
        <w:pStyle w:val="Sisennetty"/>
        <w:ind w:left="0"/>
      </w:pPr>
    </w:p>
    <w:p w14:paraId="40927D07" w14:textId="1DCD77E7" w:rsidR="00AD37B7" w:rsidRDefault="00AD37B7">
      <w:pPr>
        <w:spacing w:line="2" w:lineRule="auto"/>
      </w:pPr>
    </w:p>
    <w:p w14:paraId="62935283" w14:textId="6F9835CE" w:rsidR="00230BD2" w:rsidRDefault="00205F7C" w:rsidP="009E4B25">
      <w:pPr>
        <w:pStyle w:val="Otsikko1"/>
        <w:rPr>
          <w:lang w:val="en-GB"/>
        </w:rPr>
      </w:pPr>
      <w:bookmarkStart w:id="33" w:name="_Toc508269177"/>
      <w:proofErr w:type="spellStart"/>
      <w:r>
        <w:rPr>
          <w:lang w:val="en-GB"/>
        </w:rPr>
        <w:t>Ulkomailta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apteekkijärjestelmälle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palautuva</w:t>
      </w:r>
      <w:proofErr w:type="spellEnd"/>
      <w:r w:rsidR="00230BD2">
        <w:rPr>
          <w:lang w:val="en-GB"/>
        </w:rPr>
        <w:t xml:space="preserve"> </w:t>
      </w:r>
      <w:proofErr w:type="spellStart"/>
      <w:r w:rsidR="00230BD2">
        <w:rPr>
          <w:lang w:val="en-GB"/>
        </w:rPr>
        <w:t>lääkemääräysasiakirja</w:t>
      </w:r>
      <w:bookmarkEnd w:id="33"/>
      <w:proofErr w:type="spellEnd"/>
    </w:p>
    <w:p w14:paraId="5F090C6A" w14:textId="355F1E47" w:rsidR="000D2C2D" w:rsidRPr="000D2C2D" w:rsidRDefault="00C75542" w:rsidP="000D2C2D">
      <w:pPr>
        <w:pStyle w:val="Leipteksti"/>
      </w:pPr>
      <w:r>
        <w:t xml:space="preserve">Kun </w:t>
      </w:r>
      <w:r>
        <w:t>ulkomainen henkilö käy hakemassa reseptilääkkeitään Su</w:t>
      </w:r>
      <w:r>
        <w:t>omessa suomalaisesta apteekista, apteekkijärjestelmä hakee</w:t>
      </w:r>
      <w:r w:rsidR="00145837">
        <w:t xml:space="preserve"> henkilön lääkemääräysasiakirjan</w:t>
      </w:r>
      <w:r>
        <w:t xml:space="preserve"> kansallisen yhteyspisteen kautta ulkomailta toimittaakseen henkilön </w:t>
      </w:r>
      <w:r w:rsidR="00145837">
        <w:t>haluamaa lääkettä</w:t>
      </w:r>
      <w:r>
        <w:t xml:space="preserve">. </w:t>
      </w:r>
      <w:r w:rsidR="000D2C2D" w:rsidRPr="000D2C2D">
        <w:t>Ulkomailta saapuvat lääkemää</w:t>
      </w:r>
      <w:r w:rsidR="000D2C2D" w:rsidRPr="000D2C2D">
        <w:lastRenderedPageBreak/>
        <w:t xml:space="preserve">räysasiakirjat muunnetaan suomalaiseen formaattiin ennen niiden välittämistä apteekkijärjestelmille lääkkeen toimitusta varten. Asiakirjoja ei kuitenkaan saada täysin yhteensopiviksi nykyisten </w:t>
      </w:r>
      <w:r w:rsidR="00CE1313">
        <w:t xml:space="preserve">suomalaisen </w:t>
      </w:r>
      <w:r w:rsidR="000D2C2D" w:rsidRPr="000D2C2D">
        <w:t xml:space="preserve">sähköisen reseptin määrittelyiden kanssa. </w:t>
      </w:r>
    </w:p>
    <w:p w14:paraId="3C5D040C" w14:textId="77777777" w:rsidR="000D2C2D" w:rsidRDefault="000D2C2D" w:rsidP="000D2C2D">
      <w:pPr>
        <w:pStyle w:val="Leipteksti"/>
      </w:pPr>
    </w:p>
    <w:p w14:paraId="3D550211" w14:textId="6B9C5A31" w:rsidR="000D2C2D" w:rsidRDefault="000D2C2D" w:rsidP="000D2C2D">
      <w:pPr>
        <w:pStyle w:val="Leipteksti"/>
      </w:pPr>
      <w:r w:rsidRPr="000D2C2D">
        <w:t xml:space="preserve">Tässä luvussa esitellään </w:t>
      </w:r>
      <w:r w:rsidR="009B53F5">
        <w:t>ulkomailta palautuvien lääkemääräys</w:t>
      </w:r>
      <w:r>
        <w:t xml:space="preserve">asiakirjojen </w:t>
      </w:r>
      <w:r w:rsidRPr="000D2C2D">
        <w:t xml:space="preserve">poikkeavuudet verrattuna </w:t>
      </w:r>
      <w:r w:rsidR="009B53F5">
        <w:t xml:space="preserve">suomalaisen </w:t>
      </w:r>
      <w:r w:rsidRPr="000D2C2D">
        <w:t>sähköisen reseptin kansallisten määrittelyjen</w:t>
      </w:r>
      <w:r w:rsidR="009B53F5">
        <w:t xml:space="preserve"> </w:t>
      </w:r>
      <w:r w:rsidRPr="000D2C2D">
        <w:rPr>
          <w:szCs w:val="20"/>
        </w:rPr>
        <w:t>muka</w:t>
      </w:r>
      <w:r w:rsidR="009B53F5">
        <w:rPr>
          <w:szCs w:val="20"/>
        </w:rPr>
        <w:t xml:space="preserve">isiin lääkemääräysasiakirjoihin CDA R2 </w:t>
      </w:r>
      <w:proofErr w:type="spellStart"/>
      <w:r w:rsidR="009B53F5">
        <w:rPr>
          <w:szCs w:val="20"/>
        </w:rPr>
        <w:t>Headerin</w:t>
      </w:r>
      <w:proofErr w:type="spellEnd"/>
      <w:r w:rsidR="009B53F5">
        <w:rPr>
          <w:szCs w:val="20"/>
        </w:rPr>
        <w:t xml:space="preserve"> </w:t>
      </w:r>
      <w:r w:rsidR="009B53F5" w:rsidRPr="000D2C2D">
        <w:rPr>
          <w:szCs w:val="20"/>
        </w:rPr>
        <w:t xml:space="preserve">(Lääkemääräyksen CDA R2 </w:t>
      </w:r>
      <w:proofErr w:type="spellStart"/>
      <w:r w:rsidR="009B53F5" w:rsidRPr="000D2C2D">
        <w:rPr>
          <w:szCs w:val="20"/>
        </w:rPr>
        <w:t>Header</w:t>
      </w:r>
      <w:proofErr w:type="spellEnd"/>
      <w:r w:rsidR="009B53F5" w:rsidRPr="000D2C2D">
        <w:rPr>
          <w:szCs w:val="20"/>
        </w:rPr>
        <w:t xml:space="preserve"> v3.50, OID: 1.2.24</w:t>
      </w:r>
      <w:r w:rsidR="009B53F5">
        <w:rPr>
          <w:szCs w:val="20"/>
        </w:rPr>
        <w:t xml:space="preserve">6.777.11.2017.8) ja </w:t>
      </w:r>
      <w:proofErr w:type="spellStart"/>
      <w:r w:rsidR="009B53F5">
        <w:rPr>
          <w:szCs w:val="20"/>
        </w:rPr>
        <w:t>Bodyn</w:t>
      </w:r>
      <w:proofErr w:type="spellEnd"/>
      <w:r w:rsidR="009B53F5">
        <w:rPr>
          <w:szCs w:val="20"/>
        </w:rPr>
        <w:t xml:space="preserve"> (</w:t>
      </w:r>
      <w:r w:rsidR="009B53F5" w:rsidRPr="000D2C2D">
        <w:rPr>
          <w:szCs w:val="20"/>
        </w:rPr>
        <w:t xml:space="preserve">Lääkemääräyksen sanomat CDA R2 -rakenteena v3.50, OID: 1.2.246.777.11.2017.9) </w:t>
      </w:r>
      <w:r w:rsidR="009B53F5">
        <w:rPr>
          <w:szCs w:val="20"/>
        </w:rPr>
        <w:t>osalta.</w:t>
      </w:r>
    </w:p>
    <w:p w14:paraId="12BDA844" w14:textId="2A0D7D79" w:rsidR="009E4B25" w:rsidRDefault="009E4B25" w:rsidP="00230BD2">
      <w:pPr>
        <w:pStyle w:val="Otsikko2"/>
        <w:rPr>
          <w:lang w:val="en-GB"/>
        </w:rPr>
      </w:pPr>
      <w:bookmarkStart w:id="34" w:name="_Toc508269178"/>
      <w:proofErr w:type="spellStart"/>
      <w:r>
        <w:rPr>
          <w:lang w:val="en-GB"/>
        </w:rPr>
        <w:t>Poikkeavuudet</w:t>
      </w:r>
      <w:proofErr w:type="spellEnd"/>
      <w:r w:rsidR="00230BD2">
        <w:rPr>
          <w:lang w:val="en-GB"/>
        </w:rPr>
        <w:t>:</w:t>
      </w:r>
      <w:r w:rsidR="0037230F">
        <w:rPr>
          <w:lang w:val="en-GB"/>
        </w:rPr>
        <w:t xml:space="preserve"> CDA R2 Header</w:t>
      </w:r>
      <w:bookmarkEnd w:id="34"/>
    </w:p>
    <w:p w14:paraId="78693940" w14:textId="5158AA27" w:rsidR="0037230F" w:rsidRPr="0037230F" w:rsidRDefault="0037230F" w:rsidP="0037230F">
      <w:pPr>
        <w:pStyle w:val="Leipteksti"/>
      </w:pPr>
      <w:r w:rsidRPr="0037230F">
        <w:t xml:space="preserve">Tässä osiossa kuvataan poikkeavuudet CDA R2 </w:t>
      </w:r>
      <w:proofErr w:type="spellStart"/>
      <w:r w:rsidRPr="0037230F">
        <w:t>Header</w:t>
      </w:r>
      <w:proofErr w:type="spellEnd"/>
      <w:r w:rsidRPr="0037230F">
        <w:t xml:space="preserve"> </w:t>
      </w:r>
      <w:r w:rsidR="003128BF">
        <w:t>-</w:t>
      </w:r>
      <w:r w:rsidRPr="0037230F">
        <w:t>määrittelyjen</w:t>
      </w:r>
      <w:r w:rsidR="003128BF">
        <w:t xml:space="preserve"> (</w:t>
      </w:r>
      <w:r w:rsidR="003128BF" w:rsidRPr="000D2C2D">
        <w:rPr>
          <w:szCs w:val="20"/>
        </w:rPr>
        <w:t xml:space="preserve">Lääkemääräyksen CDA R2 </w:t>
      </w:r>
      <w:proofErr w:type="spellStart"/>
      <w:r w:rsidR="003128BF" w:rsidRPr="000D2C2D">
        <w:rPr>
          <w:szCs w:val="20"/>
        </w:rPr>
        <w:t>Header</w:t>
      </w:r>
      <w:proofErr w:type="spellEnd"/>
      <w:r w:rsidR="003128BF" w:rsidRPr="000D2C2D">
        <w:rPr>
          <w:szCs w:val="20"/>
        </w:rPr>
        <w:t xml:space="preserve"> v3</w:t>
      </w:r>
      <w:r w:rsidR="003128BF">
        <w:rPr>
          <w:szCs w:val="20"/>
        </w:rPr>
        <w:t>.50, OID: 1.2.246.777.11.2017.8)</w:t>
      </w:r>
      <w:r w:rsidRPr="0037230F">
        <w:t xml:space="preserve"> </w:t>
      </w:r>
      <w:r>
        <w:t>osalta.</w:t>
      </w:r>
    </w:p>
    <w:p w14:paraId="4E7028CB" w14:textId="201E4510" w:rsidR="00C9374E" w:rsidRDefault="009E4B25" w:rsidP="00230BD2">
      <w:pPr>
        <w:pStyle w:val="Otsikko3"/>
      </w:pPr>
      <w:bookmarkStart w:id="35" w:name="_Toc508269179"/>
      <w:proofErr w:type="spellStart"/>
      <w:r>
        <w:t>recordTarget</w:t>
      </w:r>
      <w:proofErr w:type="spellEnd"/>
      <w:r>
        <w:t xml:space="preserve"> – Asiakirjan kohde</w:t>
      </w:r>
      <w:bookmarkEnd w:id="35"/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1984"/>
        <w:gridCol w:w="2835"/>
        <w:gridCol w:w="2977"/>
      </w:tblGrid>
      <w:tr w:rsidR="00DD68F7" w14:paraId="32EF98E6" w14:textId="3707A8D2" w:rsidTr="00DD68F7">
        <w:trPr>
          <w:tblHeader/>
        </w:trPr>
        <w:tc>
          <w:tcPr>
            <w:tcW w:w="1413" w:type="dxa"/>
            <w:shd w:val="clear" w:color="auto" w:fill="E6E6E6"/>
          </w:tcPr>
          <w:p w14:paraId="61E24605" w14:textId="3D63D249" w:rsidR="00DD68F7" w:rsidRDefault="00DD68F7" w:rsidP="00485772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984" w:type="dxa"/>
            <w:shd w:val="clear" w:color="auto" w:fill="E6E6E6"/>
          </w:tcPr>
          <w:p w14:paraId="40A515F8" w14:textId="77777777" w:rsidR="00DD68F7" w:rsidRDefault="00DD68F7" w:rsidP="00485772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2835" w:type="dxa"/>
            <w:shd w:val="clear" w:color="auto" w:fill="E6E6E6"/>
          </w:tcPr>
          <w:p w14:paraId="18489101" w14:textId="77777777" w:rsidR="00DD68F7" w:rsidRDefault="00DD68F7" w:rsidP="00485772">
            <w:pPr>
              <w:keepNext/>
              <w:rPr>
                <w:b/>
              </w:rPr>
            </w:pPr>
            <w:r>
              <w:rPr>
                <w:b/>
              </w:rPr>
              <w:t>Tietosisältö</w:t>
            </w:r>
          </w:p>
        </w:tc>
        <w:tc>
          <w:tcPr>
            <w:tcW w:w="2977" w:type="dxa"/>
            <w:shd w:val="clear" w:color="auto" w:fill="FCD4A4" w:themeFill="accent6" w:themeFillTint="66"/>
          </w:tcPr>
          <w:p w14:paraId="3BE463CB" w14:textId="4020698F" w:rsidR="00DD68F7" w:rsidRDefault="00DD68F7" w:rsidP="00485772">
            <w:pPr>
              <w:keepNext/>
              <w:rPr>
                <w:b/>
              </w:rPr>
            </w:pPr>
            <w:r>
              <w:rPr>
                <w:b/>
              </w:rPr>
              <w:t>Poikkeavuudet</w:t>
            </w:r>
          </w:p>
        </w:tc>
      </w:tr>
      <w:tr w:rsidR="00DD68F7" w:rsidRPr="009121D2" w14:paraId="5188AA80" w14:textId="66B43066" w:rsidTr="00DD68F7">
        <w:tc>
          <w:tcPr>
            <w:tcW w:w="1413" w:type="dxa"/>
            <w:tcBorders>
              <w:bottom w:val="single" w:sz="4" w:space="0" w:color="auto"/>
            </w:tcBorders>
          </w:tcPr>
          <w:p w14:paraId="2CC9789C" w14:textId="77777777" w:rsidR="00DD68F7" w:rsidRDefault="00DD68F7" w:rsidP="00485772">
            <w:pPr>
              <w:keepNext/>
            </w:pPr>
            <w:r>
              <w:t>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824D655" w14:textId="77777777" w:rsidR="00DD68F7" w:rsidRDefault="00DD68F7" w:rsidP="00485772">
            <w:pPr>
              <w:keepNext/>
            </w:pPr>
            <w:r>
              <w:t>P, jos potilaalla on virallinen henkilötunnus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83F56AA" w14:textId="77777777" w:rsidR="00DD68F7" w:rsidRDefault="00DD68F7" w:rsidP="00485772">
            <w:pPr>
              <w:keepNext/>
            </w:pPr>
            <w:r>
              <w:t xml:space="preserve">Potilaan henkilötunnus </w:t>
            </w:r>
          </w:p>
          <w:p w14:paraId="40ECA527" w14:textId="77777777" w:rsidR="00DD68F7" w:rsidRDefault="00DD68F7" w:rsidP="00485772">
            <w:pPr>
              <w:keepNext/>
            </w:pPr>
            <w:r>
              <w:t>Väliaikaisia tai järjestelmän itse luomia henkilötunnuksia ei saa käyttää.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DE9D1" w:themeFill="accent6" w:themeFillTint="33"/>
          </w:tcPr>
          <w:p w14:paraId="27A2F19C" w14:textId="7D0E2599" w:rsidR="008D701E" w:rsidRDefault="00DD68F7" w:rsidP="003C7FA5">
            <w:pPr>
              <w:pStyle w:val="Leipteksti"/>
              <w:rPr>
                <w:sz w:val="18"/>
              </w:rPr>
            </w:pPr>
            <w:r w:rsidRPr="00791503">
              <w:rPr>
                <w:sz w:val="18"/>
              </w:rPr>
              <w:t>P</w:t>
            </w:r>
            <w:r>
              <w:rPr>
                <w:sz w:val="18"/>
              </w:rPr>
              <w:t>otilaan id</w:t>
            </w:r>
            <w:r w:rsidR="003128BF">
              <w:rPr>
                <w:sz w:val="18"/>
              </w:rPr>
              <w:t xml:space="preserve"> ei ole suomalainen</w:t>
            </w:r>
            <w:r>
              <w:rPr>
                <w:sz w:val="18"/>
              </w:rPr>
              <w:t xml:space="preserve"> virallinen henkilötunnus</w:t>
            </w:r>
            <w:r w:rsidR="003128BF">
              <w:rPr>
                <w:sz w:val="18"/>
              </w:rPr>
              <w:t>, vaan u</w:t>
            </w:r>
            <w:r w:rsidR="00DF4288">
              <w:rPr>
                <w:sz w:val="18"/>
              </w:rPr>
              <w:t xml:space="preserve">lkomailta annettu </w:t>
            </w:r>
            <w:r w:rsidR="003128BF">
              <w:rPr>
                <w:sz w:val="18"/>
              </w:rPr>
              <w:t xml:space="preserve">potilaan </w:t>
            </w:r>
            <w:r w:rsidR="00DF4288">
              <w:rPr>
                <w:sz w:val="18"/>
              </w:rPr>
              <w:t>i</w:t>
            </w:r>
            <w:r w:rsidRPr="003C7FA5">
              <w:rPr>
                <w:sz w:val="18"/>
              </w:rPr>
              <w:t xml:space="preserve">d (tai </w:t>
            </w:r>
            <w:proofErr w:type="spellStart"/>
            <w:r w:rsidRPr="003C7FA5">
              <w:rPr>
                <w:sz w:val="18"/>
              </w:rPr>
              <w:t>id:t</w:t>
            </w:r>
            <w:proofErr w:type="spellEnd"/>
            <w:r w:rsidRPr="003C7FA5">
              <w:rPr>
                <w:sz w:val="18"/>
              </w:rPr>
              <w:t xml:space="preserve">) tuodaan sellaisenaan ulkomaisesta lääkemääräysasiakirjasta. </w:t>
            </w:r>
          </w:p>
          <w:p w14:paraId="3F3DD25B" w14:textId="77777777" w:rsidR="008D701E" w:rsidRDefault="008D701E" w:rsidP="003C7FA5">
            <w:pPr>
              <w:pStyle w:val="Leipteksti"/>
              <w:rPr>
                <w:sz w:val="18"/>
              </w:rPr>
            </w:pPr>
          </w:p>
          <w:p w14:paraId="04E58008" w14:textId="54398F5D" w:rsidR="00E4495F" w:rsidRDefault="00DD68F7" w:rsidP="003C7FA5">
            <w:pPr>
              <w:pStyle w:val="Leipteksti"/>
              <w:rPr>
                <w:sz w:val="18"/>
              </w:rPr>
            </w:pPr>
            <w:proofErr w:type="spellStart"/>
            <w:proofErr w:type="gramStart"/>
            <w:r w:rsidRPr="003C7FA5">
              <w:rPr>
                <w:sz w:val="18"/>
              </w:rPr>
              <w:t>Id:itä</w:t>
            </w:r>
            <w:proofErr w:type="spellEnd"/>
            <w:proofErr w:type="gramEnd"/>
            <w:r w:rsidRPr="003C7FA5">
              <w:rPr>
                <w:sz w:val="18"/>
              </w:rPr>
              <w:t xml:space="preserve"> voi olla monta, ja ne voivat sisältää sekä </w:t>
            </w:r>
            <w:proofErr w:type="spellStart"/>
            <w:r w:rsidRPr="003C7FA5">
              <w:rPr>
                <w:sz w:val="18"/>
              </w:rPr>
              <w:t>rootin</w:t>
            </w:r>
            <w:proofErr w:type="spellEnd"/>
            <w:r w:rsidRPr="003C7FA5">
              <w:rPr>
                <w:sz w:val="18"/>
              </w:rPr>
              <w:t xml:space="preserve"> että </w:t>
            </w:r>
            <w:proofErr w:type="spellStart"/>
            <w:r w:rsidRPr="003C7FA5">
              <w:rPr>
                <w:sz w:val="18"/>
              </w:rPr>
              <w:t>extensionin</w:t>
            </w:r>
            <w:proofErr w:type="spellEnd"/>
            <w:r w:rsidRPr="003C7FA5">
              <w:rPr>
                <w:sz w:val="18"/>
              </w:rPr>
              <w:t>.</w:t>
            </w:r>
          </w:p>
          <w:p w14:paraId="02F14103" w14:textId="16AF4D85" w:rsidR="00494F6F" w:rsidRDefault="00494F6F" w:rsidP="003C7FA5">
            <w:pPr>
              <w:pStyle w:val="Leipteksti"/>
              <w:rPr>
                <w:sz w:val="18"/>
              </w:rPr>
            </w:pPr>
          </w:p>
          <w:p w14:paraId="29B1B13E" w14:textId="3B28A92F" w:rsidR="00155AA2" w:rsidRPr="009121D2" w:rsidRDefault="009121D2" w:rsidP="009121D2">
            <w:pPr>
              <w:pStyle w:val="Leipteksti"/>
              <w:rPr>
                <w:sz w:val="18"/>
              </w:rPr>
            </w:pPr>
            <w:r w:rsidRPr="009121D2">
              <w:rPr>
                <w:sz w:val="18"/>
              </w:rPr>
              <w:t>Tietotyypin kuvaus löytyy täältä</w:t>
            </w:r>
            <w:r w:rsidR="00494F6F" w:rsidRPr="009121D2">
              <w:rPr>
                <w:sz w:val="18"/>
              </w:rPr>
              <w:t xml:space="preserve">: </w:t>
            </w:r>
            <w:hyperlink r:id="rId17" w:history="1">
              <w:r w:rsidR="00494F6F" w:rsidRPr="009121D2">
                <w:rPr>
                  <w:rStyle w:val="Hyperlinkki"/>
                  <w:sz w:val="18"/>
                </w:rPr>
                <w:t>https://art-decor.org/mediawiki/index.php?title=DTr1_II.EPSOS</w:t>
              </w:r>
            </w:hyperlink>
            <w:r w:rsidR="00494F6F" w:rsidRPr="009121D2">
              <w:rPr>
                <w:sz w:val="18"/>
              </w:rPr>
              <w:t xml:space="preserve"> </w:t>
            </w:r>
          </w:p>
        </w:tc>
      </w:tr>
    </w:tbl>
    <w:p w14:paraId="0AFF9EE4" w14:textId="57594421" w:rsidR="009E4B25" w:rsidRDefault="00A70F70" w:rsidP="00230BD2">
      <w:pPr>
        <w:pStyle w:val="Otsikko3"/>
      </w:pPr>
      <w:bookmarkStart w:id="36" w:name="_Toc508269180"/>
      <w:proofErr w:type="spellStart"/>
      <w:r>
        <w:t>author</w:t>
      </w:r>
      <w:bookmarkEnd w:id="36"/>
      <w:proofErr w:type="spellEnd"/>
    </w:p>
    <w:p w14:paraId="6B680AB8" w14:textId="187B8082" w:rsidR="000E6B4E" w:rsidRDefault="00637502" w:rsidP="000E6B4E">
      <w:pPr>
        <w:pStyle w:val="Otsikko4"/>
      </w:pPr>
      <w:r>
        <w:t>Lääkkeen määrääjän tiedot</w:t>
      </w:r>
    </w:p>
    <w:p w14:paraId="54FDCA5A" w14:textId="77777777" w:rsidR="00C17651" w:rsidRPr="00C17651" w:rsidRDefault="00C17651" w:rsidP="00C17651"/>
    <w:p w14:paraId="5267C6A4" w14:textId="6A7A2F09" w:rsidR="00AA236E" w:rsidRPr="00AA236E" w:rsidRDefault="000E6B4E" w:rsidP="00AA236E">
      <w:r>
        <w:t>On mahdollista, että lääkkeen määrääjästä ei saada muuta tietoa paitsi ammattioikeus.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1418"/>
        <w:gridCol w:w="2977"/>
        <w:gridCol w:w="2551"/>
      </w:tblGrid>
      <w:tr w:rsidR="00AA236E" w14:paraId="6B251CCB" w14:textId="67465536" w:rsidTr="00AA236E">
        <w:trPr>
          <w:cantSplit/>
        </w:trPr>
        <w:tc>
          <w:tcPr>
            <w:tcW w:w="2263" w:type="dxa"/>
            <w:shd w:val="clear" w:color="auto" w:fill="E6E6E6"/>
          </w:tcPr>
          <w:p w14:paraId="09009162" w14:textId="77777777" w:rsidR="00AA236E" w:rsidRDefault="00AA236E" w:rsidP="00485772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418" w:type="dxa"/>
            <w:shd w:val="clear" w:color="auto" w:fill="E6E6E6"/>
          </w:tcPr>
          <w:p w14:paraId="75D60FED" w14:textId="77777777" w:rsidR="00AA236E" w:rsidRDefault="00AA236E" w:rsidP="00485772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2977" w:type="dxa"/>
            <w:shd w:val="clear" w:color="auto" w:fill="E6E6E6"/>
          </w:tcPr>
          <w:p w14:paraId="302DE133" w14:textId="77777777" w:rsidR="00AA236E" w:rsidRDefault="00AA236E" w:rsidP="00485772">
            <w:pPr>
              <w:keepNext/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  <w:tc>
          <w:tcPr>
            <w:tcW w:w="2551" w:type="dxa"/>
            <w:shd w:val="clear" w:color="auto" w:fill="FCD4A4" w:themeFill="accent6" w:themeFillTint="66"/>
          </w:tcPr>
          <w:p w14:paraId="103FF06E" w14:textId="0E88E865" w:rsidR="00AA236E" w:rsidRDefault="00AA236E" w:rsidP="00485772">
            <w:pPr>
              <w:keepNext/>
              <w:rPr>
                <w:b/>
              </w:rPr>
            </w:pPr>
            <w:r>
              <w:rPr>
                <w:b/>
              </w:rPr>
              <w:t>Poikkeavuudet</w:t>
            </w:r>
          </w:p>
        </w:tc>
      </w:tr>
      <w:tr w:rsidR="00AA236E" w14:paraId="360E51C4" w14:textId="7FF77071" w:rsidTr="00AA236E">
        <w:trPr>
          <w:cantSplit/>
        </w:trPr>
        <w:tc>
          <w:tcPr>
            <w:tcW w:w="2263" w:type="dxa"/>
            <w:shd w:val="clear" w:color="auto" w:fill="BFBFBF"/>
          </w:tcPr>
          <w:p w14:paraId="5FFBFDA6" w14:textId="77777777" w:rsidR="00AA236E" w:rsidRDefault="00AA236E" w:rsidP="00485772">
            <w:proofErr w:type="spellStart"/>
            <w:r w:rsidRPr="007E15E9">
              <w:t>assignedAuthor</w:t>
            </w:r>
            <w:proofErr w:type="spellEnd"/>
          </w:p>
        </w:tc>
        <w:tc>
          <w:tcPr>
            <w:tcW w:w="1418" w:type="dxa"/>
            <w:shd w:val="clear" w:color="auto" w:fill="BFBFBF"/>
          </w:tcPr>
          <w:p w14:paraId="613EBD4B" w14:textId="77777777" w:rsidR="00AA236E" w:rsidRDefault="00AA236E" w:rsidP="00485772"/>
        </w:tc>
        <w:tc>
          <w:tcPr>
            <w:tcW w:w="2977" w:type="dxa"/>
            <w:shd w:val="clear" w:color="auto" w:fill="BFBFBF"/>
          </w:tcPr>
          <w:p w14:paraId="3EF0C6FB" w14:textId="77777777" w:rsidR="00AA236E" w:rsidRDefault="00AA236E" w:rsidP="00485772"/>
        </w:tc>
        <w:tc>
          <w:tcPr>
            <w:tcW w:w="2551" w:type="dxa"/>
            <w:shd w:val="clear" w:color="auto" w:fill="FABE77" w:themeFill="accent6" w:themeFillTint="99"/>
          </w:tcPr>
          <w:p w14:paraId="52A1A000" w14:textId="77777777" w:rsidR="00AA236E" w:rsidRDefault="00AA236E" w:rsidP="00485772"/>
        </w:tc>
      </w:tr>
      <w:tr w:rsidR="00AA236E" w14:paraId="588EB7A9" w14:textId="1D841112" w:rsidTr="00AA236E">
        <w:trPr>
          <w:cantSplit/>
        </w:trPr>
        <w:tc>
          <w:tcPr>
            <w:tcW w:w="2263" w:type="dxa"/>
          </w:tcPr>
          <w:p w14:paraId="5E63AA16" w14:textId="77777777" w:rsidR="00AA236E" w:rsidRDefault="00AA236E" w:rsidP="00485772">
            <w:r>
              <w:lastRenderedPageBreak/>
              <w:t xml:space="preserve">  id </w:t>
            </w:r>
          </w:p>
          <w:p w14:paraId="3080FEB0" w14:textId="77777777" w:rsidR="00AA236E" w:rsidRPr="00FC0DE7" w:rsidRDefault="00AA236E" w:rsidP="00485772">
            <w:r>
              <w:t xml:space="preserve">  (</w:t>
            </w:r>
            <w:proofErr w:type="spellStart"/>
            <w:r>
              <w:t>root</w:t>
            </w:r>
            <w:proofErr w:type="spellEnd"/>
            <w:r>
              <w:t xml:space="preserve"> </w:t>
            </w:r>
            <w:r w:rsidRPr="00294FCE">
              <w:t>1.2.246.537.2</w:t>
            </w:r>
            <w:r>
              <w:t>5)</w:t>
            </w:r>
          </w:p>
        </w:tc>
        <w:tc>
          <w:tcPr>
            <w:tcW w:w="1418" w:type="dxa"/>
          </w:tcPr>
          <w:p w14:paraId="5FB7609B" w14:textId="77777777" w:rsidR="00AA236E" w:rsidRDefault="00AA236E" w:rsidP="00485772">
            <w:r>
              <w:t>EP</w:t>
            </w:r>
          </w:p>
        </w:tc>
        <w:tc>
          <w:tcPr>
            <w:tcW w:w="2977" w:type="dxa"/>
          </w:tcPr>
          <w:p w14:paraId="1901FCC4" w14:textId="77777777" w:rsidR="00AA236E" w:rsidRDefault="00AA236E" w:rsidP="00485772">
            <w:r>
              <w:t xml:space="preserve">Yksilöintitunnus (ent. </w:t>
            </w:r>
            <w:proofErr w:type="spellStart"/>
            <w:r>
              <w:t>sv</w:t>
            </w:r>
            <w:proofErr w:type="spellEnd"/>
            <w:r>
              <w:t>-numero)</w:t>
            </w:r>
          </w:p>
          <w:p w14:paraId="7C4AB89A" w14:textId="77777777" w:rsidR="00AA236E" w:rsidRDefault="00AA236E" w:rsidP="00485772">
            <w:r>
              <w:t>Pakollinen niillä käyttäjillä, joilla on yksilöintitunnus</w:t>
            </w:r>
          </w:p>
          <w:p w14:paraId="5998DE23" w14:textId="77777777" w:rsidR="00AA236E" w:rsidRDefault="00AA236E" w:rsidP="00485772"/>
        </w:tc>
        <w:tc>
          <w:tcPr>
            <w:tcW w:w="2551" w:type="dxa"/>
            <w:vMerge w:val="restart"/>
            <w:shd w:val="clear" w:color="auto" w:fill="FDE9D1" w:themeFill="accent6" w:themeFillTint="33"/>
          </w:tcPr>
          <w:p w14:paraId="36665FFA" w14:textId="6428A256" w:rsidR="00AA236E" w:rsidRPr="00791503" w:rsidRDefault="00AA236E" w:rsidP="00AA236E">
            <w:pPr>
              <w:pStyle w:val="Leipteksti"/>
              <w:rPr>
                <w:sz w:val="18"/>
              </w:rPr>
            </w:pPr>
            <w:r w:rsidRPr="00791503">
              <w:rPr>
                <w:sz w:val="18"/>
              </w:rPr>
              <w:t>Lääkkeen määrääjän yksilöintitunnus ei o</w:t>
            </w:r>
            <w:r>
              <w:rPr>
                <w:sz w:val="18"/>
              </w:rPr>
              <w:t>le suomalais</w:t>
            </w:r>
            <w:r w:rsidR="00D452B2">
              <w:rPr>
                <w:sz w:val="18"/>
              </w:rPr>
              <w:t>en mallin mukainen, vaan käytössä on maakohtaiset yksilöintitunnukset.</w:t>
            </w:r>
          </w:p>
          <w:p w14:paraId="107CC7C0" w14:textId="77777777" w:rsidR="00AA236E" w:rsidRPr="00791503" w:rsidRDefault="00AA236E" w:rsidP="00AA236E">
            <w:pPr>
              <w:pStyle w:val="Leipteksti"/>
              <w:rPr>
                <w:sz w:val="18"/>
              </w:rPr>
            </w:pPr>
          </w:p>
          <w:p w14:paraId="75F3F7DD" w14:textId="77777777" w:rsidR="00CD218E" w:rsidRDefault="00A91E38" w:rsidP="00CD218E">
            <w:pPr>
              <w:pStyle w:val="Leipteksti"/>
              <w:rPr>
                <w:sz w:val="18"/>
              </w:rPr>
            </w:pPr>
            <w:r>
              <w:rPr>
                <w:sz w:val="18"/>
              </w:rPr>
              <w:t>Y</w:t>
            </w:r>
            <w:r w:rsidR="00AA236E" w:rsidRPr="00791503">
              <w:rPr>
                <w:sz w:val="18"/>
              </w:rPr>
              <w:t>ksilöintitunnu</w:t>
            </w:r>
            <w:r w:rsidR="00CD218E">
              <w:rPr>
                <w:sz w:val="18"/>
              </w:rPr>
              <w:t>ksia voi tulla useampi kappale.</w:t>
            </w:r>
          </w:p>
          <w:p w14:paraId="791190A1" w14:textId="77777777" w:rsidR="00CD218E" w:rsidRDefault="00CD218E" w:rsidP="00CD218E">
            <w:pPr>
              <w:pStyle w:val="Leipteksti"/>
              <w:rPr>
                <w:sz w:val="18"/>
              </w:rPr>
            </w:pPr>
          </w:p>
          <w:p w14:paraId="33F1D07A" w14:textId="6755B8CA" w:rsidR="00CD218E" w:rsidRDefault="00AA236E" w:rsidP="00CD218E">
            <w:pPr>
              <w:pStyle w:val="Leipteksti"/>
              <w:rPr>
                <w:sz w:val="18"/>
              </w:rPr>
            </w:pPr>
            <w:r w:rsidRPr="00791503">
              <w:rPr>
                <w:sz w:val="18"/>
              </w:rPr>
              <w:t xml:space="preserve">Yksilöintitunnus voi myös puuttua kokonaan. Tällöin elementissä on </w:t>
            </w:r>
            <w:proofErr w:type="spellStart"/>
            <w:r w:rsidRPr="00791503">
              <w:rPr>
                <w:sz w:val="18"/>
              </w:rPr>
              <w:t>nullFlavor</w:t>
            </w:r>
            <w:proofErr w:type="spellEnd"/>
            <w:r w:rsidRPr="00791503">
              <w:rPr>
                <w:sz w:val="18"/>
              </w:rPr>
              <w:t xml:space="preserve"> = ”NA”.</w:t>
            </w:r>
          </w:p>
          <w:p w14:paraId="5E9F1E55" w14:textId="7D5EA358" w:rsidR="00184036" w:rsidRDefault="00184036" w:rsidP="00CD218E">
            <w:pPr>
              <w:pStyle w:val="Leipteksti"/>
              <w:rPr>
                <w:sz w:val="18"/>
              </w:rPr>
            </w:pPr>
          </w:p>
          <w:p w14:paraId="6E8F96AF" w14:textId="53A6BAD3" w:rsidR="00CD218E" w:rsidRPr="00CD218E" w:rsidRDefault="004F4F92" w:rsidP="00CD218E">
            <w:pPr>
              <w:pStyle w:val="Leipteksti"/>
              <w:rPr>
                <w:sz w:val="18"/>
              </w:rPr>
            </w:pPr>
            <w:r>
              <w:rPr>
                <w:sz w:val="18"/>
              </w:rPr>
              <w:t>Tietotyypin kuvaus löytyy täältä</w:t>
            </w:r>
            <w:r w:rsidR="00184036">
              <w:rPr>
                <w:sz w:val="18"/>
              </w:rPr>
              <w:t xml:space="preserve">: </w:t>
            </w:r>
            <w:hyperlink r:id="rId18" w:history="1">
              <w:r w:rsidR="00184036" w:rsidRPr="00C24090">
                <w:rPr>
                  <w:rStyle w:val="Hyperlinkki"/>
                  <w:sz w:val="18"/>
                </w:rPr>
                <w:t>https://art-decor.org/mediawiki/index.php?title=DTr1_II.EPSOS</w:t>
              </w:r>
            </w:hyperlink>
            <w:r w:rsidR="00184036">
              <w:rPr>
                <w:sz w:val="18"/>
              </w:rPr>
              <w:t xml:space="preserve"> </w:t>
            </w:r>
          </w:p>
        </w:tc>
      </w:tr>
      <w:tr w:rsidR="00AA236E" w14:paraId="297D04F7" w14:textId="1594ABCA" w:rsidTr="00AA236E">
        <w:trPr>
          <w:cantSplit/>
        </w:trPr>
        <w:tc>
          <w:tcPr>
            <w:tcW w:w="2263" w:type="dxa"/>
          </w:tcPr>
          <w:p w14:paraId="7628AB27" w14:textId="77777777" w:rsidR="00AA236E" w:rsidRDefault="00AA236E" w:rsidP="00485772">
            <w:r>
              <w:t xml:space="preserve">  id </w:t>
            </w:r>
          </w:p>
          <w:p w14:paraId="113AF26E" w14:textId="77777777" w:rsidR="00AA236E" w:rsidRDefault="00AA236E" w:rsidP="00485772">
            <w:r>
              <w:t xml:space="preserve">  (</w:t>
            </w:r>
            <w:proofErr w:type="spellStart"/>
            <w:r>
              <w:t>root</w:t>
            </w:r>
            <w:proofErr w:type="spellEnd"/>
            <w:r>
              <w:t xml:space="preserve"> </w:t>
            </w:r>
            <w:r w:rsidRPr="00294FCE">
              <w:t>1.2.246.537.2</w:t>
            </w:r>
            <w:r>
              <w:t>6)</w:t>
            </w:r>
          </w:p>
        </w:tc>
        <w:tc>
          <w:tcPr>
            <w:tcW w:w="1418" w:type="dxa"/>
          </w:tcPr>
          <w:p w14:paraId="1D7311CC" w14:textId="77777777" w:rsidR="00AA236E" w:rsidRDefault="00AA236E" w:rsidP="00485772">
            <w:r>
              <w:t>P</w:t>
            </w:r>
          </w:p>
        </w:tc>
        <w:tc>
          <w:tcPr>
            <w:tcW w:w="2977" w:type="dxa"/>
          </w:tcPr>
          <w:p w14:paraId="627E7C8C" w14:textId="77777777" w:rsidR="00AA236E" w:rsidRDefault="00AA236E" w:rsidP="00485772">
            <w:r>
              <w:t xml:space="preserve">Rekisteröintinumero (eli ns. </w:t>
            </w:r>
            <w:proofErr w:type="spellStart"/>
            <w:r>
              <w:t>terhikkitunnus</w:t>
            </w:r>
            <w:proofErr w:type="spellEnd"/>
            <w:r>
              <w:t>)</w:t>
            </w:r>
          </w:p>
        </w:tc>
        <w:tc>
          <w:tcPr>
            <w:tcW w:w="2551" w:type="dxa"/>
            <w:vMerge/>
            <w:shd w:val="clear" w:color="auto" w:fill="FDE9D1" w:themeFill="accent6" w:themeFillTint="33"/>
          </w:tcPr>
          <w:p w14:paraId="038F33BC" w14:textId="77777777" w:rsidR="00AA236E" w:rsidRDefault="00AA236E" w:rsidP="00485772"/>
        </w:tc>
      </w:tr>
      <w:tr w:rsidR="00AA236E" w14:paraId="43D0B4A2" w14:textId="27C0747C" w:rsidTr="00AA236E">
        <w:trPr>
          <w:cantSplit/>
        </w:trPr>
        <w:tc>
          <w:tcPr>
            <w:tcW w:w="2263" w:type="dxa"/>
            <w:tcBorders>
              <w:bottom w:val="single" w:sz="4" w:space="0" w:color="auto"/>
            </w:tcBorders>
          </w:tcPr>
          <w:p w14:paraId="3C34461B" w14:textId="77777777" w:rsidR="00AA236E" w:rsidRDefault="00AA236E" w:rsidP="00485772">
            <w:r>
              <w:t xml:space="preserve">  </w:t>
            </w:r>
            <w:proofErr w:type="spellStart"/>
            <w:r>
              <w:t>code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C725380" w14:textId="77777777" w:rsidR="00AA236E" w:rsidRDefault="00AA236E" w:rsidP="00485772">
            <w:r>
              <w:t>EP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8FA193D" w14:textId="77777777" w:rsidR="00AA236E" w:rsidRDefault="00AA236E" w:rsidP="00485772">
            <w:r>
              <w:t xml:space="preserve">Erikoisala </w:t>
            </w:r>
          </w:p>
          <w:p w14:paraId="7DA6F46D" w14:textId="77777777" w:rsidR="00AA236E" w:rsidRDefault="00AA236E" w:rsidP="00485772">
            <w:r>
              <w:t>Pakollinen erikoislääkärillä lääkemääräyksessä, lääkemääräyksen korjauksessa ja mitätöinnissä</w:t>
            </w:r>
          </w:p>
          <w:p w14:paraId="08FBED71" w14:textId="77777777" w:rsidR="00AA236E" w:rsidRDefault="00AA236E" w:rsidP="00485772">
            <w:r>
              <w:t xml:space="preserve">Ilmoitetaan koodistolla </w:t>
            </w:r>
            <w:r w:rsidRPr="00F038B3">
              <w:t>1.2.246.537.6.148.2008</w:t>
            </w:r>
            <w:r>
              <w:t xml:space="preserve"> </w:t>
            </w:r>
            <w:r w:rsidRPr="00F038B3">
              <w:t>Valvira-Koulutusluokitus 2008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DE9D1" w:themeFill="accent6" w:themeFillTint="33"/>
          </w:tcPr>
          <w:p w14:paraId="1D4193F0" w14:textId="615D8A10" w:rsidR="00AA236E" w:rsidRPr="00A91E38" w:rsidRDefault="00A91E38" w:rsidP="00485772">
            <w:pPr>
              <w:rPr>
                <w:sz w:val="18"/>
              </w:rPr>
            </w:pPr>
            <w:r w:rsidRPr="00791503">
              <w:rPr>
                <w:sz w:val="18"/>
              </w:rPr>
              <w:t xml:space="preserve">Erikoisalaa ei saada tietoon, joten tämä on aina </w:t>
            </w:r>
            <w:proofErr w:type="spellStart"/>
            <w:r w:rsidRPr="00791503">
              <w:rPr>
                <w:sz w:val="18"/>
              </w:rPr>
              <w:t>nullFlavor</w:t>
            </w:r>
            <w:proofErr w:type="spellEnd"/>
            <w:r w:rsidRPr="00791503">
              <w:rPr>
                <w:sz w:val="18"/>
              </w:rPr>
              <w:t xml:space="preserve"> = “NA”.</w:t>
            </w:r>
          </w:p>
        </w:tc>
      </w:tr>
      <w:tr w:rsidR="00AA236E" w14:paraId="73C352F6" w14:textId="77D51E53" w:rsidTr="00AA236E">
        <w:trPr>
          <w:cantSplit/>
        </w:trPr>
        <w:tc>
          <w:tcPr>
            <w:tcW w:w="2263" w:type="dxa"/>
            <w:shd w:val="clear" w:color="auto" w:fill="BFBFBF"/>
          </w:tcPr>
          <w:p w14:paraId="38AE879D" w14:textId="77777777" w:rsidR="00AA236E" w:rsidRDefault="00AA236E" w:rsidP="00485772">
            <w:r>
              <w:t xml:space="preserve">    </w:t>
            </w:r>
            <w:proofErr w:type="spellStart"/>
            <w:r w:rsidRPr="007E15E9">
              <w:t>translation</w:t>
            </w:r>
            <w:proofErr w:type="spellEnd"/>
          </w:p>
        </w:tc>
        <w:tc>
          <w:tcPr>
            <w:tcW w:w="1418" w:type="dxa"/>
            <w:shd w:val="clear" w:color="auto" w:fill="BFBFBF"/>
          </w:tcPr>
          <w:p w14:paraId="1A9566EE" w14:textId="77777777" w:rsidR="00AA236E" w:rsidRDefault="00AA236E" w:rsidP="00485772"/>
        </w:tc>
        <w:tc>
          <w:tcPr>
            <w:tcW w:w="2977" w:type="dxa"/>
            <w:shd w:val="clear" w:color="auto" w:fill="BFBFBF"/>
          </w:tcPr>
          <w:p w14:paraId="709A8A94" w14:textId="77777777" w:rsidR="00AA236E" w:rsidRDefault="00AA236E" w:rsidP="00485772"/>
        </w:tc>
        <w:tc>
          <w:tcPr>
            <w:tcW w:w="2551" w:type="dxa"/>
            <w:shd w:val="clear" w:color="auto" w:fill="FABE77" w:themeFill="accent6" w:themeFillTint="99"/>
          </w:tcPr>
          <w:p w14:paraId="45F94293" w14:textId="77777777" w:rsidR="00AA236E" w:rsidRDefault="00AA236E" w:rsidP="00485772"/>
        </w:tc>
      </w:tr>
      <w:tr w:rsidR="00AA236E" w14:paraId="6DA9C104" w14:textId="067BD4F4" w:rsidTr="00AA236E">
        <w:trPr>
          <w:cantSplit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BFBFBF"/>
          </w:tcPr>
          <w:p w14:paraId="2752A9AB" w14:textId="77777777" w:rsidR="00AA236E" w:rsidRDefault="00AA236E" w:rsidP="00485772">
            <w:r>
              <w:t xml:space="preserve">      </w:t>
            </w:r>
            <w:proofErr w:type="spellStart"/>
            <w:r w:rsidRPr="007E15E9">
              <w:t>qualifier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FBFBF"/>
          </w:tcPr>
          <w:p w14:paraId="2943DA2B" w14:textId="77777777" w:rsidR="00AA236E" w:rsidRDefault="00AA236E" w:rsidP="00485772"/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/>
          </w:tcPr>
          <w:p w14:paraId="2B155D51" w14:textId="77777777" w:rsidR="00AA236E" w:rsidRDefault="00AA236E" w:rsidP="00485772"/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ABE77" w:themeFill="accent6" w:themeFillTint="99"/>
          </w:tcPr>
          <w:p w14:paraId="57A5360F" w14:textId="77777777" w:rsidR="00AA236E" w:rsidRDefault="00AA236E" w:rsidP="00485772"/>
        </w:tc>
      </w:tr>
      <w:tr w:rsidR="00AA236E" w14:paraId="7139A462" w14:textId="7817B7BC" w:rsidTr="00AA236E">
        <w:trPr>
          <w:cantSplit/>
        </w:trPr>
        <w:tc>
          <w:tcPr>
            <w:tcW w:w="2263" w:type="dxa"/>
            <w:shd w:val="clear" w:color="auto" w:fill="BFBFBF"/>
          </w:tcPr>
          <w:p w14:paraId="245EB96E" w14:textId="77777777" w:rsidR="00AA236E" w:rsidRPr="007E15E9" w:rsidRDefault="00AA236E" w:rsidP="00485772">
            <w:r>
              <w:t xml:space="preserve">        </w:t>
            </w:r>
            <w:proofErr w:type="spellStart"/>
            <w:r>
              <w:t>value</w:t>
            </w:r>
            <w:proofErr w:type="spellEnd"/>
          </w:p>
        </w:tc>
        <w:tc>
          <w:tcPr>
            <w:tcW w:w="1418" w:type="dxa"/>
            <w:shd w:val="clear" w:color="auto" w:fill="BFBFBF"/>
          </w:tcPr>
          <w:p w14:paraId="60FC77EB" w14:textId="77777777" w:rsidR="00AA236E" w:rsidRDefault="00AA236E" w:rsidP="00485772"/>
        </w:tc>
        <w:tc>
          <w:tcPr>
            <w:tcW w:w="2977" w:type="dxa"/>
            <w:shd w:val="clear" w:color="auto" w:fill="BFBFBF"/>
          </w:tcPr>
          <w:p w14:paraId="50914CBC" w14:textId="77777777" w:rsidR="00AA236E" w:rsidRDefault="00AA236E" w:rsidP="00485772"/>
        </w:tc>
        <w:tc>
          <w:tcPr>
            <w:tcW w:w="2551" w:type="dxa"/>
            <w:shd w:val="clear" w:color="auto" w:fill="FABE77" w:themeFill="accent6" w:themeFillTint="99"/>
          </w:tcPr>
          <w:p w14:paraId="40F0A2C7" w14:textId="77777777" w:rsidR="00AA236E" w:rsidRDefault="00AA236E" w:rsidP="00485772"/>
        </w:tc>
      </w:tr>
      <w:tr w:rsidR="00AA236E" w14:paraId="635CF9BC" w14:textId="6AA19351" w:rsidTr="00AA236E">
        <w:trPr>
          <w:cantSplit/>
        </w:trPr>
        <w:tc>
          <w:tcPr>
            <w:tcW w:w="2263" w:type="dxa"/>
            <w:tcBorders>
              <w:bottom w:val="single" w:sz="4" w:space="0" w:color="auto"/>
            </w:tcBorders>
          </w:tcPr>
          <w:p w14:paraId="4B642682" w14:textId="77777777" w:rsidR="00AA236E" w:rsidRDefault="00AA236E" w:rsidP="00485772">
            <w:r>
              <w:t xml:space="preserve">          </w:t>
            </w:r>
            <w:proofErr w:type="spellStart"/>
            <w:r>
              <w:t>originalText</w:t>
            </w:r>
            <w:proofErr w:type="spellEnd"/>
            <w:r>
              <w:t xml:space="preserve"> </w:t>
            </w:r>
          </w:p>
          <w:p w14:paraId="5C261A13" w14:textId="77777777" w:rsidR="00AA236E" w:rsidRPr="00FC0DE7" w:rsidRDefault="00AA236E" w:rsidP="00485772">
            <w:r>
              <w:t xml:space="preserve">          (</w:t>
            </w:r>
            <w:proofErr w:type="spellStart"/>
            <w:r>
              <w:t>name</w:t>
            </w:r>
            <w:proofErr w:type="spellEnd"/>
            <w:r>
              <w:t xml:space="preserve"> </w:t>
            </w:r>
            <w:proofErr w:type="spellStart"/>
            <w:r>
              <w:t>code</w:t>
            </w:r>
            <w:proofErr w:type="spellEnd"/>
            <w:r>
              <w:t>="x</w:t>
            </w:r>
            <w:r w:rsidRPr="007E15E9">
              <w:t>"</w:t>
            </w:r>
            <w: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CC3245E" w14:textId="77777777" w:rsidR="00AA236E" w:rsidRDefault="00AA236E" w:rsidP="00485772">
            <w:r>
              <w:t>P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556FF58" w14:textId="77777777" w:rsidR="00AA236E" w:rsidRPr="00444BD1" w:rsidRDefault="00AA236E" w:rsidP="00485772">
            <w:pPr>
              <w:rPr>
                <w:color w:val="808080" w:themeColor="background1" w:themeShade="80"/>
              </w:rPr>
            </w:pPr>
            <w:r w:rsidRPr="00444BD1">
              <w:rPr>
                <w:color w:val="808080" w:themeColor="background1" w:themeShade="80"/>
              </w:rPr>
              <w:t>Virkanimike (</w:t>
            </w:r>
            <w:proofErr w:type="spellStart"/>
            <w:r w:rsidRPr="00444BD1">
              <w:rPr>
                <w:color w:val="808080" w:themeColor="background1" w:themeShade="80"/>
              </w:rPr>
              <w:t>code</w:t>
            </w:r>
            <w:proofErr w:type="spellEnd"/>
            <w:r w:rsidRPr="00444BD1">
              <w:rPr>
                <w:color w:val="808080" w:themeColor="background1" w:themeShade="80"/>
              </w:rPr>
              <w:t>="1.2")</w:t>
            </w:r>
          </w:p>
          <w:p w14:paraId="158E9A9A" w14:textId="77777777" w:rsidR="00AA236E" w:rsidRPr="00444BD1" w:rsidRDefault="00AA236E" w:rsidP="00485772">
            <w:pPr>
              <w:rPr>
                <w:color w:val="808080" w:themeColor="background1" w:themeShade="80"/>
              </w:rPr>
            </w:pPr>
            <w:r w:rsidRPr="00444BD1">
              <w:rPr>
                <w:color w:val="808080" w:themeColor="background1" w:themeShade="80"/>
              </w:rPr>
              <w:t xml:space="preserve">Ei ole enää pakollinen 1.1.2017 alkaen. </w:t>
            </w:r>
          </w:p>
          <w:p w14:paraId="1ACDD24D" w14:textId="77777777" w:rsidR="00AA236E" w:rsidRPr="00444BD1" w:rsidRDefault="00AA236E" w:rsidP="00485772">
            <w:pPr>
              <w:rPr>
                <w:color w:val="808080" w:themeColor="background1" w:themeShade="80"/>
              </w:rPr>
            </w:pPr>
          </w:p>
          <w:p w14:paraId="65098AF8" w14:textId="77777777" w:rsidR="00AA236E" w:rsidRPr="00444BD1" w:rsidRDefault="00AA236E" w:rsidP="00485772">
            <w:pPr>
              <w:rPr>
                <w:color w:val="808080" w:themeColor="background1" w:themeShade="80"/>
              </w:rPr>
            </w:pPr>
            <w:r w:rsidRPr="00444BD1">
              <w:rPr>
                <w:color w:val="808080" w:themeColor="background1" w:themeShade="80"/>
              </w:rPr>
              <w:t>Oppiarvo (</w:t>
            </w:r>
            <w:proofErr w:type="spellStart"/>
            <w:r w:rsidRPr="00444BD1">
              <w:rPr>
                <w:color w:val="808080" w:themeColor="background1" w:themeShade="80"/>
              </w:rPr>
              <w:t>code</w:t>
            </w:r>
            <w:proofErr w:type="spellEnd"/>
            <w:r w:rsidRPr="00444BD1">
              <w:rPr>
                <w:color w:val="808080" w:themeColor="background1" w:themeShade="80"/>
              </w:rPr>
              <w:t>="1.3")</w:t>
            </w:r>
          </w:p>
          <w:p w14:paraId="3A25325F" w14:textId="77777777" w:rsidR="00AA236E" w:rsidRPr="00444BD1" w:rsidRDefault="00AA236E" w:rsidP="00485772">
            <w:pPr>
              <w:rPr>
                <w:color w:val="808080" w:themeColor="background1" w:themeShade="80"/>
              </w:rPr>
            </w:pPr>
            <w:r w:rsidRPr="00444BD1">
              <w:rPr>
                <w:color w:val="808080" w:themeColor="background1" w:themeShade="80"/>
              </w:rPr>
              <w:t>Ei ole enää pakollinen 1.1.2017 alkaen.</w:t>
            </w:r>
          </w:p>
          <w:p w14:paraId="400A3E07" w14:textId="77777777" w:rsidR="00AA236E" w:rsidRDefault="00AA236E" w:rsidP="00485772"/>
          <w:p w14:paraId="63FA7260" w14:textId="77777777" w:rsidR="00AA236E" w:rsidRDefault="00AA236E" w:rsidP="00485772">
            <w:r>
              <w:t>Ammattioikeus (</w:t>
            </w:r>
            <w:proofErr w:type="spellStart"/>
            <w:r w:rsidRPr="00086782">
              <w:t>code</w:t>
            </w:r>
            <w:proofErr w:type="spellEnd"/>
            <w:r w:rsidRPr="00086782">
              <w:t>="151"</w:t>
            </w:r>
            <w:r>
              <w:t>)</w:t>
            </w:r>
          </w:p>
          <w:p w14:paraId="1A02B2EE" w14:textId="77777777" w:rsidR="00AA236E" w:rsidRDefault="00AA236E" w:rsidP="00485772">
            <w:r>
              <w:t>Pakollinen</w:t>
            </w:r>
          </w:p>
          <w:p w14:paraId="74971712" w14:textId="77777777" w:rsidR="00AA236E" w:rsidRDefault="00AA236E" w:rsidP="00485772">
            <w:r>
              <w:t xml:space="preserve">Ilmoitetaan koodistolla </w:t>
            </w:r>
            <w:r w:rsidRPr="00A2396F">
              <w:t>1.2.246.537.6.140.2008</w:t>
            </w:r>
            <w:r>
              <w:t xml:space="preserve"> </w:t>
            </w:r>
            <w:r w:rsidRPr="00A2396F">
              <w:t>Valvira - Ammattioikeudet 2008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DE9D1" w:themeFill="accent6" w:themeFillTint="33"/>
          </w:tcPr>
          <w:p w14:paraId="13997E8C" w14:textId="40B945A7" w:rsidR="00A91E38" w:rsidRPr="00444BD1" w:rsidRDefault="00A91E38" w:rsidP="00485772">
            <w:pPr>
              <w:rPr>
                <w:color w:val="808080" w:themeColor="background1" w:themeShade="80"/>
                <w:sz w:val="18"/>
              </w:rPr>
            </w:pPr>
            <w:r w:rsidRPr="00444BD1">
              <w:rPr>
                <w:color w:val="808080" w:themeColor="background1" w:themeShade="80"/>
                <w:sz w:val="18"/>
              </w:rPr>
              <w:t>Virkanimike ja oppiarvo ei käytössä.</w:t>
            </w:r>
          </w:p>
          <w:p w14:paraId="3FC2AD71" w14:textId="77777777" w:rsidR="00444BD1" w:rsidRDefault="00A91E38" w:rsidP="00A91E38">
            <w:pPr>
              <w:rPr>
                <w:sz w:val="18"/>
              </w:rPr>
            </w:pPr>
            <w:r w:rsidRPr="00791503">
              <w:rPr>
                <w:sz w:val="18"/>
              </w:rPr>
              <w:t xml:space="preserve">Lääkkeen määrääjän ammattioikeutta ei saada ilmaistua koodistolla </w:t>
            </w:r>
            <w:r w:rsidRPr="00791503">
              <w:rPr>
                <w:i/>
                <w:sz w:val="18"/>
              </w:rPr>
              <w:t>Valvira - Ammattioikeudet 2008</w:t>
            </w:r>
            <w:r w:rsidRPr="00791503">
              <w:rPr>
                <w:sz w:val="18"/>
              </w:rPr>
              <w:t>.</w:t>
            </w:r>
            <w:r>
              <w:rPr>
                <w:sz w:val="18"/>
              </w:rPr>
              <w:t xml:space="preserve"> </w:t>
            </w:r>
          </w:p>
          <w:p w14:paraId="539D8143" w14:textId="2C291977" w:rsidR="00AA236E" w:rsidRDefault="00A91E38" w:rsidP="00A91E38">
            <w:r w:rsidRPr="00791503">
              <w:rPr>
                <w:sz w:val="18"/>
              </w:rPr>
              <w:t xml:space="preserve">Sen sijaan käytössä on ISCO-koodisto. </w:t>
            </w:r>
            <w:proofErr w:type="spellStart"/>
            <w:r w:rsidRPr="00791503">
              <w:rPr>
                <w:sz w:val="18"/>
              </w:rPr>
              <w:t>displayName</w:t>
            </w:r>
            <w:proofErr w:type="spellEnd"/>
            <w:r w:rsidRPr="00791503">
              <w:rPr>
                <w:sz w:val="18"/>
              </w:rPr>
              <w:t xml:space="preserve"> sisältää koodin suomenkielisen selitteen.</w:t>
            </w:r>
          </w:p>
        </w:tc>
      </w:tr>
    </w:tbl>
    <w:p w14:paraId="65A43CE6" w14:textId="77777777" w:rsidR="00F7554E" w:rsidRDefault="00F7554E" w:rsidP="00F7554E">
      <w:pPr>
        <w:pStyle w:val="Otsikko4"/>
        <w:numPr>
          <w:ilvl w:val="0"/>
          <w:numId w:val="0"/>
        </w:numPr>
        <w:ind w:left="862"/>
      </w:pPr>
    </w:p>
    <w:p w14:paraId="40728F50" w14:textId="154726B2" w:rsidR="00637502" w:rsidRDefault="00A63387" w:rsidP="00230BD2">
      <w:pPr>
        <w:pStyle w:val="Otsikko4"/>
      </w:pPr>
      <w:r>
        <w:t>Lääkemääräyksen tuottavan organisaation tiedot</w:t>
      </w:r>
    </w:p>
    <w:p w14:paraId="7958FB78" w14:textId="6EF236AD" w:rsidR="00485772" w:rsidRDefault="00485772" w:rsidP="00485772"/>
    <w:p w14:paraId="5D2873BF" w14:textId="6F4297B8" w:rsidR="004C79CB" w:rsidRDefault="00254893" w:rsidP="00485772">
      <w:r>
        <w:t>Ulkomaisesta lääkemääräyksestä</w:t>
      </w:r>
      <w:r w:rsidR="004C79CB">
        <w:t xml:space="preserve"> saadaan </w:t>
      </w:r>
      <w:r>
        <w:t xml:space="preserve">enintään </w:t>
      </w:r>
      <w:r w:rsidR="004C79CB">
        <w:t xml:space="preserve">yksi organisaatiotieto, joka sijoitetaan </w:t>
      </w:r>
      <w:proofErr w:type="spellStart"/>
      <w:r w:rsidR="004C79CB">
        <w:t>representedOrganization</w:t>
      </w:r>
      <w:proofErr w:type="spellEnd"/>
      <w:r w:rsidR="004C79CB">
        <w:t xml:space="preserve">-elementtiin. </w:t>
      </w:r>
      <w:proofErr w:type="spellStart"/>
      <w:r w:rsidR="004C79CB">
        <w:t>asOrganizationPartOf</w:t>
      </w:r>
      <w:proofErr w:type="spellEnd"/>
      <w:r w:rsidR="004C79CB">
        <w:t xml:space="preserve">-elementti </w:t>
      </w:r>
      <w:r>
        <w:t xml:space="preserve">jää </w:t>
      </w:r>
      <w:r w:rsidR="004C79CB">
        <w:t>kokonaan pois.</w:t>
      </w:r>
    </w:p>
    <w:p w14:paraId="54588291" w14:textId="27A8ED4C" w:rsidR="00254893" w:rsidRPr="00485772" w:rsidRDefault="00254893" w:rsidP="00485772">
      <w:r>
        <w:t>On myös mahdollista, että minkäänlaisia organisaatiotietoja ei saada ollenkaan. Lisäksi on</w:t>
      </w:r>
      <w:r w:rsidR="00C4339F">
        <w:t xml:space="preserve"> </w:t>
      </w:r>
      <w:r>
        <w:t>mahdollista, että osa ao. taulukossa näkyvistä tiedoista saadaan, ja osaa ei.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1108"/>
        <w:gridCol w:w="2183"/>
        <w:gridCol w:w="3969"/>
      </w:tblGrid>
      <w:tr w:rsidR="00CD6BE4" w14:paraId="0D6A1B45" w14:textId="43602712" w:rsidTr="00727E01">
        <w:trPr>
          <w:cantSplit/>
        </w:trPr>
        <w:tc>
          <w:tcPr>
            <w:tcW w:w="1949" w:type="dxa"/>
            <w:tcBorders>
              <w:bottom w:val="single" w:sz="4" w:space="0" w:color="auto"/>
            </w:tcBorders>
            <w:shd w:val="clear" w:color="auto" w:fill="E6E6E6"/>
          </w:tcPr>
          <w:p w14:paraId="3A26BB16" w14:textId="5C09B351" w:rsidR="00CD6BE4" w:rsidRDefault="00CD6BE4" w:rsidP="00200402">
            <w:pPr>
              <w:rPr>
                <w:b/>
              </w:rPr>
            </w:pPr>
            <w:r>
              <w:rPr>
                <w:b/>
              </w:rPr>
              <w:t>Tieto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auto" w:fill="E6E6E6"/>
          </w:tcPr>
          <w:p w14:paraId="7AE41E6B" w14:textId="77777777" w:rsidR="00CD6BE4" w:rsidRDefault="00CD6BE4" w:rsidP="00200402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E6E6E6"/>
          </w:tcPr>
          <w:p w14:paraId="1C6FF080" w14:textId="77777777" w:rsidR="00CD6BE4" w:rsidRDefault="00CD6BE4" w:rsidP="00200402">
            <w:pPr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CD4A4" w:themeFill="accent6" w:themeFillTint="66"/>
          </w:tcPr>
          <w:p w14:paraId="5AC7C52A" w14:textId="22B0FA75" w:rsidR="00CD6BE4" w:rsidRDefault="00CD6BE4" w:rsidP="00200402">
            <w:pPr>
              <w:rPr>
                <w:b/>
              </w:rPr>
            </w:pPr>
            <w:r>
              <w:rPr>
                <w:b/>
              </w:rPr>
              <w:t>Poikkeavuudet</w:t>
            </w:r>
          </w:p>
        </w:tc>
      </w:tr>
      <w:tr w:rsidR="00CD6BE4" w14:paraId="713699D9" w14:textId="33243DCE" w:rsidTr="00727E01">
        <w:trPr>
          <w:cantSplit/>
        </w:trPr>
        <w:tc>
          <w:tcPr>
            <w:tcW w:w="1949" w:type="dxa"/>
            <w:shd w:val="clear" w:color="auto" w:fill="BFBFBF"/>
          </w:tcPr>
          <w:p w14:paraId="3AA4E575" w14:textId="77777777" w:rsidR="00CD6BE4" w:rsidRPr="00C33E66" w:rsidRDefault="00CD6BE4" w:rsidP="00200402">
            <w:pPr>
              <w:rPr>
                <w:b/>
              </w:rPr>
            </w:pPr>
            <w:proofErr w:type="spellStart"/>
            <w:r w:rsidRPr="00C33E66">
              <w:rPr>
                <w:b/>
              </w:rPr>
              <w:t>representedOrganization</w:t>
            </w:r>
            <w:proofErr w:type="spellEnd"/>
          </w:p>
        </w:tc>
        <w:tc>
          <w:tcPr>
            <w:tcW w:w="1108" w:type="dxa"/>
            <w:shd w:val="clear" w:color="auto" w:fill="BFBFBF"/>
          </w:tcPr>
          <w:p w14:paraId="6303869A" w14:textId="77777777" w:rsidR="00CD6BE4" w:rsidRPr="00C33E66" w:rsidRDefault="00CD6BE4" w:rsidP="00200402"/>
        </w:tc>
        <w:tc>
          <w:tcPr>
            <w:tcW w:w="2183" w:type="dxa"/>
            <w:shd w:val="clear" w:color="auto" w:fill="BFBFBF"/>
          </w:tcPr>
          <w:p w14:paraId="194FBEA1" w14:textId="77777777" w:rsidR="00CD6BE4" w:rsidRDefault="00CD6BE4" w:rsidP="00200402">
            <w:r>
              <w:t xml:space="preserve">Terveydenhuollon palveluyksikön tai apteekin tiedot. </w:t>
            </w:r>
          </w:p>
          <w:p w14:paraId="2350E38F" w14:textId="77777777" w:rsidR="00CD6BE4" w:rsidRDefault="00CD6BE4" w:rsidP="00200402">
            <w:pPr>
              <w:rPr>
                <w:b/>
              </w:rPr>
            </w:pPr>
            <w:r>
              <w:t>Yksityisen terveydenhuollon liittymismallit on kuvattu tarkemmin omassa määrittelyssään.</w:t>
            </w:r>
          </w:p>
        </w:tc>
        <w:tc>
          <w:tcPr>
            <w:tcW w:w="3969" w:type="dxa"/>
            <w:shd w:val="clear" w:color="auto" w:fill="FABE77" w:themeFill="accent6" w:themeFillTint="99"/>
          </w:tcPr>
          <w:p w14:paraId="1063D7CA" w14:textId="268B5993" w:rsidR="00E523A7" w:rsidRDefault="00E523A7" w:rsidP="002C28B9"/>
        </w:tc>
      </w:tr>
      <w:tr w:rsidR="00CD6BE4" w14:paraId="6ED06556" w14:textId="1AAD7137" w:rsidTr="00727E01">
        <w:trPr>
          <w:cantSplit/>
        </w:trPr>
        <w:tc>
          <w:tcPr>
            <w:tcW w:w="1949" w:type="dxa"/>
          </w:tcPr>
          <w:p w14:paraId="56B8FCD0" w14:textId="77777777" w:rsidR="00CD6BE4" w:rsidRDefault="00CD6BE4" w:rsidP="00200402">
            <w:r>
              <w:t xml:space="preserve">  id</w:t>
            </w:r>
          </w:p>
        </w:tc>
        <w:tc>
          <w:tcPr>
            <w:tcW w:w="1108" w:type="dxa"/>
          </w:tcPr>
          <w:p w14:paraId="11C78F75" w14:textId="77777777" w:rsidR="00CD6BE4" w:rsidRDefault="00CD6BE4" w:rsidP="00200402">
            <w:r>
              <w:t>P</w:t>
            </w:r>
          </w:p>
        </w:tc>
        <w:tc>
          <w:tcPr>
            <w:tcW w:w="2183" w:type="dxa"/>
          </w:tcPr>
          <w:p w14:paraId="2FD73174" w14:textId="77777777" w:rsidR="00CD6BE4" w:rsidRDefault="00CD6BE4" w:rsidP="00200402">
            <w:r>
              <w:t xml:space="preserve">Organisaation </w:t>
            </w:r>
            <w:proofErr w:type="spellStart"/>
            <w:r>
              <w:t>oid</w:t>
            </w:r>
            <w:proofErr w:type="spellEnd"/>
            <w:r>
              <w:t xml:space="preserve"> </w:t>
            </w:r>
          </w:p>
          <w:p w14:paraId="6D910096" w14:textId="77777777" w:rsidR="00CD6BE4" w:rsidRDefault="00CD6BE4" w:rsidP="00200402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  <w:tc>
          <w:tcPr>
            <w:tcW w:w="3969" w:type="dxa"/>
            <w:shd w:val="clear" w:color="auto" w:fill="FDE9D1" w:themeFill="accent6" w:themeFillTint="33"/>
          </w:tcPr>
          <w:p w14:paraId="1EE71A06" w14:textId="591FEA9B" w:rsidR="00CE7E2A" w:rsidRDefault="00CD6BE4" w:rsidP="00CE7E2A">
            <w:pPr>
              <w:pStyle w:val="Leipteksti"/>
              <w:rPr>
                <w:sz w:val="18"/>
              </w:rPr>
            </w:pPr>
            <w:r w:rsidRPr="00453078">
              <w:rPr>
                <w:sz w:val="18"/>
              </w:rPr>
              <w:t>Organisaation yksilöintitunnuksessa voi olla poikkeava esitystapa</w:t>
            </w:r>
            <w:r w:rsidR="00A02EB9">
              <w:rPr>
                <w:sz w:val="18"/>
              </w:rPr>
              <w:t>. O</w:t>
            </w:r>
            <w:r w:rsidRPr="00453078">
              <w:rPr>
                <w:sz w:val="18"/>
              </w:rPr>
              <w:t xml:space="preserve">rganisaatioita </w:t>
            </w:r>
            <w:r w:rsidR="00A02EB9">
              <w:rPr>
                <w:sz w:val="18"/>
              </w:rPr>
              <w:t xml:space="preserve">ei </w:t>
            </w:r>
            <w:r w:rsidRPr="00453078">
              <w:rPr>
                <w:sz w:val="18"/>
              </w:rPr>
              <w:t>löydy kansallisesta koodistosta.</w:t>
            </w:r>
            <w:r>
              <w:rPr>
                <w:sz w:val="18"/>
              </w:rPr>
              <w:t xml:space="preserve"> </w:t>
            </w:r>
          </w:p>
          <w:p w14:paraId="5537AD0A" w14:textId="77777777" w:rsidR="00CE7E2A" w:rsidRDefault="00CE7E2A" w:rsidP="00CE7E2A">
            <w:pPr>
              <w:pStyle w:val="Leipteksti"/>
              <w:rPr>
                <w:sz w:val="18"/>
              </w:rPr>
            </w:pPr>
          </w:p>
          <w:p w14:paraId="546F9A0A" w14:textId="5864DC63" w:rsidR="00CD6BE4" w:rsidRDefault="00CD6BE4" w:rsidP="00CE7E2A">
            <w:pPr>
              <w:pStyle w:val="Leipteksti"/>
              <w:rPr>
                <w:sz w:val="18"/>
              </w:rPr>
            </w:pPr>
            <w:r w:rsidRPr="00FB4B31">
              <w:rPr>
                <w:sz w:val="18"/>
              </w:rPr>
              <w:t xml:space="preserve">Tietoa ei välttämättä saada ollenkaan. Tällöin elementissä on </w:t>
            </w:r>
            <w:proofErr w:type="spellStart"/>
            <w:r w:rsidRPr="00FB4B31">
              <w:rPr>
                <w:sz w:val="18"/>
              </w:rPr>
              <w:t>nullFlavor</w:t>
            </w:r>
            <w:proofErr w:type="spellEnd"/>
            <w:r w:rsidRPr="00FB4B31">
              <w:rPr>
                <w:sz w:val="18"/>
              </w:rPr>
              <w:t>.</w:t>
            </w:r>
          </w:p>
          <w:p w14:paraId="3067B8E1" w14:textId="7D278596" w:rsidR="00A82805" w:rsidRDefault="00A82805" w:rsidP="00CE7E2A">
            <w:pPr>
              <w:pStyle w:val="Leipteksti"/>
              <w:rPr>
                <w:sz w:val="18"/>
              </w:rPr>
            </w:pPr>
          </w:p>
          <w:p w14:paraId="0ADD1B3B" w14:textId="3BD78886" w:rsidR="00CE7E2A" w:rsidRPr="00CD6BE4" w:rsidRDefault="00A02EB9" w:rsidP="00A82805">
            <w:pPr>
              <w:pStyle w:val="Leipteksti"/>
              <w:rPr>
                <w:sz w:val="18"/>
              </w:rPr>
            </w:pPr>
            <w:r>
              <w:rPr>
                <w:sz w:val="18"/>
              </w:rPr>
              <w:t>Tietotyyp</w:t>
            </w:r>
            <w:r w:rsidR="00A82805">
              <w:rPr>
                <w:sz w:val="18"/>
              </w:rPr>
              <w:t>i</w:t>
            </w:r>
            <w:r>
              <w:rPr>
                <w:sz w:val="18"/>
              </w:rPr>
              <w:t>n kuvaus löytyy täältä</w:t>
            </w:r>
            <w:r w:rsidR="00A82805">
              <w:rPr>
                <w:sz w:val="18"/>
              </w:rPr>
              <w:t xml:space="preserve">: </w:t>
            </w:r>
            <w:hyperlink r:id="rId19" w:history="1">
              <w:r w:rsidR="00A82805" w:rsidRPr="00C24090">
                <w:rPr>
                  <w:rStyle w:val="Hyperlinkki"/>
                  <w:sz w:val="18"/>
                </w:rPr>
                <w:t>https://art-decor.org/mediawiki/index.php?title=DTr1_II.EPSOS</w:t>
              </w:r>
            </w:hyperlink>
            <w:r w:rsidR="00A82805">
              <w:rPr>
                <w:sz w:val="18"/>
              </w:rPr>
              <w:t xml:space="preserve"> </w:t>
            </w:r>
          </w:p>
        </w:tc>
      </w:tr>
      <w:tr w:rsidR="00CD6BE4" w14:paraId="0D1F3127" w14:textId="5C30E9BF" w:rsidTr="00727E01">
        <w:trPr>
          <w:cantSplit/>
        </w:trPr>
        <w:tc>
          <w:tcPr>
            <w:tcW w:w="1949" w:type="dxa"/>
          </w:tcPr>
          <w:p w14:paraId="4BCC9558" w14:textId="77777777" w:rsidR="00CD6BE4" w:rsidRDefault="00CD6BE4" w:rsidP="00200402">
            <w:r>
              <w:t xml:space="preserve">  </w:t>
            </w:r>
            <w:proofErr w:type="spellStart"/>
            <w:r>
              <w:t>name</w:t>
            </w:r>
            <w:proofErr w:type="spellEnd"/>
          </w:p>
          <w:p w14:paraId="028A299D" w14:textId="77777777" w:rsidR="00CD6BE4" w:rsidRDefault="00CD6BE4" w:rsidP="00200402"/>
        </w:tc>
        <w:tc>
          <w:tcPr>
            <w:tcW w:w="1108" w:type="dxa"/>
          </w:tcPr>
          <w:p w14:paraId="096B1AF2" w14:textId="77777777" w:rsidR="00CD6BE4" w:rsidRDefault="00CD6BE4" w:rsidP="00200402">
            <w:r>
              <w:t>P</w:t>
            </w:r>
          </w:p>
        </w:tc>
        <w:tc>
          <w:tcPr>
            <w:tcW w:w="2183" w:type="dxa"/>
          </w:tcPr>
          <w:p w14:paraId="6CF55E27" w14:textId="77777777" w:rsidR="00CD6BE4" w:rsidRDefault="00CD6BE4" w:rsidP="00200402">
            <w:r>
              <w:t>Organisaation nimi</w:t>
            </w:r>
          </w:p>
          <w:p w14:paraId="1C29DD65" w14:textId="77777777" w:rsidR="00CD6BE4" w:rsidRDefault="00CD6BE4" w:rsidP="00200402"/>
        </w:tc>
        <w:tc>
          <w:tcPr>
            <w:tcW w:w="3969" w:type="dxa"/>
            <w:shd w:val="clear" w:color="auto" w:fill="FDE9D1" w:themeFill="accent6" w:themeFillTint="33"/>
          </w:tcPr>
          <w:p w14:paraId="5EC26880" w14:textId="77777777" w:rsidR="00C17651" w:rsidRDefault="00CD6BE4" w:rsidP="00CE7E2A">
            <w:pPr>
              <w:pStyle w:val="Leipteksti"/>
              <w:rPr>
                <w:sz w:val="18"/>
              </w:rPr>
            </w:pPr>
            <w:r w:rsidRPr="00CE7E2A">
              <w:rPr>
                <w:sz w:val="18"/>
              </w:rPr>
              <w:t xml:space="preserve">Tietoa </w:t>
            </w:r>
            <w:r w:rsidR="00CE7E2A">
              <w:rPr>
                <w:sz w:val="18"/>
              </w:rPr>
              <w:t xml:space="preserve">ei välttämättä saada ollenkaan. </w:t>
            </w:r>
            <w:r w:rsidRPr="00CE7E2A">
              <w:rPr>
                <w:sz w:val="18"/>
              </w:rPr>
              <w:t xml:space="preserve">Tällöin elementissä on </w:t>
            </w:r>
            <w:proofErr w:type="spellStart"/>
            <w:r w:rsidRPr="00CE7E2A">
              <w:rPr>
                <w:sz w:val="18"/>
              </w:rPr>
              <w:t>nullFlavor</w:t>
            </w:r>
            <w:proofErr w:type="spellEnd"/>
            <w:r w:rsidRPr="00CE7E2A">
              <w:rPr>
                <w:sz w:val="18"/>
              </w:rPr>
              <w:t>.</w:t>
            </w:r>
          </w:p>
          <w:p w14:paraId="5B842CE9" w14:textId="5BA4DD15" w:rsidR="00CE7E2A" w:rsidRPr="00C17651" w:rsidRDefault="00CE7E2A" w:rsidP="00CE7E2A">
            <w:pPr>
              <w:pStyle w:val="Leipteksti"/>
              <w:rPr>
                <w:sz w:val="18"/>
              </w:rPr>
            </w:pPr>
          </w:p>
        </w:tc>
      </w:tr>
      <w:tr w:rsidR="00CD6BE4" w14:paraId="3533A6BB" w14:textId="7F9A8A8C" w:rsidTr="00727E01">
        <w:trPr>
          <w:cantSplit/>
        </w:trPr>
        <w:tc>
          <w:tcPr>
            <w:tcW w:w="1949" w:type="dxa"/>
            <w:tcBorders>
              <w:bottom w:val="single" w:sz="4" w:space="0" w:color="auto"/>
            </w:tcBorders>
          </w:tcPr>
          <w:p w14:paraId="00AD6742" w14:textId="77777777" w:rsidR="00CD6BE4" w:rsidRDefault="00CD6BE4" w:rsidP="00200402">
            <w:r>
              <w:t xml:space="preserve">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175F0A66" w14:textId="77777777" w:rsidR="00CD6BE4" w:rsidRDefault="00CD6BE4" w:rsidP="00200402">
            <w:r>
              <w:t xml:space="preserve">  (etuliite tel:)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341EA01B" w14:textId="77777777" w:rsidR="00CD6BE4" w:rsidRDefault="00CD6BE4" w:rsidP="00200402">
            <w:r>
              <w:t>P</w:t>
            </w:r>
          </w:p>
        </w:tc>
        <w:tc>
          <w:tcPr>
            <w:tcW w:w="2183" w:type="dxa"/>
            <w:tcBorders>
              <w:bottom w:val="single" w:sz="4" w:space="0" w:color="auto"/>
            </w:tcBorders>
          </w:tcPr>
          <w:p w14:paraId="15F101DE" w14:textId="77777777" w:rsidR="00CD6BE4" w:rsidRDefault="00CD6BE4" w:rsidP="00200402">
            <w:r>
              <w:t>Organisaation puhelinnumero</w:t>
            </w:r>
          </w:p>
          <w:p w14:paraId="59E15982" w14:textId="77777777" w:rsidR="00CD6BE4" w:rsidRDefault="00CD6BE4" w:rsidP="00200402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>
              <w:t>.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DE9D1" w:themeFill="accent6" w:themeFillTint="33"/>
          </w:tcPr>
          <w:p w14:paraId="13AF3186" w14:textId="48107CB8" w:rsidR="00CD6BE4" w:rsidRPr="00CE7E2A" w:rsidRDefault="00CD6BE4" w:rsidP="00CE7E2A">
            <w:pPr>
              <w:pStyle w:val="Leipteksti"/>
              <w:rPr>
                <w:sz w:val="18"/>
              </w:rPr>
            </w:pPr>
            <w:r w:rsidRPr="00CE7E2A">
              <w:rPr>
                <w:sz w:val="18"/>
              </w:rPr>
              <w:t>@</w:t>
            </w:r>
            <w:proofErr w:type="spellStart"/>
            <w:r w:rsidRPr="00CE7E2A">
              <w:rPr>
                <w:sz w:val="18"/>
              </w:rPr>
              <w:t>use</w:t>
            </w:r>
            <w:proofErr w:type="spellEnd"/>
            <w:r w:rsidRPr="00CE7E2A">
              <w:rPr>
                <w:sz w:val="18"/>
              </w:rPr>
              <w:t>-a</w:t>
            </w:r>
            <w:r w:rsidR="00727E01">
              <w:rPr>
                <w:sz w:val="18"/>
              </w:rPr>
              <w:t xml:space="preserve">ttribuutissa käytössä eri arvot: </w:t>
            </w:r>
            <w:hyperlink r:id="rId20" w:history="1">
              <w:r w:rsidR="00727E01" w:rsidRPr="00663C11">
                <w:rPr>
                  <w:rStyle w:val="Hyperlinkki"/>
                  <w:sz w:val="18"/>
                </w:rPr>
                <w:t>http://art-decor.org/art-decor/decor-valuesets--epsos-?id=1.3.6.1.4.1.12559.11.10.1.3.1.42.40&amp;effectiveDate=dynamic</w:t>
              </w:r>
            </w:hyperlink>
            <w:r w:rsidR="00727E01">
              <w:rPr>
                <w:sz w:val="18"/>
              </w:rPr>
              <w:t xml:space="preserve"> </w:t>
            </w:r>
          </w:p>
          <w:p w14:paraId="430B990D" w14:textId="77777777" w:rsidR="00CD6BE4" w:rsidRPr="00CE7E2A" w:rsidRDefault="00CD6BE4" w:rsidP="00CE7E2A">
            <w:pPr>
              <w:pStyle w:val="Leipteksti"/>
              <w:rPr>
                <w:sz w:val="18"/>
              </w:rPr>
            </w:pPr>
          </w:p>
          <w:p w14:paraId="66C2163E" w14:textId="145753CC" w:rsidR="00CD6BE4" w:rsidRDefault="00CD6BE4" w:rsidP="00CE7E2A">
            <w:pPr>
              <w:pStyle w:val="Leipteksti"/>
            </w:pPr>
            <w:r w:rsidRPr="00CE7E2A">
              <w:rPr>
                <w:sz w:val="18"/>
              </w:rPr>
              <w:t xml:space="preserve">Tietoa </w:t>
            </w:r>
            <w:r w:rsidR="00963B5A" w:rsidRPr="00CE7E2A">
              <w:rPr>
                <w:sz w:val="18"/>
              </w:rPr>
              <w:t xml:space="preserve">ei välttämättä saada ollenkaan. </w:t>
            </w:r>
            <w:r w:rsidRPr="00CE7E2A">
              <w:rPr>
                <w:sz w:val="18"/>
              </w:rPr>
              <w:t xml:space="preserve">Tällöin elementissä on </w:t>
            </w:r>
            <w:proofErr w:type="spellStart"/>
            <w:r w:rsidRPr="00CE7E2A">
              <w:rPr>
                <w:sz w:val="18"/>
              </w:rPr>
              <w:t>nullFlavor</w:t>
            </w:r>
            <w:proofErr w:type="spellEnd"/>
            <w:r w:rsidRPr="00CE7E2A">
              <w:rPr>
                <w:sz w:val="18"/>
              </w:rPr>
              <w:t>.</w:t>
            </w:r>
          </w:p>
        </w:tc>
      </w:tr>
      <w:tr w:rsidR="00CD6BE4" w14:paraId="652CAD17" w14:textId="06BBCA77" w:rsidTr="00727E01">
        <w:trPr>
          <w:cantSplit/>
        </w:trPr>
        <w:tc>
          <w:tcPr>
            <w:tcW w:w="1949" w:type="dxa"/>
            <w:tcBorders>
              <w:bottom w:val="single" w:sz="4" w:space="0" w:color="auto"/>
            </w:tcBorders>
          </w:tcPr>
          <w:p w14:paraId="199035A5" w14:textId="77777777" w:rsidR="00CD6BE4" w:rsidRDefault="00CD6BE4" w:rsidP="00200402">
            <w:r>
              <w:lastRenderedPageBreak/>
              <w:t xml:space="preserve">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4C66A906" w14:textId="77777777" w:rsidR="00CD6BE4" w:rsidRDefault="00CD6BE4" w:rsidP="00200402">
            <w:r>
              <w:t xml:space="preserve">  (etuliite mailto:)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196F19DB" w14:textId="77777777" w:rsidR="00CD6BE4" w:rsidRDefault="00CD6BE4" w:rsidP="00200402"/>
        </w:tc>
        <w:tc>
          <w:tcPr>
            <w:tcW w:w="2183" w:type="dxa"/>
            <w:tcBorders>
              <w:bottom w:val="single" w:sz="4" w:space="0" w:color="auto"/>
            </w:tcBorders>
          </w:tcPr>
          <w:p w14:paraId="563FB5C2" w14:textId="77777777" w:rsidR="00CD6BE4" w:rsidRDefault="00CD6BE4" w:rsidP="00200402">
            <w:r>
              <w:t>Organisaation sähköpostiosoite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DE9D1" w:themeFill="accent6" w:themeFillTint="33"/>
          </w:tcPr>
          <w:p w14:paraId="3E30D79A" w14:textId="77777777" w:rsidR="00727E01" w:rsidRPr="00CE7E2A" w:rsidRDefault="00727E01" w:rsidP="00727E01">
            <w:pPr>
              <w:pStyle w:val="Leipteksti"/>
              <w:rPr>
                <w:sz w:val="18"/>
              </w:rPr>
            </w:pPr>
            <w:r w:rsidRPr="00CE7E2A">
              <w:rPr>
                <w:sz w:val="18"/>
              </w:rPr>
              <w:t>@</w:t>
            </w:r>
            <w:proofErr w:type="spellStart"/>
            <w:r w:rsidRPr="00CE7E2A">
              <w:rPr>
                <w:sz w:val="18"/>
              </w:rPr>
              <w:t>use</w:t>
            </w:r>
            <w:proofErr w:type="spellEnd"/>
            <w:r w:rsidRPr="00CE7E2A">
              <w:rPr>
                <w:sz w:val="18"/>
              </w:rPr>
              <w:t>-a</w:t>
            </w:r>
            <w:r>
              <w:rPr>
                <w:sz w:val="18"/>
              </w:rPr>
              <w:t xml:space="preserve">ttribuutissa käytössä eri arvot: </w:t>
            </w:r>
            <w:hyperlink r:id="rId21" w:history="1">
              <w:r w:rsidRPr="00663C11">
                <w:rPr>
                  <w:rStyle w:val="Hyperlinkki"/>
                  <w:sz w:val="18"/>
                </w:rPr>
                <w:t>http://art-decor.org/art-decor/decor-valuesets--epsos-?id=1.3.6.1.4.1.12559.11.10.1.3.1.42.40&amp;effectiveDate=dynamic</w:t>
              </w:r>
            </w:hyperlink>
            <w:r>
              <w:rPr>
                <w:sz w:val="18"/>
              </w:rPr>
              <w:t xml:space="preserve"> </w:t>
            </w:r>
          </w:p>
          <w:p w14:paraId="3A4CE514" w14:textId="4864F005" w:rsidR="00756782" w:rsidRDefault="00756782" w:rsidP="00727E01">
            <w:pPr>
              <w:pStyle w:val="Leipteksti"/>
              <w:rPr>
                <w:sz w:val="18"/>
              </w:rPr>
            </w:pPr>
          </w:p>
          <w:p w14:paraId="311205F7" w14:textId="77777777" w:rsidR="00756782" w:rsidRDefault="00CD6BE4" w:rsidP="00CE7E2A">
            <w:pPr>
              <w:pStyle w:val="Leipteksti"/>
              <w:rPr>
                <w:sz w:val="18"/>
              </w:rPr>
            </w:pPr>
            <w:r w:rsidRPr="00CE7E2A">
              <w:rPr>
                <w:sz w:val="18"/>
              </w:rPr>
              <w:t xml:space="preserve">Tietoa ei välttämättä saada ollenkaan. Tällöin elementissä on </w:t>
            </w:r>
            <w:proofErr w:type="spellStart"/>
            <w:r w:rsidRPr="00CE7E2A">
              <w:rPr>
                <w:sz w:val="18"/>
              </w:rPr>
              <w:t>nullFlavor</w:t>
            </w:r>
            <w:proofErr w:type="spellEnd"/>
            <w:r w:rsidRPr="00CE7E2A">
              <w:rPr>
                <w:sz w:val="18"/>
              </w:rPr>
              <w:t>.</w:t>
            </w:r>
          </w:p>
          <w:p w14:paraId="6D52EA2E" w14:textId="1510657C" w:rsidR="00CD6BE4" w:rsidRPr="00CE7E2A" w:rsidRDefault="00CD6BE4" w:rsidP="00CE7E2A">
            <w:pPr>
              <w:pStyle w:val="Leipteksti"/>
              <w:rPr>
                <w:sz w:val="18"/>
              </w:rPr>
            </w:pPr>
          </w:p>
        </w:tc>
      </w:tr>
      <w:tr w:rsidR="00CD6BE4" w14:paraId="0A4C9E77" w14:textId="1844E797" w:rsidTr="00727E01">
        <w:trPr>
          <w:cantSplit/>
        </w:trPr>
        <w:tc>
          <w:tcPr>
            <w:tcW w:w="1949" w:type="dxa"/>
            <w:shd w:val="clear" w:color="auto" w:fill="BFBFBF"/>
          </w:tcPr>
          <w:p w14:paraId="7DF92E7B" w14:textId="77777777" w:rsidR="00CD6BE4" w:rsidRDefault="00CD6BE4" w:rsidP="00200402">
            <w:r>
              <w:t xml:space="preserve">  </w:t>
            </w:r>
            <w:proofErr w:type="spellStart"/>
            <w:r>
              <w:t>addr</w:t>
            </w:r>
            <w:proofErr w:type="spellEnd"/>
          </w:p>
        </w:tc>
        <w:tc>
          <w:tcPr>
            <w:tcW w:w="1108" w:type="dxa"/>
            <w:shd w:val="clear" w:color="auto" w:fill="BFBFBF"/>
          </w:tcPr>
          <w:p w14:paraId="5B7930CC" w14:textId="77777777" w:rsidR="00CD6BE4" w:rsidRDefault="00CD6BE4" w:rsidP="00200402"/>
        </w:tc>
        <w:tc>
          <w:tcPr>
            <w:tcW w:w="2183" w:type="dxa"/>
            <w:shd w:val="clear" w:color="auto" w:fill="BFBFBF"/>
          </w:tcPr>
          <w:p w14:paraId="5351F5B9" w14:textId="77777777" w:rsidR="00CD6BE4" w:rsidRDefault="00CD6BE4" w:rsidP="00200402">
            <w:r>
              <w:t>Organisaation osoitetiedot</w:t>
            </w:r>
          </w:p>
        </w:tc>
        <w:tc>
          <w:tcPr>
            <w:tcW w:w="3969" w:type="dxa"/>
            <w:shd w:val="clear" w:color="auto" w:fill="FABE77" w:themeFill="accent6" w:themeFillTint="99"/>
          </w:tcPr>
          <w:p w14:paraId="267545C7" w14:textId="736D2B56" w:rsidR="00CD6BE4" w:rsidRDefault="00CD6BE4" w:rsidP="00200402"/>
        </w:tc>
      </w:tr>
      <w:tr w:rsidR="00CD6BE4" w14:paraId="193EF0CA" w14:textId="7AA3D1C5" w:rsidTr="00727E01">
        <w:trPr>
          <w:cantSplit/>
        </w:trPr>
        <w:tc>
          <w:tcPr>
            <w:tcW w:w="1949" w:type="dxa"/>
          </w:tcPr>
          <w:p w14:paraId="3867F00E" w14:textId="1E77D7E9" w:rsidR="00CD6BE4" w:rsidRPr="00FC0DE7" w:rsidRDefault="00CD6BE4" w:rsidP="00CD6BE4">
            <w:r w:rsidRPr="00756782">
              <w:t xml:space="preserve">  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108" w:type="dxa"/>
          </w:tcPr>
          <w:p w14:paraId="0671251A" w14:textId="77777777" w:rsidR="00CD6BE4" w:rsidRDefault="00CD6BE4" w:rsidP="00CD6BE4">
            <w:r>
              <w:t>P</w:t>
            </w:r>
          </w:p>
        </w:tc>
        <w:tc>
          <w:tcPr>
            <w:tcW w:w="2183" w:type="dxa"/>
          </w:tcPr>
          <w:p w14:paraId="3DA90C05" w14:textId="77777777" w:rsidR="00CD6BE4" w:rsidRDefault="00CD6BE4" w:rsidP="00CD6BE4">
            <w:r>
              <w:t>Organisaation katuosoite</w:t>
            </w:r>
          </w:p>
        </w:tc>
        <w:tc>
          <w:tcPr>
            <w:tcW w:w="3969" w:type="dxa"/>
            <w:shd w:val="clear" w:color="auto" w:fill="FDE9D1" w:themeFill="accent6" w:themeFillTint="33"/>
          </w:tcPr>
          <w:p w14:paraId="5CC77EAD" w14:textId="77777777" w:rsidR="00756782" w:rsidRDefault="00756782" w:rsidP="00756782">
            <w:pPr>
              <w:pStyle w:val="Leipteksti"/>
              <w:rPr>
                <w:sz w:val="18"/>
              </w:rPr>
            </w:pPr>
            <w:r>
              <w:rPr>
                <w:sz w:val="18"/>
              </w:rPr>
              <w:t>Elementtejä voi olla useampi.</w:t>
            </w:r>
          </w:p>
          <w:p w14:paraId="6BE6EA9B" w14:textId="77777777" w:rsidR="00756782" w:rsidRDefault="00756782" w:rsidP="00756782">
            <w:pPr>
              <w:pStyle w:val="Leipteksti"/>
              <w:rPr>
                <w:sz w:val="18"/>
              </w:rPr>
            </w:pPr>
          </w:p>
          <w:p w14:paraId="570A1629" w14:textId="77777777" w:rsidR="00756782" w:rsidRDefault="00CD6BE4" w:rsidP="00756782">
            <w:pPr>
              <w:pStyle w:val="Leipteksti"/>
              <w:rPr>
                <w:sz w:val="18"/>
              </w:rPr>
            </w:pPr>
            <w:r w:rsidRPr="00FB4B31">
              <w:rPr>
                <w:sz w:val="18"/>
              </w:rPr>
              <w:t xml:space="preserve">Tietoa ei välttämättä saada ollenkaan. Tällöin elementissä on </w:t>
            </w:r>
            <w:proofErr w:type="spellStart"/>
            <w:r w:rsidRPr="00FB4B31">
              <w:rPr>
                <w:sz w:val="18"/>
              </w:rPr>
              <w:t>nullFlavor</w:t>
            </w:r>
            <w:proofErr w:type="spellEnd"/>
            <w:r>
              <w:rPr>
                <w:sz w:val="18"/>
              </w:rPr>
              <w:t xml:space="preserve"> tai elementti voi puuttua kokonaan.</w:t>
            </w:r>
          </w:p>
          <w:p w14:paraId="79B36FB2" w14:textId="165F09DD" w:rsidR="00CD6BE4" w:rsidRPr="00756782" w:rsidRDefault="00CD6BE4" w:rsidP="00756782">
            <w:pPr>
              <w:pStyle w:val="Leipteksti"/>
              <w:rPr>
                <w:sz w:val="18"/>
              </w:rPr>
            </w:pPr>
          </w:p>
        </w:tc>
      </w:tr>
      <w:tr w:rsidR="00CD6BE4" w14:paraId="2BBAC5DF" w14:textId="120E3CDD" w:rsidTr="00727E01">
        <w:trPr>
          <w:cantSplit/>
        </w:trPr>
        <w:tc>
          <w:tcPr>
            <w:tcW w:w="1949" w:type="dxa"/>
          </w:tcPr>
          <w:p w14:paraId="1EA8281D" w14:textId="7962827A" w:rsidR="00CD6BE4" w:rsidRPr="00F71C78" w:rsidRDefault="00CD6BE4" w:rsidP="00CD6BE4">
            <w:r>
              <w:t xml:space="preserve">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108" w:type="dxa"/>
          </w:tcPr>
          <w:p w14:paraId="341792E3" w14:textId="77777777" w:rsidR="00CD6BE4" w:rsidRDefault="00CD6BE4" w:rsidP="00CD6BE4">
            <w:r>
              <w:t>P</w:t>
            </w:r>
          </w:p>
        </w:tc>
        <w:tc>
          <w:tcPr>
            <w:tcW w:w="2183" w:type="dxa"/>
          </w:tcPr>
          <w:p w14:paraId="076AEAB5" w14:textId="77777777" w:rsidR="00CD6BE4" w:rsidRDefault="00CD6BE4" w:rsidP="00CD6BE4">
            <w:r>
              <w:t>Organisaation postinumero</w:t>
            </w:r>
          </w:p>
        </w:tc>
        <w:tc>
          <w:tcPr>
            <w:tcW w:w="3969" w:type="dxa"/>
            <w:shd w:val="clear" w:color="auto" w:fill="FDE9D1" w:themeFill="accent6" w:themeFillTint="33"/>
          </w:tcPr>
          <w:p w14:paraId="7AAACA6F" w14:textId="5FBC703B" w:rsidR="00CD6BE4" w:rsidRDefault="00CD6BE4" w:rsidP="00756782">
            <w:pPr>
              <w:pStyle w:val="Leipteksti"/>
              <w:rPr>
                <w:sz w:val="18"/>
              </w:rPr>
            </w:pPr>
            <w:r w:rsidRPr="00756782">
              <w:rPr>
                <w:sz w:val="18"/>
              </w:rPr>
              <w:t xml:space="preserve">Tietoa ei välttämättä saada ollenkaan. </w:t>
            </w:r>
            <w:r w:rsidR="00CC16C0">
              <w:rPr>
                <w:sz w:val="18"/>
              </w:rPr>
              <w:t xml:space="preserve">Tällöin </w:t>
            </w:r>
            <w:r w:rsidRPr="00756782">
              <w:rPr>
                <w:sz w:val="18"/>
              </w:rPr>
              <w:t xml:space="preserve">elementissä on </w:t>
            </w:r>
            <w:proofErr w:type="spellStart"/>
            <w:r w:rsidRPr="00756782">
              <w:rPr>
                <w:sz w:val="18"/>
              </w:rPr>
              <w:t>nullFlavor</w:t>
            </w:r>
            <w:proofErr w:type="spellEnd"/>
            <w:r w:rsidRPr="00756782">
              <w:rPr>
                <w:sz w:val="18"/>
              </w:rPr>
              <w:t xml:space="preserve"> tai elementti voi puuttua kokonaan.</w:t>
            </w:r>
          </w:p>
          <w:p w14:paraId="4741B091" w14:textId="3DAEEC44" w:rsidR="00756782" w:rsidRDefault="00756782" w:rsidP="00756782">
            <w:pPr>
              <w:pStyle w:val="Leipteksti"/>
            </w:pPr>
          </w:p>
        </w:tc>
      </w:tr>
      <w:tr w:rsidR="00CD6BE4" w14:paraId="7DBAAA38" w14:textId="65414B4D" w:rsidTr="00727E01">
        <w:trPr>
          <w:cantSplit/>
        </w:trPr>
        <w:tc>
          <w:tcPr>
            <w:tcW w:w="1949" w:type="dxa"/>
          </w:tcPr>
          <w:p w14:paraId="3745C49E" w14:textId="21259C41" w:rsidR="00CD6BE4" w:rsidRDefault="00CD6BE4" w:rsidP="00CD6BE4">
            <w:r>
              <w:t xml:space="preserve">    city</w:t>
            </w:r>
          </w:p>
        </w:tc>
        <w:tc>
          <w:tcPr>
            <w:tcW w:w="1108" w:type="dxa"/>
          </w:tcPr>
          <w:p w14:paraId="0A94BB9E" w14:textId="77777777" w:rsidR="00CD6BE4" w:rsidRDefault="00CD6BE4" w:rsidP="00CD6BE4">
            <w:r>
              <w:t>P</w:t>
            </w:r>
          </w:p>
        </w:tc>
        <w:tc>
          <w:tcPr>
            <w:tcW w:w="2183" w:type="dxa"/>
          </w:tcPr>
          <w:p w14:paraId="06EE4430" w14:textId="77777777" w:rsidR="00CD6BE4" w:rsidRDefault="00CD6BE4" w:rsidP="00CD6BE4">
            <w:r>
              <w:t>Organisaation postitoimipaikka</w:t>
            </w:r>
          </w:p>
        </w:tc>
        <w:tc>
          <w:tcPr>
            <w:tcW w:w="3969" w:type="dxa"/>
            <w:shd w:val="clear" w:color="auto" w:fill="FDE9D1" w:themeFill="accent6" w:themeFillTint="33"/>
          </w:tcPr>
          <w:p w14:paraId="10F79613" w14:textId="77777777" w:rsidR="00CD6BE4" w:rsidRDefault="00CD6BE4" w:rsidP="00756782">
            <w:pPr>
              <w:pStyle w:val="Leipteksti"/>
              <w:rPr>
                <w:sz w:val="18"/>
              </w:rPr>
            </w:pPr>
            <w:r w:rsidRPr="00756782">
              <w:rPr>
                <w:sz w:val="18"/>
              </w:rPr>
              <w:t xml:space="preserve">Tietoa ei välttämättä saada ollenkaan. Tällöin elementissä on </w:t>
            </w:r>
            <w:proofErr w:type="spellStart"/>
            <w:r w:rsidRPr="00756782">
              <w:rPr>
                <w:sz w:val="18"/>
              </w:rPr>
              <w:t>nullFlavor</w:t>
            </w:r>
            <w:proofErr w:type="spellEnd"/>
            <w:r w:rsidRPr="00756782">
              <w:rPr>
                <w:sz w:val="18"/>
              </w:rPr>
              <w:t xml:space="preserve"> tai elementti voi puuttua kokonaan.</w:t>
            </w:r>
          </w:p>
          <w:p w14:paraId="14F2B985" w14:textId="022999A2" w:rsidR="00756782" w:rsidRPr="00756782" w:rsidRDefault="00756782" w:rsidP="00756782">
            <w:pPr>
              <w:pStyle w:val="Leipteksti"/>
              <w:rPr>
                <w:sz w:val="18"/>
              </w:rPr>
            </w:pPr>
          </w:p>
        </w:tc>
      </w:tr>
      <w:tr w:rsidR="00CD6BE4" w14:paraId="0069FEDA" w14:textId="77777777" w:rsidTr="00727E01">
        <w:trPr>
          <w:cantSplit/>
        </w:trPr>
        <w:tc>
          <w:tcPr>
            <w:tcW w:w="1949" w:type="dxa"/>
            <w:shd w:val="clear" w:color="auto" w:fill="FDE9D1" w:themeFill="accent6" w:themeFillTint="33"/>
          </w:tcPr>
          <w:p w14:paraId="79817D9C" w14:textId="3D54E682" w:rsidR="00CD6BE4" w:rsidRDefault="007A4016" w:rsidP="009F410D">
            <w:r>
              <w:t xml:space="preserve">   </w:t>
            </w:r>
            <w:r w:rsidR="009F410D">
              <w:t xml:space="preserve"> </w:t>
            </w:r>
            <w:r w:rsidR="00CD6BE4">
              <w:t>country</w:t>
            </w:r>
          </w:p>
        </w:tc>
        <w:tc>
          <w:tcPr>
            <w:tcW w:w="1108" w:type="dxa"/>
            <w:shd w:val="clear" w:color="auto" w:fill="FDE9D1" w:themeFill="accent6" w:themeFillTint="33"/>
          </w:tcPr>
          <w:p w14:paraId="77BCCCDE" w14:textId="18C105C5" w:rsidR="00CD6BE4" w:rsidRDefault="00CD6BE4" w:rsidP="00CD6BE4">
            <w:r>
              <w:t>P</w:t>
            </w:r>
          </w:p>
        </w:tc>
        <w:tc>
          <w:tcPr>
            <w:tcW w:w="2183" w:type="dxa"/>
            <w:shd w:val="clear" w:color="auto" w:fill="FDE9D1" w:themeFill="accent6" w:themeFillTint="33"/>
          </w:tcPr>
          <w:p w14:paraId="210C62F3" w14:textId="4007070C" w:rsidR="00CD6BE4" w:rsidRDefault="00CD6BE4" w:rsidP="00CD6BE4">
            <w:r>
              <w:t>Maakoodi</w:t>
            </w:r>
          </w:p>
        </w:tc>
        <w:tc>
          <w:tcPr>
            <w:tcW w:w="3969" w:type="dxa"/>
            <w:shd w:val="clear" w:color="auto" w:fill="FDE9D1" w:themeFill="accent6" w:themeFillTint="33"/>
          </w:tcPr>
          <w:p w14:paraId="5EDEDE0A" w14:textId="558D99B5" w:rsidR="00CD6BE4" w:rsidRPr="00756782" w:rsidRDefault="00CD6BE4" w:rsidP="00756782">
            <w:pPr>
              <w:pStyle w:val="Leipteksti"/>
              <w:rPr>
                <w:sz w:val="18"/>
              </w:rPr>
            </w:pPr>
            <w:r w:rsidRPr="00756782">
              <w:rPr>
                <w:sz w:val="18"/>
              </w:rPr>
              <w:t>Uusi elementti</w:t>
            </w:r>
            <w:r w:rsidR="00904417">
              <w:rPr>
                <w:sz w:val="18"/>
              </w:rPr>
              <w:t xml:space="preserve"> käyttöön</w:t>
            </w:r>
            <w:r w:rsidRPr="00756782">
              <w:rPr>
                <w:sz w:val="18"/>
              </w:rPr>
              <w:t>, joka kertoo asiakirjan lähtömaan.</w:t>
            </w:r>
            <w:r w:rsidR="00CC16C0">
              <w:rPr>
                <w:sz w:val="18"/>
              </w:rPr>
              <w:t xml:space="preserve"> Pakollinen tieto ulkomaisessa lääkemääräyksessä.</w:t>
            </w:r>
          </w:p>
          <w:p w14:paraId="733CD951" w14:textId="0CD1921B" w:rsidR="00CD6BE4" w:rsidRPr="00756782" w:rsidRDefault="00CD6BE4" w:rsidP="00756782">
            <w:pPr>
              <w:pStyle w:val="Leipteksti"/>
              <w:rPr>
                <w:sz w:val="18"/>
              </w:rPr>
            </w:pPr>
          </w:p>
        </w:tc>
      </w:tr>
      <w:tr w:rsidR="00CD6BE4" w14:paraId="44DCEBD0" w14:textId="26DFD71A" w:rsidTr="00727E01">
        <w:trPr>
          <w:cantSplit/>
        </w:trPr>
        <w:tc>
          <w:tcPr>
            <w:tcW w:w="1949" w:type="dxa"/>
            <w:shd w:val="clear" w:color="auto" w:fill="BFBFBF"/>
          </w:tcPr>
          <w:p w14:paraId="7D211CCD" w14:textId="297F7C96" w:rsidR="00CD6BE4" w:rsidRPr="00CD6BE4" w:rsidRDefault="00CD6BE4" w:rsidP="00CD6BE4">
            <w:pPr>
              <w:rPr>
                <w:b/>
                <w:color w:val="A6A6A6" w:themeColor="background1" w:themeShade="A6"/>
              </w:rPr>
            </w:pPr>
            <w:proofErr w:type="spellStart"/>
            <w:r w:rsidRPr="00CD6BE4">
              <w:rPr>
                <w:b/>
                <w:color w:val="A6A6A6" w:themeColor="background1" w:themeShade="A6"/>
              </w:rPr>
              <w:t>asOrganizationPartOf</w:t>
            </w:r>
            <w:proofErr w:type="spellEnd"/>
          </w:p>
        </w:tc>
        <w:tc>
          <w:tcPr>
            <w:tcW w:w="1108" w:type="dxa"/>
            <w:shd w:val="clear" w:color="auto" w:fill="BFBFBF"/>
          </w:tcPr>
          <w:p w14:paraId="7A5AEB6A" w14:textId="77777777" w:rsidR="00CD6BE4" w:rsidRPr="00CD6BE4" w:rsidRDefault="00CD6BE4" w:rsidP="00CD6BE4">
            <w:pPr>
              <w:rPr>
                <w:color w:val="A6A6A6" w:themeColor="background1" w:themeShade="A6"/>
              </w:rPr>
            </w:pPr>
          </w:p>
        </w:tc>
        <w:tc>
          <w:tcPr>
            <w:tcW w:w="2183" w:type="dxa"/>
            <w:shd w:val="clear" w:color="auto" w:fill="BFBFBF"/>
          </w:tcPr>
          <w:p w14:paraId="0D0646F5" w14:textId="77777777" w:rsidR="00CD6BE4" w:rsidRPr="00CD6BE4" w:rsidRDefault="00CD6BE4" w:rsidP="00CD6BE4">
            <w:pPr>
              <w:rPr>
                <w:color w:val="A6A6A6" w:themeColor="background1" w:themeShade="A6"/>
              </w:rPr>
            </w:pPr>
          </w:p>
        </w:tc>
        <w:tc>
          <w:tcPr>
            <w:tcW w:w="3969" w:type="dxa"/>
            <w:shd w:val="clear" w:color="auto" w:fill="FABE77" w:themeFill="accent6" w:themeFillTint="99"/>
          </w:tcPr>
          <w:p w14:paraId="744BD363" w14:textId="6862C0D4" w:rsidR="00CD6BE4" w:rsidRPr="00CD6BE4" w:rsidRDefault="004C79CB" w:rsidP="00CD6BE4">
            <w:r>
              <w:rPr>
                <w:color w:val="A6A6A6" w:themeColor="background1" w:themeShade="A6"/>
              </w:rPr>
              <w:t>Ei käytössä.</w:t>
            </w:r>
          </w:p>
        </w:tc>
      </w:tr>
      <w:tr w:rsidR="005325C7" w14:paraId="5DD09052" w14:textId="04F5741E" w:rsidTr="00727E01">
        <w:trPr>
          <w:cantSplit/>
        </w:trPr>
        <w:tc>
          <w:tcPr>
            <w:tcW w:w="1949" w:type="dxa"/>
            <w:shd w:val="clear" w:color="auto" w:fill="BFBFBF"/>
          </w:tcPr>
          <w:p w14:paraId="6A4F56FD" w14:textId="1BA77D79" w:rsidR="005325C7" w:rsidRPr="00CD6BE4" w:rsidRDefault="005325C7" w:rsidP="005325C7">
            <w:pPr>
              <w:rPr>
                <w:b/>
                <w:color w:val="A6A6A6" w:themeColor="background1" w:themeShade="A6"/>
              </w:rPr>
            </w:pPr>
            <w:r w:rsidRPr="00CD6BE4">
              <w:rPr>
                <w:b/>
                <w:color w:val="A6A6A6" w:themeColor="background1" w:themeShade="A6"/>
              </w:rPr>
              <w:t xml:space="preserve">  </w:t>
            </w:r>
            <w:proofErr w:type="spellStart"/>
            <w:r w:rsidRPr="00CD6BE4">
              <w:rPr>
                <w:b/>
                <w:color w:val="A6A6A6" w:themeColor="background1" w:themeShade="A6"/>
              </w:rPr>
              <w:t>wholeOrganization</w:t>
            </w:r>
            <w:proofErr w:type="spellEnd"/>
          </w:p>
        </w:tc>
        <w:tc>
          <w:tcPr>
            <w:tcW w:w="1108" w:type="dxa"/>
            <w:shd w:val="clear" w:color="auto" w:fill="BFBFBF"/>
          </w:tcPr>
          <w:p w14:paraId="00C90C3E" w14:textId="77777777" w:rsidR="005325C7" w:rsidRPr="00CD6BE4" w:rsidRDefault="005325C7" w:rsidP="005325C7">
            <w:pPr>
              <w:rPr>
                <w:color w:val="A6A6A6" w:themeColor="background1" w:themeShade="A6"/>
              </w:rPr>
            </w:pPr>
          </w:p>
        </w:tc>
        <w:tc>
          <w:tcPr>
            <w:tcW w:w="2183" w:type="dxa"/>
            <w:shd w:val="clear" w:color="auto" w:fill="BFBFBF"/>
          </w:tcPr>
          <w:p w14:paraId="3BE76251" w14:textId="77777777" w:rsidR="005325C7" w:rsidRPr="00CD6BE4" w:rsidRDefault="005325C7" w:rsidP="005325C7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t>Terveydenhuollon palvelunantajan tiedot</w:t>
            </w:r>
          </w:p>
          <w:p w14:paraId="36B39552" w14:textId="77777777" w:rsidR="005325C7" w:rsidRPr="00CD6BE4" w:rsidRDefault="005325C7" w:rsidP="005325C7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t xml:space="preserve">Yksityisen terveydenhuollon liittymismallit on kuvattu tarkemmin omassa määrittelyssään. </w:t>
            </w:r>
          </w:p>
          <w:p w14:paraId="22742C34" w14:textId="77777777" w:rsidR="005325C7" w:rsidRPr="00CD6BE4" w:rsidRDefault="005325C7" w:rsidP="005325C7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t>Palvelunantajan tiedot ovat pakollisia terveydenhuollon laatimissa asiakirjoissa.</w:t>
            </w:r>
          </w:p>
        </w:tc>
        <w:tc>
          <w:tcPr>
            <w:tcW w:w="3969" w:type="dxa"/>
            <w:shd w:val="clear" w:color="auto" w:fill="FABE77" w:themeFill="accent6" w:themeFillTint="99"/>
          </w:tcPr>
          <w:p w14:paraId="57745121" w14:textId="51F9E9BE" w:rsidR="005325C7" w:rsidRPr="00CD6BE4" w:rsidRDefault="004C79CB" w:rsidP="005325C7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Ei käytössä.</w:t>
            </w:r>
          </w:p>
        </w:tc>
      </w:tr>
      <w:tr w:rsidR="005325C7" w14:paraId="3828D99E" w14:textId="392FFD48" w:rsidTr="00727E01">
        <w:trPr>
          <w:cantSplit/>
        </w:trPr>
        <w:tc>
          <w:tcPr>
            <w:tcW w:w="1949" w:type="dxa"/>
          </w:tcPr>
          <w:p w14:paraId="253D73EE" w14:textId="6A6F7131" w:rsidR="005325C7" w:rsidRPr="00CD6BE4" w:rsidRDefault="005325C7" w:rsidP="005325C7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t xml:space="preserve">    id</w:t>
            </w:r>
          </w:p>
        </w:tc>
        <w:tc>
          <w:tcPr>
            <w:tcW w:w="1108" w:type="dxa"/>
          </w:tcPr>
          <w:p w14:paraId="419538A5" w14:textId="77777777" w:rsidR="005325C7" w:rsidRPr="00CD6BE4" w:rsidRDefault="005325C7" w:rsidP="005325C7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t>EP</w:t>
            </w:r>
          </w:p>
        </w:tc>
        <w:tc>
          <w:tcPr>
            <w:tcW w:w="2183" w:type="dxa"/>
          </w:tcPr>
          <w:p w14:paraId="14AADAD9" w14:textId="77777777" w:rsidR="005325C7" w:rsidRPr="00CD6BE4" w:rsidRDefault="005325C7" w:rsidP="005325C7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t xml:space="preserve">Organisaation </w:t>
            </w:r>
            <w:proofErr w:type="spellStart"/>
            <w:r w:rsidRPr="00CD6BE4">
              <w:rPr>
                <w:color w:val="A6A6A6" w:themeColor="background1" w:themeShade="A6"/>
              </w:rPr>
              <w:t>oid</w:t>
            </w:r>
            <w:proofErr w:type="spellEnd"/>
          </w:p>
          <w:p w14:paraId="799A868D" w14:textId="77777777" w:rsidR="005325C7" w:rsidRPr="00CD6BE4" w:rsidRDefault="005325C7" w:rsidP="005325C7">
            <w:pPr>
              <w:rPr>
                <w:color w:val="A6A6A6" w:themeColor="background1" w:themeShade="A6"/>
              </w:rPr>
            </w:pPr>
            <w:proofErr w:type="spellStart"/>
            <w:r w:rsidRPr="00CD6BE4">
              <w:rPr>
                <w:color w:val="A6A6A6" w:themeColor="background1" w:themeShade="A6"/>
              </w:rPr>
              <w:t>Oid</w:t>
            </w:r>
            <w:proofErr w:type="spellEnd"/>
            <w:r w:rsidRPr="00CD6BE4">
              <w:rPr>
                <w:color w:val="A6A6A6" w:themeColor="background1" w:themeShade="A6"/>
              </w:rPr>
              <w:t xml:space="preserve"> sijoitetaan kokonaisuudessaan </w:t>
            </w:r>
            <w:proofErr w:type="spellStart"/>
            <w:r w:rsidRPr="00CD6BE4">
              <w:rPr>
                <w:color w:val="A6A6A6" w:themeColor="background1" w:themeShade="A6"/>
              </w:rPr>
              <w:t>root</w:t>
            </w:r>
            <w:proofErr w:type="spellEnd"/>
            <w:r w:rsidRPr="00CD6BE4">
              <w:rPr>
                <w:color w:val="A6A6A6" w:themeColor="background1" w:themeShade="A6"/>
              </w:rPr>
              <w:t>-elementtiin.</w:t>
            </w:r>
          </w:p>
        </w:tc>
        <w:tc>
          <w:tcPr>
            <w:tcW w:w="3969" w:type="dxa"/>
            <w:shd w:val="clear" w:color="auto" w:fill="FDE9D1" w:themeFill="accent6" w:themeFillTint="33"/>
          </w:tcPr>
          <w:p w14:paraId="01148F3F" w14:textId="490DD500" w:rsidR="005325C7" w:rsidRPr="00CD6BE4" w:rsidRDefault="004C79CB" w:rsidP="004C79CB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Ei käytössä.</w:t>
            </w:r>
          </w:p>
        </w:tc>
      </w:tr>
      <w:tr w:rsidR="00C92E43" w14:paraId="79826B8E" w14:textId="76D9A629" w:rsidTr="00727E01">
        <w:trPr>
          <w:cantSplit/>
        </w:trPr>
        <w:tc>
          <w:tcPr>
            <w:tcW w:w="1949" w:type="dxa"/>
          </w:tcPr>
          <w:p w14:paraId="123148C2" w14:textId="2CDADA5F" w:rsidR="00C92E43" w:rsidRPr="00CD6BE4" w:rsidRDefault="00C92E43" w:rsidP="00C92E43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lastRenderedPageBreak/>
              <w:t xml:space="preserve">    </w:t>
            </w:r>
            <w:proofErr w:type="spellStart"/>
            <w:r w:rsidRPr="00CD6BE4">
              <w:rPr>
                <w:color w:val="A6A6A6" w:themeColor="background1" w:themeShade="A6"/>
              </w:rPr>
              <w:t>name</w:t>
            </w:r>
            <w:proofErr w:type="spellEnd"/>
          </w:p>
        </w:tc>
        <w:tc>
          <w:tcPr>
            <w:tcW w:w="1108" w:type="dxa"/>
          </w:tcPr>
          <w:p w14:paraId="07C10376" w14:textId="77777777" w:rsidR="00C92E43" w:rsidRPr="00CD6BE4" w:rsidRDefault="00C92E43" w:rsidP="00C92E43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t>EP</w:t>
            </w:r>
          </w:p>
        </w:tc>
        <w:tc>
          <w:tcPr>
            <w:tcW w:w="2183" w:type="dxa"/>
          </w:tcPr>
          <w:p w14:paraId="12AE7633" w14:textId="77777777" w:rsidR="00C92E43" w:rsidRPr="00CD6BE4" w:rsidRDefault="00C92E43" w:rsidP="00C92E43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t>Organisaation nimi</w:t>
            </w:r>
          </w:p>
          <w:p w14:paraId="49F93C12" w14:textId="77777777" w:rsidR="00C92E43" w:rsidRPr="00CD6BE4" w:rsidRDefault="00C92E43" w:rsidP="00C92E43">
            <w:pPr>
              <w:rPr>
                <w:color w:val="A6A6A6" w:themeColor="background1" w:themeShade="A6"/>
              </w:rPr>
            </w:pPr>
          </w:p>
        </w:tc>
        <w:tc>
          <w:tcPr>
            <w:tcW w:w="3969" w:type="dxa"/>
            <w:shd w:val="clear" w:color="auto" w:fill="FDE9D1" w:themeFill="accent6" w:themeFillTint="33"/>
          </w:tcPr>
          <w:p w14:paraId="16C87D24" w14:textId="3178ECA1" w:rsidR="00C92E43" w:rsidRPr="00CD6BE4" w:rsidRDefault="004C79CB" w:rsidP="004C79CB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Ei käytössä.</w:t>
            </w:r>
          </w:p>
        </w:tc>
      </w:tr>
      <w:tr w:rsidR="00C92E43" w14:paraId="49C34FFF" w14:textId="13D66827" w:rsidTr="00727E01">
        <w:trPr>
          <w:cantSplit/>
        </w:trPr>
        <w:tc>
          <w:tcPr>
            <w:tcW w:w="1949" w:type="dxa"/>
            <w:tcBorders>
              <w:bottom w:val="single" w:sz="4" w:space="0" w:color="auto"/>
            </w:tcBorders>
          </w:tcPr>
          <w:p w14:paraId="1B6531CE" w14:textId="1EEEE6F4" w:rsidR="00C92E43" w:rsidRPr="00CD6BE4" w:rsidRDefault="00C92E43" w:rsidP="00C92E43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t xml:space="preserve">    </w:t>
            </w:r>
            <w:proofErr w:type="spellStart"/>
            <w:r w:rsidRPr="00CD6BE4">
              <w:rPr>
                <w:color w:val="A6A6A6" w:themeColor="background1" w:themeShade="A6"/>
              </w:rPr>
              <w:t>telecom</w:t>
            </w:r>
            <w:proofErr w:type="spellEnd"/>
            <w:r w:rsidRPr="00CD6BE4">
              <w:rPr>
                <w:color w:val="A6A6A6" w:themeColor="background1" w:themeShade="A6"/>
              </w:rPr>
              <w:t xml:space="preserve"> </w:t>
            </w:r>
          </w:p>
          <w:p w14:paraId="14347232" w14:textId="77777777" w:rsidR="00C92E43" w:rsidRPr="00CD6BE4" w:rsidRDefault="00C92E43" w:rsidP="00C92E43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t xml:space="preserve">    (etuliite tel:)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3B0DB125" w14:textId="77777777" w:rsidR="00C92E43" w:rsidRPr="00CD6BE4" w:rsidRDefault="00C92E43" w:rsidP="00C92E43">
            <w:pPr>
              <w:rPr>
                <w:color w:val="A6A6A6" w:themeColor="background1" w:themeShade="A6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</w:tcPr>
          <w:p w14:paraId="1751AF23" w14:textId="77777777" w:rsidR="00C92E43" w:rsidRPr="00CD6BE4" w:rsidRDefault="00C92E43" w:rsidP="00C92E43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t>Organisaation puhelinnumero</w:t>
            </w:r>
          </w:p>
          <w:p w14:paraId="33B88B43" w14:textId="77777777" w:rsidR="00C92E43" w:rsidRPr="00CD6BE4" w:rsidRDefault="00C92E43" w:rsidP="00C92E43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t xml:space="preserve">Puhelinnumeron erottelu välilyönnillä on kielletty. </w:t>
            </w:r>
            <w:proofErr w:type="spellStart"/>
            <w:r w:rsidRPr="00CD6BE4">
              <w:rPr>
                <w:color w:val="A6A6A6" w:themeColor="background1" w:themeShade="A6"/>
              </w:rPr>
              <w:t>Use</w:t>
            </w:r>
            <w:proofErr w:type="spellEnd"/>
            <w:r w:rsidRPr="00CD6BE4">
              <w:rPr>
                <w:color w:val="A6A6A6" w:themeColor="background1" w:themeShade="A6"/>
              </w:rPr>
              <w:t>-attribuutin arvo on "DIR" (suora numero) tai ”PUB” (vaihteen numero).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DE9D1" w:themeFill="accent6" w:themeFillTint="33"/>
          </w:tcPr>
          <w:p w14:paraId="236660C2" w14:textId="615B3033" w:rsidR="00C92E43" w:rsidRPr="00CD6BE4" w:rsidRDefault="004C79CB" w:rsidP="004C79CB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Ei käytössä.</w:t>
            </w:r>
          </w:p>
        </w:tc>
      </w:tr>
      <w:tr w:rsidR="00C92E43" w14:paraId="5515A68A" w14:textId="66AF994E" w:rsidTr="00727E01">
        <w:trPr>
          <w:cantSplit/>
        </w:trPr>
        <w:tc>
          <w:tcPr>
            <w:tcW w:w="1949" w:type="dxa"/>
            <w:tcBorders>
              <w:bottom w:val="single" w:sz="4" w:space="0" w:color="auto"/>
            </w:tcBorders>
          </w:tcPr>
          <w:p w14:paraId="64E0CE7D" w14:textId="68D200B3" w:rsidR="00C92E43" w:rsidRPr="00CD6BE4" w:rsidRDefault="00C92E43" w:rsidP="00C92E43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t xml:space="preserve">    </w:t>
            </w:r>
            <w:proofErr w:type="spellStart"/>
            <w:r w:rsidRPr="00CD6BE4">
              <w:rPr>
                <w:color w:val="A6A6A6" w:themeColor="background1" w:themeShade="A6"/>
              </w:rPr>
              <w:t>telecom</w:t>
            </w:r>
            <w:proofErr w:type="spellEnd"/>
            <w:r w:rsidRPr="00CD6BE4">
              <w:rPr>
                <w:color w:val="A6A6A6" w:themeColor="background1" w:themeShade="A6"/>
              </w:rPr>
              <w:t xml:space="preserve"> </w:t>
            </w:r>
          </w:p>
          <w:p w14:paraId="1F5E7DFC" w14:textId="77777777" w:rsidR="00C92E43" w:rsidRPr="00CD6BE4" w:rsidRDefault="00C92E43" w:rsidP="00C92E43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t xml:space="preserve">    (etuliite mailto:)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0713E798" w14:textId="77777777" w:rsidR="00C92E43" w:rsidRPr="00CD6BE4" w:rsidRDefault="00C92E43" w:rsidP="00C92E43">
            <w:pPr>
              <w:rPr>
                <w:color w:val="A6A6A6" w:themeColor="background1" w:themeShade="A6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</w:tcPr>
          <w:p w14:paraId="21A86ACB" w14:textId="77777777" w:rsidR="00C92E43" w:rsidRPr="00CD6BE4" w:rsidRDefault="00C92E43" w:rsidP="00C92E43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t>Organisaation sähköpostisosoite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DE9D1" w:themeFill="accent6" w:themeFillTint="33"/>
          </w:tcPr>
          <w:p w14:paraId="799934FA" w14:textId="1776D57B" w:rsidR="00C92E43" w:rsidRPr="00CD6BE4" w:rsidRDefault="004C79CB" w:rsidP="004C79CB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Ei käytössä.</w:t>
            </w:r>
          </w:p>
        </w:tc>
      </w:tr>
      <w:tr w:rsidR="00C92E43" w14:paraId="3D16986F" w14:textId="645F0A5A" w:rsidTr="00727E01">
        <w:trPr>
          <w:cantSplit/>
        </w:trPr>
        <w:tc>
          <w:tcPr>
            <w:tcW w:w="1949" w:type="dxa"/>
            <w:shd w:val="clear" w:color="auto" w:fill="BFBFBF"/>
          </w:tcPr>
          <w:p w14:paraId="3AA2F033" w14:textId="531BC5C1" w:rsidR="00C92E43" w:rsidRPr="00CD6BE4" w:rsidRDefault="00C92E43" w:rsidP="00C92E43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t xml:space="preserve">    </w:t>
            </w:r>
            <w:proofErr w:type="spellStart"/>
            <w:r w:rsidRPr="00CD6BE4">
              <w:rPr>
                <w:color w:val="A6A6A6" w:themeColor="background1" w:themeShade="A6"/>
              </w:rPr>
              <w:t>addr</w:t>
            </w:r>
            <w:proofErr w:type="spellEnd"/>
          </w:p>
        </w:tc>
        <w:tc>
          <w:tcPr>
            <w:tcW w:w="1108" w:type="dxa"/>
            <w:shd w:val="clear" w:color="auto" w:fill="BFBFBF"/>
          </w:tcPr>
          <w:p w14:paraId="17E595DE" w14:textId="77777777" w:rsidR="00C92E43" w:rsidRPr="00CD6BE4" w:rsidRDefault="00C92E43" w:rsidP="00C92E43">
            <w:pPr>
              <w:rPr>
                <w:color w:val="A6A6A6" w:themeColor="background1" w:themeShade="A6"/>
              </w:rPr>
            </w:pPr>
          </w:p>
        </w:tc>
        <w:tc>
          <w:tcPr>
            <w:tcW w:w="2183" w:type="dxa"/>
            <w:shd w:val="clear" w:color="auto" w:fill="BFBFBF"/>
          </w:tcPr>
          <w:p w14:paraId="5DB3281C" w14:textId="77777777" w:rsidR="00C92E43" w:rsidRPr="00CD6BE4" w:rsidRDefault="00C92E43" w:rsidP="00C92E43">
            <w:pPr>
              <w:rPr>
                <w:color w:val="A6A6A6" w:themeColor="background1" w:themeShade="A6"/>
              </w:rPr>
            </w:pPr>
          </w:p>
        </w:tc>
        <w:tc>
          <w:tcPr>
            <w:tcW w:w="3969" w:type="dxa"/>
            <w:shd w:val="clear" w:color="auto" w:fill="FABE77" w:themeFill="accent6" w:themeFillTint="99"/>
          </w:tcPr>
          <w:p w14:paraId="2D1D17B5" w14:textId="04BCFD77" w:rsidR="00C92E43" w:rsidRPr="00CD6BE4" w:rsidRDefault="004C79CB" w:rsidP="00C92E43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Ei käytössä.</w:t>
            </w:r>
          </w:p>
        </w:tc>
      </w:tr>
      <w:tr w:rsidR="00C92E43" w14:paraId="6641FCEA" w14:textId="7AD672A0" w:rsidTr="00727E01">
        <w:trPr>
          <w:cantSplit/>
        </w:trPr>
        <w:tc>
          <w:tcPr>
            <w:tcW w:w="1949" w:type="dxa"/>
          </w:tcPr>
          <w:p w14:paraId="26E2A122" w14:textId="114FF241" w:rsidR="00C92E43" w:rsidRPr="00CD6BE4" w:rsidRDefault="00C92E43" w:rsidP="00C92E43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  <w:lang w:val="en-US"/>
              </w:rPr>
              <w:t xml:space="preserve">      </w:t>
            </w:r>
            <w:proofErr w:type="spellStart"/>
            <w:r w:rsidRPr="00CD6BE4">
              <w:rPr>
                <w:color w:val="A6A6A6" w:themeColor="background1" w:themeShade="A6"/>
                <w:lang w:val="en-US"/>
              </w:rPr>
              <w:t>streetAddressLine</w:t>
            </w:r>
            <w:proofErr w:type="spellEnd"/>
          </w:p>
        </w:tc>
        <w:tc>
          <w:tcPr>
            <w:tcW w:w="1108" w:type="dxa"/>
          </w:tcPr>
          <w:p w14:paraId="5F4C61C7" w14:textId="34AA7B53" w:rsidR="00C92E43" w:rsidRPr="00CD6BE4" w:rsidRDefault="00C92E43" w:rsidP="00C92E43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t>EP</w:t>
            </w:r>
          </w:p>
        </w:tc>
        <w:tc>
          <w:tcPr>
            <w:tcW w:w="2183" w:type="dxa"/>
          </w:tcPr>
          <w:p w14:paraId="104FF3A0" w14:textId="10E435E3" w:rsidR="00C92E43" w:rsidRPr="00CD6BE4" w:rsidRDefault="00C92E43" w:rsidP="00C92E43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t>Organisaation katuosoite</w:t>
            </w:r>
          </w:p>
        </w:tc>
        <w:tc>
          <w:tcPr>
            <w:tcW w:w="3969" w:type="dxa"/>
            <w:shd w:val="clear" w:color="auto" w:fill="FDE9D1" w:themeFill="accent6" w:themeFillTint="33"/>
          </w:tcPr>
          <w:p w14:paraId="0FF84F0D" w14:textId="0EE32724" w:rsidR="00C92E43" w:rsidRPr="00CD6BE4" w:rsidRDefault="004C79CB" w:rsidP="00C92E43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Ei käytössä.</w:t>
            </w:r>
          </w:p>
        </w:tc>
      </w:tr>
      <w:tr w:rsidR="00C92E43" w14:paraId="55945862" w14:textId="1B42418C" w:rsidTr="00727E01">
        <w:trPr>
          <w:cantSplit/>
        </w:trPr>
        <w:tc>
          <w:tcPr>
            <w:tcW w:w="1949" w:type="dxa"/>
          </w:tcPr>
          <w:p w14:paraId="0C909B44" w14:textId="673719BE" w:rsidR="00C92E43" w:rsidRPr="00CD6BE4" w:rsidRDefault="00C92E43" w:rsidP="00C92E43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t xml:space="preserve">      </w:t>
            </w:r>
            <w:proofErr w:type="spellStart"/>
            <w:r w:rsidRPr="00CD6BE4">
              <w:rPr>
                <w:color w:val="A6A6A6" w:themeColor="background1" w:themeShade="A6"/>
              </w:rPr>
              <w:t>postalCode</w:t>
            </w:r>
            <w:proofErr w:type="spellEnd"/>
          </w:p>
        </w:tc>
        <w:tc>
          <w:tcPr>
            <w:tcW w:w="1108" w:type="dxa"/>
          </w:tcPr>
          <w:p w14:paraId="22A135A7" w14:textId="77777777" w:rsidR="00C92E43" w:rsidRPr="00CD6BE4" w:rsidRDefault="00C92E43" w:rsidP="00C92E43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t>EP</w:t>
            </w:r>
          </w:p>
        </w:tc>
        <w:tc>
          <w:tcPr>
            <w:tcW w:w="2183" w:type="dxa"/>
          </w:tcPr>
          <w:p w14:paraId="1D94191E" w14:textId="77777777" w:rsidR="00C92E43" w:rsidRPr="00CD6BE4" w:rsidRDefault="00C92E43" w:rsidP="00C92E43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t>Organisaation postinumero</w:t>
            </w:r>
          </w:p>
        </w:tc>
        <w:tc>
          <w:tcPr>
            <w:tcW w:w="3969" w:type="dxa"/>
            <w:shd w:val="clear" w:color="auto" w:fill="FDE9D1" w:themeFill="accent6" w:themeFillTint="33"/>
          </w:tcPr>
          <w:p w14:paraId="57D966AF" w14:textId="34951664" w:rsidR="00C92E43" w:rsidRPr="00CD6BE4" w:rsidRDefault="004C79CB" w:rsidP="00C92E43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Ei käytössä.</w:t>
            </w:r>
          </w:p>
        </w:tc>
      </w:tr>
      <w:tr w:rsidR="00C92E43" w14:paraId="23B92CD6" w14:textId="23F73E4B" w:rsidTr="00727E01">
        <w:trPr>
          <w:cantSplit/>
        </w:trPr>
        <w:tc>
          <w:tcPr>
            <w:tcW w:w="1949" w:type="dxa"/>
          </w:tcPr>
          <w:p w14:paraId="370F8231" w14:textId="2FC1E84F" w:rsidR="00C92E43" w:rsidRPr="00CD6BE4" w:rsidRDefault="00C92E43" w:rsidP="00C92E43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t xml:space="preserve">      city</w:t>
            </w:r>
          </w:p>
        </w:tc>
        <w:tc>
          <w:tcPr>
            <w:tcW w:w="1108" w:type="dxa"/>
          </w:tcPr>
          <w:p w14:paraId="69025C6D" w14:textId="77777777" w:rsidR="00C92E43" w:rsidRPr="00CD6BE4" w:rsidRDefault="00C92E43" w:rsidP="00C92E43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t>EP</w:t>
            </w:r>
          </w:p>
        </w:tc>
        <w:tc>
          <w:tcPr>
            <w:tcW w:w="2183" w:type="dxa"/>
          </w:tcPr>
          <w:p w14:paraId="1AA0BE81" w14:textId="135C7265" w:rsidR="00C92E43" w:rsidRPr="00CD6BE4" w:rsidRDefault="00C92E43" w:rsidP="00C92E43">
            <w:pPr>
              <w:rPr>
                <w:color w:val="A6A6A6" w:themeColor="background1" w:themeShade="A6"/>
              </w:rPr>
            </w:pPr>
            <w:r w:rsidRPr="00CD6BE4">
              <w:rPr>
                <w:color w:val="A6A6A6" w:themeColor="background1" w:themeShade="A6"/>
              </w:rPr>
              <w:t>Organisaation postitoimipaikka</w:t>
            </w:r>
          </w:p>
        </w:tc>
        <w:tc>
          <w:tcPr>
            <w:tcW w:w="3969" w:type="dxa"/>
            <w:shd w:val="clear" w:color="auto" w:fill="FDE9D1" w:themeFill="accent6" w:themeFillTint="33"/>
          </w:tcPr>
          <w:p w14:paraId="5F1D7B97" w14:textId="519571F3" w:rsidR="00C92E43" w:rsidRPr="00CD6BE4" w:rsidRDefault="004C79CB" w:rsidP="00C92E43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Ei käytössä.</w:t>
            </w:r>
          </w:p>
        </w:tc>
      </w:tr>
    </w:tbl>
    <w:p w14:paraId="49CA087E" w14:textId="26E03CC2" w:rsidR="00453078" w:rsidRDefault="00453078" w:rsidP="00230BD2">
      <w:pPr>
        <w:pStyle w:val="Otsikko3"/>
      </w:pPr>
      <w:bookmarkStart w:id="37" w:name="_Toc508269181"/>
      <w:proofErr w:type="spellStart"/>
      <w:r>
        <w:t>componentOf</w:t>
      </w:r>
      <w:bookmarkEnd w:id="37"/>
      <w:proofErr w:type="spellEnd"/>
    </w:p>
    <w:p w14:paraId="2AF7B168" w14:textId="77777777" w:rsidR="00C4339F" w:rsidRDefault="00C4339F" w:rsidP="00C4339F">
      <w:r>
        <w:t>Ulkomaisesta lääkemääräyksestä</w:t>
      </w:r>
      <w:r w:rsidR="003F1888">
        <w:t xml:space="preserve"> saadaan </w:t>
      </w:r>
      <w:r>
        <w:t xml:space="preserve">enintään </w:t>
      </w:r>
      <w:r w:rsidR="003F1888">
        <w:t xml:space="preserve">yksi organisaatiotieto, joka sijoitetaan </w:t>
      </w:r>
      <w:proofErr w:type="spellStart"/>
      <w:r w:rsidR="003F1888">
        <w:t>healthCareFacility</w:t>
      </w:r>
      <w:proofErr w:type="spellEnd"/>
      <w:r w:rsidR="003F1888">
        <w:t>-elementtiin</w:t>
      </w:r>
      <w:r w:rsidR="00FF5C24">
        <w:t xml:space="preserve"> (samat tiedot kuin </w:t>
      </w:r>
      <w:proofErr w:type="spellStart"/>
      <w:r w:rsidR="00FF5C24">
        <w:t>authorissa</w:t>
      </w:r>
      <w:proofErr w:type="spellEnd"/>
      <w:r w:rsidR="00FF5C24">
        <w:t>)</w:t>
      </w:r>
      <w:r w:rsidR="003F1888">
        <w:t xml:space="preserve">. </w:t>
      </w:r>
      <w:proofErr w:type="spellStart"/>
      <w:r w:rsidR="003F1888">
        <w:t>serviceProviderO</w:t>
      </w:r>
      <w:r>
        <w:t>rganization</w:t>
      </w:r>
      <w:proofErr w:type="spellEnd"/>
      <w:r>
        <w:t>-elementti jää</w:t>
      </w:r>
      <w:r w:rsidR="003F1888">
        <w:t xml:space="preserve"> kokonaan pois.</w:t>
      </w:r>
    </w:p>
    <w:p w14:paraId="11487FBE" w14:textId="3C3774C6" w:rsidR="00C4339F" w:rsidRPr="003F1888" w:rsidRDefault="00C4339F" w:rsidP="003F1888">
      <w:r>
        <w:t>On myös mahdollista, että minkäänlaisia organisaatiotietoja ei saada ollenkaan. Lisäksi on mahdollista, että osa ao. taulukossa näkyvistä tiedoista saadaan, ja osaa ei.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1418"/>
        <w:gridCol w:w="2977"/>
        <w:gridCol w:w="2551"/>
      </w:tblGrid>
      <w:tr w:rsidR="007D421E" w14:paraId="49DFA6F5" w14:textId="20E4681E" w:rsidTr="007D421E">
        <w:trPr>
          <w:cantSplit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E6E6E6"/>
          </w:tcPr>
          <w:p w14:paraId="5C300E64" w14:textId="77777777" w:rsidR="007D421E" w:rsidRDefault="007D421E" w:rsidP="00200402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6E6E6"/>
          </w:tcPr>
          <w:p w14:paraId="3AA4FE73" w14:textId="77777777" w:rsidR="007D421E" w:rsidRDefault="007D421E" w:rsidP="00200402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E6E6E6"/>
          </w:tcPr>
          <w:p w14:paraId="66C25FBC" w14:textId="77777777" w:rsidR="007D421E" w:rsidRDefault="007D421E" w:rsidP="00200402">
            <w:pPr>
              <w:keepNext/>
              <w:rPr>
                <w:b/>
              </w:rPr>
            </w:pPr>
            <w:r>
              <w:rPr>
                <w:b/>
              </w:rPr>
              <w:t>Kuvaus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CD4A4" w:themeFill="accent6" w:themeFillTint="66"/>
          </w:tcPr>
          <w:p w14:paraId="757AF7E6" w14:textId="29B8126D" w:rsidR="007D421E" w:rsidRDefault="007D421E" w:rsidP="00200402">
            <w:pPr>
              <w:keepNext/>
              <w:rPr>
                <w:b/>
              </w:rPr>
            </w:pPr>
            <w:r>
              <w:rPr>
                <w:b/>
              </w:rPr>
              <w:t>Poikkeavuudet</w:t>
            </w:r>
          </w:p>
        </w:tc>
      </w:tr>
      <w:tr w:rsidR="007D421E" w14:paraId="2BEF2E22" w14:textId="09852AD1" w:rsidTr="007D421E">
        <w:trPr>
          <w:cantSplit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BFBFBF"/>
          </w:tcPr>
          <w:p w14:paraId="2414E1EB" w14:textId="77777777" w:rsidR="007D421E" w:rsidRPr="00790B16" w:rsidRDefault="007D421E" w:rsidP="00200402">
            <w:pPr>
              <w:rPr>
                <w:b/>
              </w:rPr>
            </w:pPr>
            <w:proofErr w:type="spellStart"/>
            <w:r w:rsidRPr="00790B16">
              <w:rPr>
                <w:b/>
              </w:rPr>
              <w:t>encompassingEncounter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FBFBF"/>
          </w:tcPr>
          <w:p w14:paraId="502BB0D6" w14:textId="77777777" w:rsidR="007D421E" w:rsidRDefault="007D421E" w:rsidP="00200402"/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/>
          </w:tcPr>
          <w:p w14:paraId="372BF1FC" w14:textId="77777777" w:rsidR="007D421E" w:rsidRDefault="007D421E" w:rsidP="00200402"/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ABE77" w:themeFill="accent6" w:themeFillTint="99"/>
          </w:tcPr>
          <w:p w14:paraId="54C85BEE" w14:textId="77777777" w:rsidR="007D421E" w:rsidRDefault="007D421E" w:rsidP="00200402"/>
        </w:tc>
      </w:tr>
      <w:tr w:rsidR="007D421E" w14:paraId="7ECB9B16" w14:textId="257BA8A8" w:rsidTr="007D421E">
        <w:trPr>
          <w:cantSplit/>
        </w:trPr>
        <w:tc>
          <w:tcPr>
            <w:tcW w:w="2263" w:type="dxa"/>
            <w:shd w:val="clear" w:color="auto" w:fill="auto"/>
          </w:tcPr>
          <w:p w14:paraId="11C9A32C" w14:textId="77777777" w:rsidR="007D421E" w:rsidRPr="007D421E" w:rsidRDefault="007D421E" w:rsidP="00200402">
            <w:pPr>
              <w:rPr>
                <w:color w:val="A6A6A6" w:themeColor="background1" w:themeShade="A6"/>
              </w:rPr>
            </w:pPr>
            <w:r w:rsidRPr="007D421E">
              <w:rPr>
                <w:color w:val="A6A6A6" w:themeColor="background1" w:themeShade="A6"/>
              </w:rPr>
              <w:t xml:space="preserve">  id</w:t>
            </w:r>
          </w:p>
          <w:p w14:paraId="7F859A22" w14:textId="77777777" w:rsidR="007D421E" w:rsidRPr="007D421E" w:rsidRDefault="007D421E" w:rsidP="00200402">
            <w:pPr>
              <w:rPr>
                <w:color w:val="A6A6A6" w:themeColor="background1" w:themeShade="A6"/>
              </w:rPr>
            </w:pPr>
          </w:p>
        </w:tc>
        <w:tc>
          <w:tcPr>
            <w:tcW w:w="1418" w:type="dxa"/>
            <w:shd w:val="clear" w:color="auto" w:fill="auto"/>
          </w:tcPr>
          <w:p w14:paraId="437711AC" w14:textId="77777777" w:rsidR="007D421E" w:rsidRPr="007D421E" w:rsidRDefault="007D421E" w:rsidP="00200402">
            <w:pPr>
              <w:rPr>
                <w:color w:val="A6A6A6" w:themeColor="background1" w:themeShade="A6"/>
              </w:rPr>
            </w:pPr>
            <w:r w:rsidRPr="007D421E">
              <w:rPr>
                <w:color w:val="A6A6A6" w:themeColor="background1" w:themeShade="A6"/>
              </w:rPr>
              <w:t>EP</w:t>
            </w:r>
          </w:p>
        </w:tc>
        <w:tc>
          <w:tcPr>
            <w:tcW w:w="2977" w:type="dxa"/>
            <w:shd w:val="clear" w:color="auto" w:fill="auto"/>
          </w:tcPr>
          <w:p w14:paraId="49EDCF1F" w14:textId="77777777" w:rsidR="007D421E" w:rsidRPr="007D421E" w:rsidRDefault="007D421E" w:rsidP="00200402">
            <w:pPr>
              <w:rPr>
                <w:color w:val="A6A6A6" w:themeColor="background1" w:themeShade="A6"/>
              </w:rPr>
            </w:pPr>
            <w:r w:rsidRPr="007D421E">
              <w:rPr>
                <w:color w:val="A6A6A6" w:themeColor="background1" w:themeShade="A6"/>
              </w:rPr>
              <w:t>Palvelutapahtuman tunnus</w:t>
            </w:r>
          </w:p>
          <w:p w14:paraId="432FB7B8" w14:textId="77777777" w:rsidR="007D421E" w:rsidRPr="007D421E" w:rsidRDefault="007D421E" w:rsidP="00200402">
            <w:pPr>
              <w:rPr>
                <w:color w:val="A6A6A6" w:themeColor="background1" w:themeShade="A6"/>
              </w:rPr>
            </w:pPr>
          </w:p>
          <w:p w14:paraId="18A7F76C" w14:textId="77777777" w:rsidR="007D421E" w:rsidRPr="007D421E" w:rsidRDefault="007D421E" w:rsidP="00200402">
            <w:pPr>
              <w:rPr>
                <w:b/>
                <w:color w:val="A6A6A6" w:themeColor="background1" w:themeShade="A6"/>
              </w:rPr>
            </w:pPr>
            <w:r w:rsidRPr="007D421E">
              <w:rPr>
                <w:color w:val="A6A6A6" w:themeColor="background1" w:themeShade="A6"/>
              </w:rPr>
              <w:t>Pakollinen lääkemääräyksissä, niiden korjauksissa ja mitätöinneissä, jos lääkemääräys on laadittu palvelutapahtuman yhteydessä</w:t>
            </w:r>
          </w:p>
        </w:tc>
        <w:tc>
          <w:tcPr>
            <w:tcW w:w="2551" w:type="dxa"/>
            <w:shd w:val="clear" w:color="auto" w:fill="FDE9D1" w:themeFill="accent6" w:themeFillTint="33"/>
          </w:tcPr>
          <w:p w14:paraId="1401FDCA" w14:textId="32F67618" w:rsidR="007D421E" w:rsidRPr="007D421E" w:rsidRDefault="007D421E" w:rsidP="00200402">
            <w:pPr>
              <w:rPr>
                <w:color w:val="A6A6A6" w:themeColor="background1" w:themeShade="A6"/>
              </w:rPr>
            </w:pPr>
            <w:r w:rsidRPr="007D421E">
              <w:rPr>
                <w:color w:val="A6A6A6" w:themeColor="background1" w:themeShade="A6"/>
                <w:sz w:val="18"/>
              </w:rPr>
              <w:t>Palvelutapahtuman tunnusta ei ikinä tiedetä, elementti siis puuttuu aina.</w:t>
            </w:r>
          </w:p>
        </w:tc>
      </w:tr>
      <w:tr w:rsidR="007D421E" w14:paraId="011E2953" w14:textId="1BAB4FBA" w:rsidTr="007D421E">
        <w:trPr>
          <w:cantSplit/>
        </w:trPr>
        <w:tc>
          <w:tcPr>
            <w:tcW w:w="2263" w:type="dxa"/>
            <w:shd w:val="clear" w:color="auto" w:fill="BFBFBF"/>
          </w:tcPr>
          <w:p w14:paraId="4CB3C90C" w14:textId="77777777" w:rsidR="007D421E" w:rsidRPr="00F9059F" w:rsidRDefault="007D421E" w:rsidP="00200402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 </w:t>
            </w:r>
            <w:proofErr w:type="spellStart"/>
            <w:r w:rsidRPr="00F9059F">
              <w:rPr>
                <w:b/>
              </w:rPr>
              <w:t>location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418" w:type="dxa"/>
            <w:shd w:val="clear" w:color="auto" w:fill="BFBFBF"/>
          </w:tcPr>
          <w:p w14:paraId="2834C0DB" w14:textId="77777777" w:rsidR="007D421E" w:rsidRDefault="007D421E" w:rsidP="00200402"/>
        </w:tc>
        <w:tc>
          <w:tcPr>
            <w:tcW w:w="2977" w:type="dxa"/>
            <w:shd w:val="clear" w:color="auto" w:fill="BFBFBF"/>
          </w:tcPr>
          <w:p w14:paraId="0AD74FD4" w14:textId="77777777" w:rsidR="007D421E" w:rsidRDefault="007D421E" w:rsidP="00200402"/>
        </w:tc>
        <w:tc>
          <w:tcPr>
            <w:tcW w:w="2551" w:type="dxa"/>
            <w:shd w:val="clear" w:color="auto" w:fill="FABE77" w:themeFill="accent6" w:themeFillTint="99"/>
          </w:tcPr>
          <w:p w14:paraId="0DF970F2" w14:textId="5D102804" w:rsidR="003F1888" w:rsidRDefault="007D421E" w:rsidP="003F1888">
            <w:pPr>
              <w:pStyle w:val="Leipteksti"/>
              <w:rPr>
                <w:sz w:val="18"/>
              </w:rPr>
            </w:pPr>
            <w:r>
              <w:rPr>
                <w:sz w:val="18"/>
              </w:rPr>
              <w:t xml:space="preserve">Osio voi puuttua kokonaan, mikäli </w:t>
            </w:r>
            <w:r w:rsidR="00A117FD">
              <w:rPr>
                <w:sz w:val="18"/>
              </w:rPr>
              <w:t xml:space="preserve">näitä </w:t>
            </w:r>
            <w:r>
              <w:rPr>
                <w:sz w:val="18"/>
              </w:rPr>
              <w:t>tietoja ei ole ulkomailta saatu.</w:t>
            </w:r>
          </w:p>
          <w:p w14:paraId="161E5BA1" w14:textId="23BC6849" w:rsidR="007D421E" w:rsidRPr="007D421E" w:rsidRDefault="007D421E" w:rsidP="003F1888">
            <w:pPr>
              <w:pStyle w:val="Leipteksti"/>
              <w:rPr>
                <w:sz w:val="18"/>
              </w:rPr>
            </w:pPr>
          </w:p>
        </w:tc>
      </w:tr>
      <w:tr w:rsidR="007D421E" w14:paraId="3EA4DF87" w14:textId="25ADE6CA" w:rsidTr="007D421E">
        <w:trPr>
          <w:cantSplit/>
        </w:trPr>
        <w:tc>
          <w:tcPr>
            <w:tcW w:w="2263" w:type="dxa"/>
            <w:shd w:val="clear" w:color="auto" w:fill="BFBFBF"/>
          </w:tcPr>
          <w:p w14:paraId="7D23F631" w14:textId="77777777" w:rsidR="007D421E" w:rsidRDefault="007D421E" w:rsidP="00200402">
            <w:pPr>
              <w:rPr>
                <w:b/>
              </w:rPr>
            </w:pPr>
            <w:r w:rsidRPr="007D421E">
              <w:rPr>
                <w:b/>
              </w:rPr>
              <w:t xml:space="preserve">    </w:t>
            </w:r>
            <w:proofErr w:type="spellStart"/>
            <w:r w:rsidRPr="00F9059F">
              <w:rPr>
                <w:b/>
                <w:lang w:val="en-US"/>
              </w:rPr>
              <w:t>healthCareFacility</w:t>
            </w:r>
            <w:proofErr w:type="spellEnd"/>
          </w:p>
        </w:tc>
        <w:tc>
          <w:tcPr>
            <w:tcW w:w="1418" w:type="dxa"/>
            <w:shd w:val="clear" w:color="auto" w:fill="BFBFBF"/>
          </w:tcPr>
          <w:p w14:paraId="67A8B9F9" w14:textId="77777777" w:rsidR="007D421E" w:rsidRDefault="007D421E" w:rsidP="00200402"/>
        </w:tc>
        <w:tc>
          <w:tcPr>
            <w:tcW w:w="2977" w:type="dxa"/>
            <w:shd w:val="clear" w:color="auto" w:fill="BFBFBF"/>
          </w:tcPr>
          <w:p w14:paraId="4EF37AB8" w14:textId="77777777" w:rsidR="007D421E" w:rsidRDefault="007D421E" w:rsidP="00200402">
            <w:r>
              <w:t>Palveluyksikön tai apteekin tiedot</w:t>
            </w:r>
          </w:p>
          <w:p w14:paraId="6DB7C8F2" w14:textId="77777777" w:rsidR="007D421E" w:rsidRDefault="007D421E" w:rsidP="00200402">
            <w:r>
              <w:t>Yksityisen terveydenhuollon liittymismallit on kuvattu tarkemmin omassa määrittelyssään.</w:t>
            </w:r>
          </w:p>
        </w:tc>
        <w:tc>
          <w:tcPr>
            <w:tcW w:w="2551" w:type="dxa"/>
            <w:shd w:val="clear" w:color="auto" w:fill="FABE77" w:themeFill="accent6" w:themeFillTint="99"/>
          </w:tcPr>
          <w:p w14:paraId="1B7B88CF" w14:textId="77777777" w:rsidR="007D421E" w:rsidRDefault="007D421E" w:rsidP="00200402"/>
        </w:tc>
      </w:tr>
      <w:tr w:rsidR="007D421E" w14:paraId="175983DE" w14:textId="6D3C343B" w:rsidTr="007D421E">
        <w:trPr>
          <w:cantSplit/>
        </w:trPr>
        <w:tc>
          <w:tcPr>
            <w:tcW w:w="2263" w:type="dxa"/>
            <w:tcBorders>
              <w:bottom w:val="single" w:sz="4" w:space="0" w:color="auto"/>
            </w:tcBorders>
          </w:tcPr>
          <w:p w14:paraId="5620225F" w14:textId="77777777" w:rsidR="007D421E" w:rsidRDefault="007D421E" w:rsidP="00200402">
            <w:r>
              <w:t xml:space="preserve">      id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9D378AB" w14:textId="77777777" w:rsidR="007D421E" w:rsidRDefault="007D421E" w:rsidP="00200402">
            <w:r>
              <w:t>P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0C91003" w14:textId="77777777" w:rsidR="007D421E" w:rsidRDefault="007D421E" w:rsidP="00200402">
            <w:r>
              <w:t>Organisaation id</w:t>
            </w:r>
          </w:p>
          <w:p w14:paraId="2C781F67" w14:textId="77777777" w:rsidR="007D421E" w:rsidRDefault="007D421E" w:rsidP="00200402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DE9D1" w:themeFill="accent6" w:themeFillTint="33"/>
          </w:tcPr>
          <w:p w14:paraId="39AC9CC4" w14:textId="78670838" w:rsidR="007D421E" w:rsidRPr="007F69F9" w:rsidRDefault="007F69F9" w:rsidP="007F69F9">
            <w:pPr>
              <w:pStyle w:val="Leipteksti"/>
              <w:rPr>
                <w:sz w:val="18"/>
              </w:rPr>
            </w:pPr>
            <w:r>
              <w:rPr>
                <w:sz w:val="18"/>
              </w:rPr>
              <w:t>Ks. vas</w:t>
            </w:r>
            <w:r w:rsidR="00C17651">
              <w:rPr>
                <w:sz w:val="18"/>
              </w:rPr>
              <w:t xml:space="preserve">taava kohta </w:t>
            </w:r>
            <w:proofErr w:type="spellStart"/>
            <w:r w:rsidR="00C17651">
              <w:rPr>
                <w:sz w:val="18"/>
              </w:rPr>
              <w:t>authorin</w:t>
            </w:r>
            <w:proofErr w:type="spellEnd"/>
            <w:r w:rsidR="00C17651">
              <w:rPr>
                <w:sz w:val="18"/>
              </w:rPr>
              <w:t xml:space="preserve"> tiedoissa.</w:t>
            </w:r>
          </w:p>
        </w:tc>
      </w:tr>
      <w:tr w:rsidR="007D421E" w14:paraId="2AC02541" w14:textId="2E06E33F" w:rsidTr="007D421E">
        <w:trPr>
          <w:cantSplit/>
        </w:trPr>
        <w:tc>
          <w:tcPr>
            <w:tcW w:w="2263" w:type="dxa"/>
            <w:shd w:val="clear" w:color="auto" w:fill="BFBFBF"/>
          </w:tcPr>
          <w:p w14:paraId="6024A022" w14:textId="77777777" w:rsidR="007D421E" w:rsidRPr="00E027DF" w:rsidRDefault="007D421E" w:rsidP="00200402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proofErr w:type="spellStart"/>
            <w:r w:rsidRPr="00E027DF">
              <w:rPr>
                <w:b/>
              </w:rPr>
              <w:t>location</w:t>
            </w:r>
            <w:proofErr w:type="spellEnd"/>
          </w:p>
        </w:tc>
        <w:tc>
          <w:tcPr>
            <w:tcW w:w="1418" w:type="dxa"/>
            <w:shd w:val="clear" w:color="auto" w:fill="BFBFBF"/>
          </w:tcPr>
          <w:p w14:paraId="782012F0" w14:textId="77777777" w:rsidR="007D421E" w:rsidRDefault="007D421E" w:rsidP="00200402"/>
        </w:tc>
        <w:tc>
          <w:tcPr>
            <w:tcW w:w="2977" w:type="dxa"/>
            <w:shd w:val="clear" w:color="auto" w:fill="BFBFBF"/>
          </w:tcPr>
          <w:p w14:paraId="0183722F" w14:textId="77777777" w:rsidR="007D421E" w:rsidRDefault="007D421E" w:rsidP="00200402"/>
        </w:tc>
        <w:tc>
          <w:tcPr>
            <w:tcW w:w="2551" w:type="dxa"/>
            <w:shd w:val="clear" w:color="auto" w:fill="FABE77" w:themeFill="accent6" w:themeFillTint="99"/>
          </w:tcPr>
          <w:p w14:paraId="5948ABC5" w14:textId="77777777" w:rsidR="007D421E" w:rsidRDefault="007D421E" w:rsidP="00200402"/>
        </w:tc>
      </w:tr>
      <w:tr w:rsidR="007D421E" w14:paraId="348C32D9" w14:textId="53F29422" w:rsidTr="0074164B">
        <w:trPr>
          <w:cantSplit/>
        </w:trPr>
        <w:tc>
          <w:tcPr>
            <w:tcW w:w="2263" w:type="dxa"/>
          </w:tcPr>
          <w:p w14:paraId="28620096" w14:textId="77777777" w:rsidR="007D421E" w:rsidRDefault="007D421E" w:rsidP="007D421E">
            <w:r>
              <w:t xml:space="preserve">          </w:t>
            </w:r>
            <w:proofErr w:type="spellStart"/>
            <w:r>
              <w:t>name</w:t>
            </w:r>
            <w:proofErr w:type="spellEnd"/>
          </w:p>
          <w:p w14:paraId="52BD54E4" w14:textId="77777777" w:rsidR="007D421E" w:rsidRPr="00FC0DE7" w:rsidRDefault="007D421E" w:rsidP="007D421E"/>
        </w:tc>
        <w:tc>
          <w:tcPr>
            <w:tcW w:w="1418" w:type="dxa"/>
          </w:tcPr>
          <w:p w14:paraId="446EA195" w14:textId="77777777" w:rsidR="007D421E" w:rsidRDefault="007D421E" w:rsidP="007D421E">
            <w:r>
              <w:t>P</w:t>
            </w:r>
          </w:p>
        </w:tc>
        <w:tc>
          <w:tcPr>
            <w:tcW w:w="2977" w:type="dxa"/>
          </w:tcPr>
          <w:p w14:paraId="63399EC1" w14:textId="77777777" w:rsidR="007D421E" w:rsidRDefault="007D421E" w:rsidP="007D421E">
            <w:r>
              <w:t>Organisaation nimi</w:t>
            </w:r>
          </w:p>
        </w:tc>
        <w:tc>
          <w:tcPr>
            <w:tcW w:w="2551" w:type="dxa"/>
            <w:shd w:val="clear" w:color="auto" w:fill="FDE9D1" w:themeFill="accent6" w:themeFillTint="33"/>
          </w:tcPr>
          <w:p w14:paraId="1C29C7F3" w14:textId="3C7F0E6A" w:rsidR="007D421E" w:rsidRPr="00C17651" w:rsidRDefault="007F69F9" w:rsidP="00C17651">
            <w:pPr>
              <w:pStyle w:val="Leipteksti"/>
              <w:rPr>
                <w:sz w:val="18"/>
              </w:rPr>
            </w:pPr>
            <w:r>
              <w:rPr>
                <w:sz w:val="18"/>
              </w:rPr>
              <w:t>Ks. vas</w:t>
            </w:r>
            <w:r w:rsidR="00F7554E">
              <w:rPr>
                <w:sz w:val="18"/>
              </w:rPr>
              <w:t xml:space="preserve">taava kohta </w:t>
            </w:r>
            <w:proofErr w:type="spellStart"/>
            <w:r w:rsidR="00F7554E">
              <w:rPr>
                <w:sz w:val="18"/>
              </w:rPr>
              <w:t>authorin</w:t>
            </w:r>
            <w:proofErr w:type="spellEnd"/>
            <w:r w:rsidR="00F7554E">
              <w:rPr>
                <w:sz w:val="18"/>
              </w:rPr>
              <w:t xml:space="preserve"> tiedoissa.</w:t>
            </w:r>
          </w:p>
        </w:tc>
      </w:tr>
      <w:tr w:rsidR="007D421E" w14:paraId="1A87EA8F" w14:textId="09E888D3" w:rsidTr="0074164B">
        <w:trPr>
          <w:cantSplit/>
        </w:trPr>
        <w:tc>
          <w:tcPr>
            <w:tcW w:w="2263" w:type="dxa"/>
            <w:tcBorders>
              <w:bottom w:val="single" w:sz="4" w:space="0" w:color="auto"/>
            </w:tcBorders>
          </w:tcPr>
          <w:p w14:paraId="0187756B" w14:textId="77777777" w:rsidR="007D421E" w:rsidRDefault="007D421E" w:rsidP="007D421E">
            <w:r>
              <w:t xml:space="preserve">      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44B04165" w14:textId="77777777" w:rsidR="007D421E" w:rsidRDefault="007D421E" w:rsidP="007D421E">
            <w:r>
              <w:t xml:space="preserve">          (etuliite tel:)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8C98A06" w14:textId="77777777" w:rsidR="007D421E" w:rsidRDefault="007D421E" w:rsidP="007D421E"/>
        </w:tc>
        <w:tc>
          <w:tcPr>
            <w:tcW w:w="2977" w:type="dxa"/>
            <w:tcBorders>
              <w:bottom w:val="single" w:sz="4" w:space="0" w:color="auto"/>
            </w:tcBorders>
          </w:tcPr>
          <w:p w14:paraId="26C0CE50" w14:textId="77777777" w:rsidR="007D421E" w:rsidRDefault="007D421E" w:rsidP="007D421E">
            <w:r>
              <w:t>Organisaation puhelinnumero</w:t>
            </w:r>
          </w:p>
          <w:p w14:paraId="4DB7AD80" w14:textId="77777777" w:rsidR="007D421E" w:rsidRDefault="007D421E" w:rsidP="007D421E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>
              <w:t>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DE9D1" w:themeFill="accent6" w:themeFillTint="33"/>
          </w:tcPr>
          <w:p w14:paraId="1661FA90" w14:textId="77777777" w:rsidR="007F69F9" w:rsidRDefault="007F69F9" w:rsidP="007F69F9">
            <w:pPr>
              <w:pStyle w:val="Leipteksti"/>
              <w:rPr>
                <w:sz w:val="18"/>
              </w:rPr>
            </w:pPr>
            <w:r>
              <w:rPr>
                <w:sz w:val="18"/>
              </w:rPr>
              <w:t xml:space="preserve">Ks. vastaava kohta </w:t>
            </w:r>
            <w:proofErr w:type="spellStart"/>
            <w:r>
              <w:rPr>
                <w:sz w:val="18"/>
              </w:rPr>
              <w:t>authorin</w:t>
            </w:r>
            <w:proofErr w:type="spellEnd"/>
            <w:r>
              <w:rPr>
                <w:sz w:val="18"/>
              </w:rPr>
              <w:t xml:space="preserve"> tiedoissa.</w:t>
            </w:r>
          </w:p>
          <w:p w14:paraId="38D5CE6F" w14:textId="05F1554C" w:rsidR="007D421E" w:rsidRDefault="007D421E" w:rsidP="007D421E"/>
        </w:tc>
      </w:tr>
      <w:tr w:rsidR="007D421E" w14:paraId="3FE79C0A" w14:textId="7D5D529C" w:rsidTr="0074164B">
        <w:trPr>
          <w:cantSplit/>
        </w:trPr>
        <w:tc>
          <w:tcPr>
            <w:tcW w:w="2263" w:type="dxa"/>
            <w:tcBorders>
              <w:bottom w:val="single" w:sz="4" w:space="0" w:color="auto"/>
            </w:tcBorders>
          </w:tcPr>
          <w:p w14:paraId="6B3E285E" w14:textId="77777777" w:rsidR="007D421E" w:rsidRDefault="007D421E" w:rsidP="007D421E">
            <w:r>
              <w:t xml:space="preserve">      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4A9F95BC" w14:textId="77777777" w:rsidR="007D421E" w:rsidRDefault="007D421E" w:rsidP="007D421E">
            <w:r>
              <w:t xml:space="preserve">          (etuliite mailto:)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740233D" w14:textId="77777777" w:rsidR="007D421E" w:rsidRDefault="007D421E" w:rsidP="007D421E"/>
        </w:tc>
        <w:tc>
          <w:tcPr>
            <w:tcW w:w="2977" w:type="dxa"/>
            <w:tcBorders>
              <w:bottom w:val="single" w:sz="4" w:space="0" w:color="auto"/>
            </w:tcBorders>
          </w:tcPr>
          <w:p w14:paraId="2294C21D" w14:textId="77777777" w:rsidR="007D421E" w:rsidRDefault="007D421E" w:rsidP="007D421E">
            <w:r>
              <w:t>Organisaation sähköpostisosoite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DE9D1" w:themeFill="accent6" w:themeFillTint="33"/>
          </w:tcPr>
          <w:p w14:paraId="00372628" w14:textId="5C6B3D77" w:rsidR="007D421E" w:rsidRPr="00C17651" w:rsidRDefault="007F69F9" w:rsidP="00C17651">
            <w:pPr>
              <w:pStyle w:val="Leipteksti"/>
              <w:rPr>
                <w:sz w:val="18"/>
              </w:rPr>
            </w:pPr>
            <w:r>
              <w:rPr>
                <w:sz w:val="18"/>
              </w:rPr>
              <w:t>Ks. vas</w:t>
            </w:r>
            <w:r w:rsidR="00C17651">
              <w:rPr>
                <w:sz w:val="18"/>
              </w:rPr>
              <w:t xml:space="preserve">taava kohta </w:t>
            </w:r>
            <w:proofErr w:type="spellStart"/>
            <w:r w:rsidR="00C17651">
              <w:rPr>
                <w:sz w:val="18"/>
              </w:rPr>
              <w:t>authorin</w:t>
            </w:r>
            <w:proofErr w:type="spellEnd"/>
            <w:r w:rsidR="00C17651">
              <w:rPr>
                <w:sz w:val="18"/>
              </w:rPr>
              <w:t xml:space="preserve"> tiedoissa.</w:t>
            </w:r>
          </w:p>
        </w:tc>
      </w:tr>
      <w:tr w:rsidR="007D421E" w14:paraId="19DB42A2" w14:textId="5EBF8D31" w:rsidTr="0074164B">
        <w:trPr>
          <w:cantSplit/>
        </w:trPr>
        <w:tc>
          <w:tcPr>
            <w:tcW w:w="2263" w:type="dxa"/>
            <w:shd w:val="clear" w:color="auto" w:fill="BFBFBF"/>
          </w:tcPr>
          <w:p w14:paraId="335A0CBE" w14:textId="77777777" w:rsidR="007D421E" w:rsidRPr="00E027DF" w:rsidRDefault="007D421E" w:rsidP="007D421E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proofErr w:type="spellStart"/>
            <w:r w:rsidRPr="00E027DF">
              <w:rPr>
                <w:b/>
              </w:rPr>
              <w:t>addr</w:t>
            </w:r>
            <w:proofErr w:type="spellEnd"/>
          </w:p>
        </w:tc>
        <w:tc>
          <w:tcPr>
            <w:tcW w:w="1418" w:type="dxa"/>
            <w:shd w:val="clear" w:color="auto" w:fill="BFBFBF"/>
          </w:tcPr>
          <w:p w14:paraId="20A79816" w14:textId="77777777" w:rsidR="007D421E" w:rsidRDefault="007D421E" w:rsidP="007D421E"/>
        </w:tc>
        <w:tc>
          <w:tcPr>
            <w:tcW w:w="2977" w:type="dxa"/>
            <w:shd w:val="clear" w:color="auto" w:fill="BFBFBF"/>
          </w:tcPr>
          <w:p w14:paraId="58824D45" w14:textId="77777777" w:rsidR="007D421E" w:rsidRDefault="007D421E" w:rsidP="007D421E">
            <w:r>
              <w:t>Organisaation osoitetiedot</w:t>
            </w:r>
          </w:p>
        </w:tc>
        <w:tc>
          <w:tcPr>
            <w:tcW w:w="2551" w:type="dxa"/>
            <w:shd w:val="clear" w:color="auto" w:fill="FABE77" w:themeFill="accent6" w:themeFillTint="99"/>
          </w:tcPr>
          <w:p w14:paraId="759887A3" w14:textId="77777777" w:rsidR="007D421E" w:rsidRDefault="007D421E" w:rsidP="007D421E"/>
        </w:tc>
      </w:tr>
      <w:tr w:rsidR="0074164B" w14:paraId="66737CDF" w14:textId="77986396" w:rsidTr="0074164B">
        <w:trPr>
          <w:cantSplit/>
        </w:trPr>
        <w:tc>
          <w:tcPr>
            <w:tcW w:w="2263" w:type="dxa"/>
          </w:tcPr>
          <w:p w14:paraId="0B981047" w14:textId="77777777" w:rsidR="0074164B" w:rsidRDefault="0074164B" w:rsidP="0074164B">
            <w:r>
              <w:rPr>
                <w:lang w:val="en-US"/>
              </w:rPr>
              <w:t xml:space="preserve">            </w:t>
            </w:r>
            <w:proofErr w:type="spellStart"/>
            <w:r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418" w:type="dxa"/>
          </w:tcPr>
          <w:p w14:paraId="63B53BF2" w14:textId="77777777" w:rsidR="0074164B" w:rsidRDefault="0074164B" w:rsidP="0074164B">
            <w:r>
              <w:t>P</w:t>
            </w:r>
          </w:p>
        </w:tc>
        <w:tc>
          <w:tcPr>
            <w:tcW w:w="2977" w:type="dxa"/>
          </w:tcPr>
          <w:p w14:paraId="3AC9B00C" w14:textId="77777777" w:rsidR="0074164B" w:rsidRDefault="0074164B" w:rsidP="0074164B">
            <w:r>
              <w:t>Organisaation katuosoite</w:t>
            </w:r>
          </w:p>
        </w:tc>
        <w:tc>
          <w:tcPr>
            <w:tcW w:w="2551" w:type="dxa"/>
            <w:shd w:val="clear" w:color="auto" w:fill="FDE9D1" w:themeFill="accent6" w:themeFillTint="33"/>
          </w:tcPr>
          <w:p w14:paraId="4C38AE9A" w14:textId="77777777" w:rsidR="007F69F9" w:rsidRDefault="007F69F9" w:rsidP="007F69F9">
            <w:pPr>
              <w:pStyle w:val="Leipteksti"/>
              <w:rPr>
                <w:sz w:val="18"/>
              </w:rPr>
            </w:pPr>
            <w:r>
              <w:rPr>
                <w:sz w:val="18"/>
              </w:rPr>
              <w:t xml:space="preserve">Ks. vastaava kohta </w:t>
            </w:r>
            <w:proofErr w:type="spellStart"/>
            <w:r>
              <w:rPr>
                <w:sz w:val="18"/>
              </w:rPr>
              <w:t>authorin</w:t>
            </w:r>
            <w:proofErr w:type="spellEnd"/>
            <w:r>
              <w:rPr>
                <w:sz w:val="18"/>
              </w:rPr>
              <w:t xml:space="preserve"> tiedoissa.</w:t>
            </w:r>
          </w:p>
          <w:p w14:paraId="2C315692" w14:textId="535703C6" w:rsidR="0074164B" w:rsidRDefault="0074164B" w:rsidP="0074164B"/>
        </w:tc>
      </w:tr>
      <w:tr w:rsidR="0074164B" w14:paraId="2DA6F87C" w14:textId="7BD2FA39" w:rsidTr="0074164B">
        <w:trPr>
          <w:cantSplit/>
        </w:trPr>
        <w:tc>
          <w:tcPr>
            <w:tcW w:w="2263" w:type="dxa"/>
          </w:tcPr>
          <w:p w14:paraId="778A5FE9" w14:textId="77777777" w:rsidR="0074164B" w:rsidRDefault="0074164B" w:rsidP="0074164B">
            <w:r w:rsidRPr="0074164B">
              <w:t xml:space="preserve">            </w:t>
            </w:r>
            <w:proofErr w:type="spellStart"/>
            <w:r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418" w:type="dxa"/>
          </w:tcPr>
          <w:p w14:paraId="128E52E0" w14:textId="77777777" w:rsidR="0074164B" w:rsidRDefault="0074164B" w:rsidP="0074164B">
            <w:r>
              <w:t>P</w:t>
            </w:r>
          </w:p>
        </w:tc>
        <w:tc>
          <w:tcPr>
            <w:tcW w:w="2977" w:type="dxa"/>
          </w:tcPr>
          <w:p w14:paraId="790E1E22" w14:textId="77777777" w:rsidR="0074164B" w:rsidRDefault="0074164B" w:rsidP="0074164B">
            <w:r>
              <w:t>Organisaation postinumero</w:t>
            </w:r>
          </w:p>
        </w:tc>
        <w:tc>
          <w:tcPr>
            <w:tcW w:w="2551" w:type="dxa"/>
            <w:shd w:val="clear" w:color="auto" w:fill="FDE9D1" w:themeFill="accent6" w:themeFillTint="33"/>
          </w:tcPr>
          <w:p w14:paraId="07CB5B14" w14:textId="77777777" w:rsidR="007F69F9" w:rsidRDefault="007F69F9" w:rsidP="007F69F9">
            <w:pPr>
              <w:pStyle w:val="Leipteksti"/>
              <w:rPr>
                <w:sz w:val="18"/>
              </w:rPr>
            </w:pPr>
            <w:r>
              <w:rPr>
                <w:sz w:val="18"/>
              </w:rPr>
              <w:t xml:space="preserve">Ks. vastaava kohta </w:t>
            </w:r>
            <w:proofErr w:type="spellStart"/>
            <w:r>
              <w:rPr>
                <w:sz w:val="18"/>
              </w:rPr>
              <w:t>authorin</w:t>
            </w:r>
            <w:proofErr w:type="spellEnd"/>
            <w:r>
              <w:rPr>
                <w:sz w:val="18"/>
              </w:rPr>
              <w:t xml:space="preserve"> tiedoissa.</w:t>
            </w:r>
          </w:p>
          <w:p w14:paraId="67D65F15" w14:textId="6BA72F38" w:rsidR="0074164B" w:rsidRDefault="0074164B" w:rsidP="0074164B"/>
        </w:tc>
      </w:tr>
      <w:tr w:rsidR="0074164B" w14:paraId="6C8F7DE2" w14:textId="260A8491" w:rsidTr="0074164B">
        <w:trPr>
          <w:cantSplit/>
        </w:trPr>
        <w:tc>
          <w:tcPr>
            <w:tcW w:w="2263" w:type="dxa"/>
            <w:tcBorders>
              <w:bottom w:val="single" w:sz="4" w:space="0" w:color="auto"/>
            </w:tcBorders>
          </w:tcPr>
          <w:p w14:paraId="799789E1" w14:textId="77777777" w:rsidR="0074164B" w:rsidRPr="00352870" w:rsidRDefault="0074164B" w:rsidP="0074164B">
            <w:r>
              <w:t xml:space="preserve">            </w:t>
            </w:r>
            <w:r w:rsidRPr="007E15E9">
              <w:t>c</w:t>
            </w:r>
            <w:r>
              <w:t>ity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5917EF7" w14:textId="77777777" w:rsidR="0074164B" w:rsidRDefault="0074164B" w:rsidP="0074164B">
            <w:r>
              <w:t>P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9C097E1" w14:textId="77777777" w:rsidR="0074164B" w:rsidRDefault="0074164B" w:rsidP="0074164B">
            <w:r>
              <w:t>Organisaation postitoimipaikka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DE9D1" w:themeFill="accent6" w:themeFillTint="33"/>
          </w:tcPr>
          <w:p w14:paraId="7C8C83A4" w14:textId="258EB140" w:rsidR="0074164B" w:rsidRPr="00C17651" w:rsidRDefault="007F69F9" w:rsidP="00C17651">
            <w:pPr>
              <w:pStyle w:val="Leipteksti"/>
              <w:rPr>
                <w:sz w:val="18"/>
              </w:rPr>
            </w:pPr>
            <w:r>
              <w:rPr>
                <w:sz w:val="18"/>
              </w:rPr>
              <w:t>Ks. vas</w:t>
            </w:r>
            <w:r w:rsidR="00C17651">
              <w:rPr>
                <w:sz w:val="18"/>
              </w:rPr>
              <w:t xml:space="preserve">taava kohta </w:t>
            </w:r>
            <w:proofErr w:type="spellStart"/>
            <w:r w:rsidR="00C17651">
              <w:rPr>
                <w:sz w:val="18"/>
              </w:rPr>
              <w:t>authorin</w:t>
            </w:r>
            <w:proofErr w:type="spellEnd"/>
            <w:r w:rsidR="00C17651">
              <w:rPr>
                <w:sz w:val="18"/>
              </w:rPr>
              <w:t xml:space="preserve"> tiedoissa.</w:t>
            </w:r>
          </w:p>
        </w:tc>
      </w:tr>
      <w:tr w:rsidR="003F1888" w14:paraId="7BEA8E12" w14:textId="35A32A08" w:rsidTr="003F1888">
        <w:trPr>
          <w:cantSplit/>
        </w:trPr>
        <w:tc>
          <w:tcPr>
            <w:tcW w:w="2263" w:type="dxa"/>
            <w:shd w:val="clear" w:color="auto" w:fill="BFBFBF"/>
          </w:tcPr>
          <w:p w14:paraId="57DD3DB6" w14:textId="16AACA9B" w:rsidR="003F1888" w:rsidRPr="003F1888" w:rsidRDefault="003F1888" w:rsidP="003F1888">
            <w:pPr>
              <w:rPr>
                <w:b/>
                <w:color w:val="A6A6A6" w:themeColor="background1" w:themeShade="A6"/>
              </w:rPr>
            </w:pPr>
            <w:r w:rsidRPr="003F1888">
              <w:rPr>
                <w:b/>
                <w:color w:val="A6A6A6" w:themeColor="background1" w:themeShade="A6"/>
              </w:rPr>
              <w:t xml:space="preserve">  </w:t>
            </w:r>
            <w:proofErr w:type="spellStart"/>
            <w:r w:rsidRPr="003F1888">
              <w:rPr>
                <w:b/>
                <w:color w:val="A6A6A6" w:themeColor="background1" w:themeShade="A6"/>
              </w:rPr>
              <w:t>serviceProvider</w:t>
            </w:r>
            <w:proofErr w:type="spellEnd"/>
          </w:p>
          <w:p w14:paraId="5D955DA3" w14:textId="77777777" w:rsidR="003F1888" w:rsidRPr="003F1888" w:rsidRDefault="003F1888" w:rsidP="003F1888">
            <w:pPr>
              <w:rPr>
                <w:b/>
                <w:color w:val="A6A6A6" w:themeColor="background1" w:themeShade="A6"/>
              </w:rPr>
            </w:pPr>
            <w:r w:rsidRPr="003F1888">
              <w:rPr>
                <w:b/>
                <w:color w:val="A6A6A6" w:themeColor="background1" w:themeShade="A6"/>
              </w:rPr>
              <w:t xml:space="preserve">  Organization</w:t>
            </w:r>
          </w:p>
        </w:tc>
        <w:tc>
          <w:tcPr>
            <w:tcW w:w="1418" w:type="dxa"/>
            <w:shd w:val="clear" w:color="auto" w:fill="BFBFBF"/>
          </w:tcPr>
          <w:p w14:paraId="46360CFB" w14:textId="77777777" w:rsidR="003F1888" w:rsidRPr="003F1888" w:rsidRDefault="003F1888" w:rsidP="003F1888">
            <w:pPr>
              <w:rPr>
                <w:color w:val="A6A6A6" w:themeColor="background1" w:themeShade="A6"/>
              </w:rPr>
            </w:pPr>
          </w:p>
        </w:tc>
        <w:tc>
          <w:tcPr>
            <w:tcW w:w="2977" w:type="dxa"/>
            <w:shd w:val="clear" w:color="auto" w:fill="BFBFBF"/>
          </w:tcPr>
          <w:p w14:paraId="229CE010" w14:textId="77777777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Palvelunantajan tiedot</w:t>
            </w:r>
          </w:p>
          <w:p w14:paraId="774C8859" w14:textId="77777777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Yksityisen terveydenhuollon liittymismallit on kuvattu tarkemmin omassa määrittelyssään.</w:t>
            </w:r>
          </w:p>
          <w:p w14:paraId="4E17A38F" w14:textId="77777777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Palvelunantajan tiedot ovat pakollisia terveydenhuollon laatimissa asiakirjoissa.</w:t>
            </w:r>
          </w:p>
        </w:tc>
        <w:tc>
          <w:tcPr>
            <w:tcW w:w="2551" w:type="dxa"/>
            <w:shd w:val="clear" w:color="auto" w:fill="FABE77" w:themeFill="accent6" w:themeFillTint="99"/>
          </w:tcPr>
          <w:p w14:paraId="4F904DB2" w14:textId="305A6393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Ei käytössä.</w:t>
            </w:r>
          </w:p>
        </w:tc>
      </w:tr>
      <w:tr w:rsidR="003F1888" w14:paraId="68380938" w14:textId="6E0188DE" w:rsidTr="003F1888">
        <w:trPr>
          <w:cantSplit/>
        </w:trPr>
        <w:tc>
          <w:tcPr>
            <w:tcW w:w="2263" w:type="dxa"/>
          </w:tcPr>
          <w:p w14:paraId="705942AB" w14:textId="34234B9E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lastRenderedPageBreak/>
              <w:t xml:space="preserve">    id</w:t>
            </w:r>
          </w:p>
        </w:tc>
        <w:tc>
          <w:tcPr>
            <w:tcW w:w="1418" w:type="dxa"/>
          </w:tcPr>
          <w:p w14:paraId="2B5F9D52" w14:textId="77777777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EP</w:t>
            </w:r>
          </w:p>
        </w:tc>
        <w:tc>
          <w:tcPr>
            <w:tcW w:w="2977" w:type="dxa"/>
          </w:tcPr>
          <w:p w14:paraId="0E232EBB" w14:textId="77777777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Organisaation id</w:t>
            </w:r>
          </w:p>
          <w:p w14:paraId="76C46A89" w14:textId="77777777" w:rsidR="003F1888" w:rsidRPr="003F1888" w:rsidRDefault="003F1888" w:rsidP="003F1888">
            <w:pPr>
              <w:rPr>
                <w:color w:val="A6A6A6" w:themeColor="background1" w:themeShade="A6"/>
              </w:rPr>
            </w:pPr>
            <w:proofErr w:type="spellStart"/>
            <w:r w:rsidRPr="003F1888">
              <w:rPr>
                <w:color w:val="A6A6A6" w:themeColor="background1" w:themeShade="A6"/>
              </w:rPr>
              <w:t>Oid</w:t>
            </w:r>
            <w:proofErr w:type="spellEnd"/>
            <w:r w:rsidRPr="003F1888">
              <w:rPr>
                <w:color w:val="A6A6A6" w:themeColor="background1" w:themeShade="A6"/>
              </w:rPr>
              <w:t xml:space="preserve"> sijoitetaan kokonaisuudessaan </w:t>
            </w:r>
            <w:proofErr w:type="spellStart"/>
            <w:r w:rsidRPr="003F1888">
              <w:rPr>
                <w:color w:val="A6A6A6" w:themeColor="background1" w:themeShade="A6"/>
              </w:rPr>
              <w:t>root</w:t>
            </w:r>
            <w:proofErr w:type="spellEnd"/>
            <w:r w:rsidRPr="003F1888">
              <w:rPr>
                <w:color w:val="A6A6A6" w:themeColor="background1" w:themeShade="A6"/>
              </w:rPr>
              <w:t>-elementtiin.</w:t>
            </w:r>
          </w:p>
        </w:tc>
        <w:tc>
          <w:tcPr>
            <w:tcW w:w="2551" w:type="dxa"/>
            <w:shd w:val="clear" w:color="auto" w:fill="FDE9D1" w:themeFill="accent6" w:themeFillTint="33"/>
          </w:tcPr>
          <w:p w14:paraId="4BEC995E" w14:textId="11E909A2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Ei käytössä.</w:t>
            </w:r>
          </w:p>
        </w:tc>
      </w:tr>
      <w:tr w:rsidR="003F1888" w14:paraId="337046D4" w14:textId="4EC49A91" w:rsidTr="003F1888">
        <w:trPr>
          <w:cantSplit/>
        </w:trPr>
        <w:tc>
          <w:tcPr>
            <w:tcW w:w="2263" w:type="dxa"/>
          </w:tcPr>
          <w:p w14:paraId="48C6A87F" w14:textId="0286AB0C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 xml:space="preserve">    </w:t>
            </w:r>
            <w:proofErr w:type="spellStart"/>
            <w:r w:rsidRPr="003F1888">
              <w:rPr>
                <w:color w:val="A6A6A6" w:themeColor="background1" w:themeShade="A6"/>
              </w:rPr>
              <w:t>name</w:t>
            </w:r>
            <w:proofErr w:type="spellEnd"/>
          </w:p>
          <w:p w14:paraId="083AF358" w14:textId="77777777" w:rsidR="003F1888" w:rsidRPr="003F1888" w:rsidRDefault="003F1888" w:rsidP="003F1888">
            <w:pPr>
              <w:rPr>
                <w:color w:val="A6A6A6" w:themeColor="background1" w:themeShade="A6"/>
              </w:rPr>
            </w:pPr>
          </w:p>
        </w:tc>
        <w:tc>
          <w:tcPr>
            <w:tcW w:w="1418" w:type="dxa"/>
          </w:tcPr>
          <w:p w14:paraId="58963D53" w14:textId="77777777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EP</w:t>
            </w:r>
          </w:p>
        </w:tc>
        <w:tc>
          <w:tcPr>
            <w:tcW w:w="2977" w:type="dxa"/>
          </w:tcPr>
          <w:p w14:paraId="16BB8880" w14:textId="77777777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Organisaation nimi</w:t>
            </w:r>
          </w:p>
        </w:tc>
        <w:tc>
          <w:tcPr>
            <w:tcW w:w="2551" w:type="dxa"/>
            <w:shd w:val="clear" w:color="auto" w:fill="FDE9D1" w:themeFill="accent6" w:themeFillTint="33"/>
          </w:tcPr>
          <w:p w14:paraId="676A8A56" w14:textId="3D83C0C2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Ei käytössä.</w:t>
            </w:r>
          </w:p>
        </w:tc>
      </w:tr>
      <w:tr w:rsidR="003F1888" w14:paraId="420F7945" w14:textId="7D49E107" w:rsidTr="003F1888">
        <w:trPr>
          <w:cantSplit/>
        </w:trPr>
        <w:tc>
          <w:tcPr>
            <w:tcW w:w="2263" w:type="dxa"/>
            <w:tcBorders>
              <w:bottom w:val="single" w:sz="4" w:space="0" w:color="auto"/>
            </w:tcBorders>
          </w:tcPr>
          <w:p w14:paraId="755A12EC" w14:textId="74DF41B5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 xml:space="preserve">    </w:t>
            </w:r>
            <w:proofErr w:type="spellStart"/>
            <w:r w:rsidRPr="003F1888">
              <w:rPr>
                <w:color w:val="A6A6A6" w:themeColor="background1" w:themeShade="A6"/>
              </w:rPr>
              <w:t>telecom</w:t>
            </w:r>
            <w:proofErr w:type="spellEnd"/>
          </w:p>
          <w:p w14:paraId="1B94D4C2" w14:textId="77777777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 xml:space="preserve">    (etuliite tel:)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7B2D50B" w14:textId="77777777" w:rsidR="003F1888" w:rsidRPr="003F1888" w:rsidRDefault="003F1888" w:rsidP="003F1888">
            <w:pPr>
              <w:rPr>
                <w:color w:val="A6A6A6" w:themeColor="background1" w:themeShade="A6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2A3D42C" w14:textId="77777777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Organisaation puhelinnumero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DE9D1" w:themeFill="accent6" w:themeFillTint="33"/>
          </w:tcPr>
          <w:p w14:paraId="164AB6F1" w14:textId="2C8491EF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Ei käytössä.</w:t>
            </w:r>
          </w:p>
        </w:tc>
      </w:tr>
      <w:tr w:rsidR="003F1888" w14:paraId="0B02C2C9" w14:textId="4B58F685" w:rsidTr="003F1888">
        <w:trPr>
          <w:cantSplit/>
        </w:trPr>
        <w:tc>
          <w:tcPr>
            <w:tcW w:w="2263" w:type="dxa"/>
            <w:tcBorders>
              <w:bottom w:val="single" w:sz="4" w:space="0" w:color="auto"/>
            </w:tcBorders>
          </w:tcPr>
          <w:p w14:paraId="66AC2B60" w14:textId="25453A78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 xml:space="preserve">    </w:t>
            </w:r>
            <w:proofErr w:type="spellStart"/>
            <w:r w:rsidRPr="003F1888">
              <w:rPr>
                <w:color w:val="A6A6A6" w:themeColor="background1" w:themeShade="A6"/>
              </w:rPr>
              <w:t>telecom</w:t>
            </w:r>
            <w:proofErr w:type="spellEnd"/>
            <w:r w:rsidRPr="003F1888">
              <w:rPr>
                <w:color w:val="A6A6A6" w:themeColor="background1" w:themeShade="A6"/>
              </w:rPr>
              <w:t xml:space="preserve"> </w:t>
            </w:r>
          </w:p>
          <w:p w14:paraId="7608DD82" w14:textId="77777777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 xml:space="preserve">    (etuliite mailto:)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D26CA0C" w14:textId="77777777" w:rsidR="003F1888" w:rsidRPr="003F1888" w:rsidRDefault="003F1888" w:rsidP="003F1888">
            <w:pPr>
              <w:rPr>
                <w:color w:val="A6A6A6" w:themeColor="background1" w:themeShade="A6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4221815" w14:textId="77777777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Organisaation sähköpostisosoite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DE9D1" w:themeFill="accent6" w:themeFillTint="33"/>
          </w:tcPr>
          <w:p w14:paraId="2EF62449" w14:textId="6E0086EE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Ei käytössä.</w:t>
            </w:r>
          </w:p>
        </w:tc>
      </w:tr>
      <w:tr w:rsidR="003F1888" w14:paraId="093C6863" w14:textId="33DAC170" w:rsidTr="003F1888">
        <w:trPr>
          <w:cantSplit/>
        </w:trPr>
        <w:tc>
          <w:tcPr>
            <w:tcW w:w="2263" w:type="dxa"/>
            <w:shd w:val="clear" w:color="auto" w:fill="BFBFBF"/>
          </w:tcPr>
          <w:p w14:paraId="03F754BE" w14:textId="7B9A2DCF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b/>
                <w:color w:val="A6A6A6" w:themeColor="background1" w:themeShade="A6"/>
              </w:rPr>
              <w:t xml:space="preserve">    </w:t>
            </w:r>
            <w:proofErr w:type="spellStart"/>
            <w:r w:rsidRPr="003F1888">
              <w:rPr>
                <w:b/>
                <w:color w:val="A6A6A6" w:themeColor="background1" w:themeShade="A6"/>
              </w:rPr>
              <w:t>addr</w:t>
            </w:r>
            <w:proofErr w:type="spellEnd"/>
          </w:p>
        </w:tc>
        <w:tc>
          <w:tcPr>
            <w:tcW w:w="1418" w:type="dxa"/>
            <w:shd w:val="clear" w:color="auto" w:fill="BFBFBF"/>
          </w:tcPr>
          <w:p w14:paraId="427AA795" w14:textId="77777777" w:rsidR="003F1888" w:rsidRPr="003F1888" w:rsidRDefault="003F1888" w:rsidP="003F1888">
            <w:pPr>
              <w:rPr>
                <w:color w:val="A6A6A6" w:themeColor="background1" w:themeShade="A6"/>
              </w:rPr>
            </w:pPr>
          </w:p>
        </w:tc>
        <w:tc>
          <w:tcPr>
            <w:tcW w:w="2977" w:type="dxa"/>
            <w:shd w:val="clear" w:color="auto" w:fill="BFBFBF"/>
          </w:tcPr>
          <w:p w14:paraId="767BDF8F" w14:textId="77777777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Organisaation osoitetiedot</w:t>
            </w:r>
          </w:p>
        </w:tc>
        <w:tc>
          <w:tcPr>
            <w:tcW w:w="2551" w:type="dxa"/>
            <w:shd w:val="clear" w:color="auto" w:fill="FABE77" w:themeFill="accent6" w:themeFillTint="99"/>
          </w:tcPr>
          <w:p w14:paraId="6A3BB303" w14:textId="10DFFA83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Ei käytössä.</w:t>
            </w:r>
          </w:p>
        </w:tc>
      </w:tr>
      <w:tr w:rsidR="003F1888" w14:paraId="5BAF5296" w14:textId="0F4F6551" w:rsidTr="003F1888">
        <w:trPr>
          <w:cantSplit/>
        </w:trPr>
        <w:tc>
          <w:tcPr>
            <w:tcW w:w="2263" w:type="dxa"/>
          </w:tcPr>
          <w:p w14:paraId="6D7D661E" w14:textId="244583AD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  <w:lang w:val="en-US"/>
              </w:rPr>
              <w:t xml:space="preserve">      </w:t>
            </w:r>
            <w:proofErr w:type="spellStart"/>
            <w:r w:rsidRPr="003F1888">
              <w:rPr>
                <w:color w:val="A6A6A6" w:themeColor="background1" w:themeShade="A6"/>
                <w:lang w:val="en-US"/>
              </w:rPr>
              <w:t>streetAddressLine</w:t>
            </w:r>
            <w:proofErr w:type="spellEnd"/>
          </w:p>
        </w:tc>
        <w:tc>
          <w:tcPr>
            <w:tcW w:w="1418" w:type="dxa"/>
          </w:tcPr>
          <w:p w14:paraId="7EC38A06" w14:textId="77777777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EP</w:t>
            </w:r>
          </w:p>
        </w:tc>
        <w:tc>
          <w:tcPr>
            <w:tcW w:w="2977" w:type="dxa"/>
          </w:tcPr>
          <w:p w14:paraId="2E931592" w14:textId="77777777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Organisaation katuosoite</w:t>
            </w:r>
          </w:p>
        </w:tc>
        <w:tc>
          <w:tcPr>
            <w:tcW w:w="2551" w:type="dxa"/>
            <w:shd w:val="clear" w:color="auto" w:fill="FDE9D1" w:themeFill="accent6" w:themeFillTint="33"/>
          </w:tcPr>
          <w:p w14:paraId="73EE8520" w14:textId="4080B250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Ei käytössä.</w:t>
            </w:r>
          </w:p>
        </w:tc>
      </w:tr>
      <w:tr w:rsidR="003F1888" w14:paraId="57306681" w14:textId="20761F61" w:rsidTr="003F1888">
        <w:trPr>
          <w:cantSplit/>
        </w:trPr>
        <w:tc>
          <w:tcPr>
            <w:tcW w:w="2263" w:type="dxa"/>
          </w:tcPr>
          <w:p w14:paraId="70002872" w14:textId="56C9BD87" w:rsidR="003F1888" w:rsidRPr="003F1888" w:rsidRDefault="003F1888" w:rsidP="003F1888">
            <w:pPr>
              <w:rPr>
                <w:color w:val="A6A6A6" w:themeColor="background1" w:themeShade="A6"/>
                <w:lang w:val="en-US"/>
              </w:rPr>
            </w:pPr>
            <w:r w:rsidRPr="003F1888">
              <w:rPr>
                <w:color w:val="A6A6A6" w:themeColor="background1" w:themeShade="A6"/>
                <w:lang w:val="en-US"/>
              </w:rPr>
              <w:t xml:space="preserve">      </w:t>
            </w:r>
            <w:proofErr w:type="spellStart"/>
            <w:r w:rsidRPr="003F1888">
              <w:rPr>
                <w:color w:val="A6A6A6" w:themeColor="background1" w:themeShade="A6"/>
                <w:lang w:val="en-US"/>
              </w:rPr>
              <w:t>postalCode</w:t>
            </w:r>
            <w:proofErr w:type="spellEnd"/>
          </w:p>
        </w:tc>
        <w:tc>
          <w:tcPr>
            <w:tcW w:w="1418" w:type="dxa"/>
          </w:tcPr>
          <w:p w14:paraId="511C8317" w14:textId="77777777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EP</w:t>
            </w:r>
          </w:p>
        </w:tc>
        <w:tc>
          <w:tcPr>
            <w:tcW w:w="2977" w:type="dxa"/>
          </w:tcPr>
          <w:p w14:paraId="4DDDF5ED" w14:textId="77777777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Organisaation postinumero</w:t>
            </w:r>
          </w:p>
        </w:tc>
        <w:tc>
          <w:tcPr>
            <w:tcW w:w="2551" w:type="dxa"/>
            <w:shd w:val="clear" w:color="auto" w:fill="FDE9D1" w:themeFill="accent6" w:themeFillTint="33"/>
          </w:tcPr>
          <w:p w14:paraId="6E9E7E5D" w14:textId="1F13D471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Ei käytössä.</w:t>
            </w:r>
          </w:p>
        </w:tc>
      </w:tr>
      <w:tr w:rsidR="003F1888" w14:paraId="387F18A5" w14:textId="5162A37B" w:rsidTr="003F1888">
        <w:trPr>
          <w:cantSplit/>
        </w:trPr>
        <w:tc>
          <w:tcPr>
            <w:tcW w:w="2263" w:type="dxa"/>
          </w:tcPr>
          <w:p w14:paraId="76D941CB" w14:textId="2953B3B2" w:rsidR="003F1888" w:rsidRPr="003F1888" w:rsidRDefault="003F1888" w:rsidP="003F1888">
            <w:pPr>
              <w:rPr>
                <w:color w:val="A6A6A6" w:themeColor="background1" w:themeShade="A6"/>
                <w:lang w:val="en-US"/>
              </w:rPr>
            </w:pPr>
            <w:r w:rsidRPr="003F1888">
              <w:rPr>
                <w:color w:val="A6A6A6" w:themeColor="background1" w:themeShade="A6"/>
              </w:rPr>
              <w:t xml:space="preserve">      city</w:t>
            </w:r>
          </w:p>
        </w:tc>
        <w:tc>
          <w:tcPr>
            <w:tcW w:w="1418" w:type="dxa"/>
          </w:tcPr>
          <w:p w14:paraId="07BE0E46" w14:textId="77777777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EP</w:t>
            </w:r>
          </w:p>
        </w:tc>
        <w:tc>
          <w:tcPr>
            <w:tcW w:w="2977" w:type="dxa"/>
          </w:tcPr>
          <w:p w14:paraId="21363AEB" w14:textId="77777777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Organisaation postitoimipaikka</w:t>
            </w:r>
          </w:p>
        </w:tc>
        <w:tc>
          <w:tcPr>
            <w:tcW w:w="2551" w:type="dxa"/>
            <w:shd w:val="clear" w:color="auto" w:fill="FDE9D1" w:themeFill="accent6" w:themeFillTint="33"/>
          </w:tcPr>
          <w:p w14:paraId="50267C86" w14:textId="0F2C15F9" w:rsidR="003F1888" w:rsidRPr="003F1888" w:rsidRDefault="003F1888" w:rsidP="003F1888">
            <w:pPr>
              <w:rPr>
                <w:color w:val="A6A6A6" w:themeColor="background1" w:themeShade="A6"/>
              </w:rPr>
            </w:pPr>
            <w:r w:rsidRPr="003F1888">
              <w:rPr>
                <w:color w:val="A6A6A6" w:themeColor="background1" w:themeShade="A6"/>
              </w:rPr>
              <w:t>Ei käytössä.</w:t>
            </w:r>
          </w:p>
        </w:tc>
      </w:tr>
    </w:tbl>
    <w:p w14:paraId="3F8AD848" w14:textId="32168DA1" w:rsidR="00085D11" w:rsidRPr="00085D11" w:rsidRDefault="00A1693D" w:rsidP="00230BD2">
      <w:pPr>
        <w:pStyle w:val="Otsikko3"/>
      </w:pPr>
      <w:bookmarkStart w:id="38" w:name="_Toc508269182"/>
      <w:r>
        <w:t>hl7</w:t>
      </w:r>
      <w:proofErr w:type="gramStart"/>
      <w:r>
        <w:t>fi:signatureCollection</w:t>
      </w:r>
      <w:proofErr w:type="gramEnd"/>
      <w:r w:rsidR="00085D11">
        <w:t xml:space="preserve"> – Allekirjoitus</w:t>
      </w:r>
      <w:bookmarkEnd w:id="38"/>
    </w:p>
    <w:p w14:paraId="2EFE594C" w14:textId="391B3A9C" w:rsidR="00230BD2" w:rsidRDefault="007C4CB6" w:rsidP="00A1693D">
      <w:pPr>
        <w:pStyle w:val="Leipteksti"/>
      </w:pPr>
      <w:r>
        <w:t>Tähän tulee kansallisen yhteyspisteen allekirjoitus, joka vastaa Reseptikeskuksen järjestelmäallekirjoitusta.</w:t>
      </w:r>
    </w:p>
    <w:p w14:paraId="29AF8356" w14:textId="31DDC276" w:rsidR="00230BD2" w:rsidRDefault="00230BD2" w:rsidP="00230BD2">
      <w:pPr>
        <w:pStyle w:val="Otsikko2"/>
        <w:rPr>
          <w:lang w:val="en-GB"/>
        </w:rPr>
      </w:pPr>
      <w:bookmarkStart w:id="39" w:name="_Toc508269183"/>
      <w:proofErr w:type="spellStart"/>
      <w:r w:rsidRPr="00230BD2">
        <w:rPr>
          <w:lang w:val="en-GB"/>
        </w:rPr>
        <w:t>Poikkeavuudet</w:t>
      </w:r>
      <w:proofErr w:type="spellEnd"/>
      <w:r w:rsidRPr="00230BD2">
        <w:rPr>
          <w:lang w:val="en-GB"/>
        </w:rPr>
        <w:t xml:space="preserve">: </w:t>
      </w:r>
      <w:r>
        <w:rPr>
          <w:lang w:val="en-GB"/>
        </w:rPr>
        <w:t>CDA R2 Body</w:t>
      </w:r>
      <w:bookmarkEnd w:id="39"/>
    </w:p>
    <w:p w14:paraId="2379F4B2" w14:textId="298771FD" w:rsidR="00CD4351" w:rsidRPr="00CD4351" w:rsidRDefault="00CD4351" w:rsidP="00CD4351">
      <w:pPr>
        <w:pStyle w:val="Leipteksti"/>
      </w:pPr>
      <w:r w:rsidRPr="0037230F">
        <w:t xml:space="preserve">Tässä osiossa kuvataan poikkeavuudet CDA R2 </w:t>
      </w:r>
      <w:proofErr w:type="spellStart"/>
      <w:r>
        <w:t>Bodyn</w:t>
      </w:r>
      <w:proofErr w:type="spellEnd"/>
      <w:r>
        <w:t xml:space="preserve"> (</w:t>
      </w:r>
      <w:r w:rsidRPr="000D2C2D">
        <w:rPr>
          <w:szCs w:val="20"/>
        </w:rPr>
        <w:t>Lääkemääräyksen sanomat CDA R2 -rakenteena v3.50, OID: 1.2.246.777.11.2017.9)</w:t>
      </w:r>
      <w:r w:rsidRPr="0037230F">
        <w:t xml:space="preserve"> </w:t>
      </w:r>
      <w:r>
        <w:t>osalta.</w:t>
      </w:r>
    </w:p>
    <w:p w14:paraId="1F0ECD85" w14:textId="664DD3D4" w:rsidR="00703672" w:rsidRPr="00703672" w:rsidRDefault="00703672" w:rsidP="00703672">
      <w:pPr>
        <w:pStyle w:val="Otsikko3"/>
        <w:rPr>
          <w:lang w:val="en-GB"/>
        </w:rPr>
      </w:pPr>
      <w:bookmarkStart w:id="40" w:name="_Toc508269184"/>
      <w:proofErr w:type="spellStart"/>
      <w:r>
        <w:rPr>
          <w:lang w:val="en-GB"/>
        </w:rPr>
        <w:t>Rakenteen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tasot</w:t>
      </w:r>
      <w:bookmarkEnd w:id="40"/>
      <w:proofErr w:type="spellEnd"/>
    </w:p>
    <w:p w14:paraId="28E69EA9" w14:textId="3119A2DE" w:rsidR="00BA1324" w:rsidRPr="00EE5CE2" w:rsidRDefault="00B31B3F" w:rsidP="00BA1324">
      <w:pPr>
        <w:pStyle w:val="Otsikko4"/>
        <w:rPr>
          <w:lang w:val="en-GB"/>
        </w:rPr>
      </w:pPr>
      <w:proofErr w:type="gramStart"/>
      <w:r>
        <w:rPr>
          <w:lang w:val="en-GB"/>
        </w:rPr>
        <w:t>section</w:t>
      </w:r>
      <w:proofErr w:type="gramEnd"/>
      <w:r>
        <w:rPr>
          <w:lang w:val="en-GB"/>
        </w:rPr>
        <w:t xml:space="preserve"> – </w:t>
      </w:r>
      <w:proofErr w:type="spellStart"/>
      <w:r>
        <w:rPr>
          <w:lang w:val="en-GB"/>
        </w:rPr>
        <w:t>hoitoprosessin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vaihe</w:t>
      </w:r>
      <w:proofErr w:type="spellEnd"/>
    </w:p>
    <w:p w14:paraId="1E27CD95" w14:textId="3D911DDE" w:rsidR="000543E3" w:rsidRDefault="00B31B3F" w:rsidP="00B31B3F">
      <w:pPr>
        <w:pStyle w:val="Leipteksti"/>
      </w:pPr>
      <w:r w:rsidRPr="00B31B3F">
        <w:t>Hoitoprosessin vaihe -</w:t>
      </w:r>
      <w:r w:rsidR="00694386">
        <w:t>tasolla</w:t>
      </w:r>
      <w:r>
        <w:t xml:space="preserve"> näyttömuodossa</w:t>
      </w:r>
      <w:r w:rsidR="00694386">
        <w:t xml:space="preserve"> ilmoitettava paikka</w:t>
      </w:r>
      <w:r>
        <w:t xml:space="preserve">: Tähän tulee lähtömaa ja lääkkeen määrääjän organisaation nimi (jos saatu) </w:t>
      </w:r>
      <w:r w:rsidR="000543E3">
        <w:t>vinov</w:t>
      </w:r>
      <w:r>
        <w:t>iival</w:t>
      </w:r>
      <w:r w:rsidR="000543E3">
        <w:t>la</w:t>
      </w:r>
      <w:r w:rsidR="0084508D">
        <w:t xml:space="preserve"> erotettuna.</w:t>
      </w:r>
    </w:p>
    <w:p w14:paraId="7542B34D" w14:textId="735D763A" w:rsidR="00BA1324" w:rsidRPr="00BA1324" w:rsidRDefault="00DD1215" w:rsidP="00BA1324">
      <w:pPr>
        <w:pStyle w:val="Otsikko4"/>
      </w:pPr>
      <w:proofErr w:type="spellStart"/>
      <w:r>
        <w:t>section</w:t>
      </w:r>
      <w:proofErr w:type="spellEnd"/>
      <w:r>
        <w:t xml:space="preserve"> </w:t>
      </w:r>
      <w:r w:rsidR="0084508D">
        <w:t>–</w:t>
      </w:r>
      <w:r>
        <w:t xml:space="preserve"> </w:t>
      </w:r>
      <w:r w:rsidR="0084508D">
        <w:t>otsikkotaso</w:t>
      </w:r>
    </w:p>
    <w:p w14:paraId="2D4E82DE" w14:textId="39AA4623" w:rsidR="0084508D" w:rsidRDefault="00AE0FB8" w:rsidP="0084508D">
      <w:pPr>
        <w:pStyle w:val="Leipteksti"/>
      </w:pPr>
      <w:r>
        <w:t xml:space="preserve">Otsikkotason </w:t>
      </w:r>
      <w:proofErr w:type="spellStart"/>
      <w:r>
        <w:t>text</w:t>
      </w:r>
      <w:proofErr w:type="spellEnd"/>
      <w:r>
        <w:t>-osuudessa ilmoitetaan omissa kappaleissaan (</w:t>
      </w:r>
      <w:proofErr w:type="spellStart"/>
      <w:r>
        <w:t>paragraph</w:t>
      </w:r>
      <w:proofErr w:type="spellEnd"/>
      <w:r>
        <w:t>) seuraavat näyttömuotoiset tiedot:</w:t>
      </w:r>
    </w:p>
    <w:p w14:paraId="292A2364" w14:textId="6AF448E5" w:rsidR="00AE0FB8" w:rsidRDefault="00AE0FB8" w:rsidP="00AE0FB8">
      <w:pPr>
        <w:pStyle w:val="Luettelokappale"/>
      </w:pPr>
      <w:r>
        <w:t>Kauppanimi tai vaikuttava aine. Jos kumpaakaan ei ole saatu, jää tyhjäksi.</w:t>
      </w:r>
    </w:p>
    <w:p w14:paraId="4CF98EFD" w14:textId="248950BC" w:rsidR="00AE0FB8" w:rsidRDefault="00AE0FB8" w:rsidP="00AE0FB8">
      <w:pPr>
        <w:pStyle w:val="Luettelokappale"/>
      </w:pPr>
      <w:r>
        <w:t>Vahvuus. Jos tietoa ei ole saatu, jää tyhjäksi.</w:t>
      </w:r>
    </w:p>
    <w:p w14:paraId="42EB0D98" w14:textId="1FC6B5C1" w:rsidR="00AE0FB8" w:rsidRDefault="00AE0FB8" w:rsidP="00AE0FB8">
      <w:pPr>
        <w:pStyle w:val="Luettelokappale"/>
      </w:pPr>
      <w:r>
        <w:t>Lääkemuoto. Jos tietoa ei ole saatu, jää tyhjäksi.</w:t>
      </w:r>
    </w:p>
    <w:p w14:paraId="14707408" w14:textId="55E86F13" w:rsidR="00AE0FB8" w:rsidRDefault="00AE0FB8" w:rsidP="00AE0FB8">
      <w:pPr>
        <w:pStyle w:val="Luettelokappale"/>
      </w:pPr>
      <w:r>
        <w:lastRenderedPageBreak/>
        <w:t>Annostus. Jos tietoa ei ole saatu, jää tyhjäksi.</w:t>
      </w:r>
    </w:p>
    <w:p w14:paraId="03E3AA03" w14:textId="77777777" w:rsidR="00E57B27" w:rsidRDefault="003B3DF4" w:rsidP="0002007A">
      <w:pPr>
        <w:pStyle w:val="Otsikko3"/>
      </w:pPr>
      <w:bookmarkStart w:id="41" w:name="_Toc508269185"/>
      <w:r>
        <w:t>R</w:t>
      </w:r>
      <w:r w:rsidR="00E57B27">
        <w:t>akenteinen muoto</w:t>
      </w:r>
      <w:bookmarkEnd w:id="41"/>
    </w:p>
    <w:p w14:paraId="049FAB79" w14:textId="73259575" w:rsidR="0002007A" w:rsidRDefault="003B3DF4" w:rsidP="00E57B27">
      <w:pPr>
        <w:pStyle w:val="Otsikko4"/>
      </w:pPr>
      <w:r>
        <w:t>Lääkevalmisteen ja pakkauksen tiedot ja reseptin perustiedot</w:t>
      </w:r>
    </w:p>
    <w:p w14:paraId="62BE96BF" w14:textId="77777777" w:rsidR="00465E7D" w:rsidRDefault="00465E7D" w:rsidP="003B3DF4">
      <w:pPr>
        <w:pStyle w:val="Leipteksti"/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1701"/>
        <w:gridCol w:w="2126"/>
        <w:gridCol w:w="2835"/>
      </w:tblGrid>
      <w:tr w:rsidR="00951F3E" w14:paraId="5EA0C722" w14:textId="5610A375" w:rsidTr="00D92763">
        <w:tc>
          <w:tcPr>
            <w:tcW w:w="2547" w:type="dxa"/>
            <w:shd w:val="clear" w:color="auto" w:fill="CCCCCC"/>
          </w:tcPr>
          <w:p w14:paraId="0B626C4C" w14:textId="77777777" w:rsidR="00951F3E" w:rsidRDefault="00951F3E" w:rsidP="00485772">
            <w:r>
              <w:t>Tiedot</w:t>
            </w:r>
          </w:p>
        </w:tc>
        <w:tc>
          <w:tcPr>
            <w:tcW w:w="1701" w:type="dxa"/>
            <w:shd w:val="clear" w:color="auto" w:fill="CCCCCC"/>
          </w:tcPr>
          <w:p w14:paraId="59E15734" w14:textId="77777777" w:rsidR="00951F3E" w:rsidRDefault="00951F3E" w:rsidP="00485772">
            <w:r>
              <w:t>Pituus</w:t>
            </w:r>
          </w:p>
        </w:tc>
        <w:tc>
          <w:tcPr>
            <w:tcW w:w="2126" w:type="dxa"/>
            <w:shd w:val="clear" w:color="auto" w:fill="CCCCCC"/>
          </w:tcPr>
          <w:p w14:paraId="34DB5D8D" w14:textId="77777777" w:rsidR="00951F3E" w:rsidRDefault="00951F3E" w:rsidP="00485772">
            <w:pPr>
              <w:ind w:left="72"/>
            </w:pPr>
            <w:r>
              <w:t>Pakollisuus</w:t>
            </w:r>
          </w:p>
        </w:tc>
        <w:tc>
          <w:tcPr>
            <w:tcW w:w="2835" w:type="dxa"/>
            <w:shd w:val="clear" w:color="auto" w:fill="FCD4A4" w:themeFill="accent6" w:themeFillTint="66"/>
          </w:tcPr>
          <w:p w14:paraId="575BACE6" w14:textId="7C73AE06" w:rsidR="00951F3E" w:rsidRDefault="00951F3E" w:rsidP="00714FCE">
            <w:r>
              <w:t>Poikkeavuudet</w:t>
            </w:r>
          </w:p>
        </w:tc>
      </w:tr>
      <w:tr w:rsidR="00951F3E" w14:paraId="2A394DE4" w14:textId="7304D4E2" w:rsidTr="00D92763">
        <w:tc>
          <w:tcPr>
            <w:tcW w:w="2547" w:type="dxa"/>
          </w:tcPr>
          <w:p w14:paraId="5904462E" w14:textId="77777777" w:rsidR="00951F3E" w:rsidRDefault="00951F3E" w:rsidP="00485772">
            <w:r>
              <w:t>lääkeaineen vahvuus ja vahvuuden yksikkö (19,20/6.4)</w:t>
            </w:r>
          </w:p>
        </w:tc>
        <w:tc>
          <w:tcPr>
            <w:tcW w:w="1701" w:type="dxa"/>
          </w:tcPr>
          <w:p w14:paraId="140542F5" w14:textId="77777777" w:rsidR="00951F3E" w:rsidRDefault="00951F3E" w:rsidP="00485772">
            <w:r>
              <w:t>(</w:t>
            </w:r>
            <w:proofErr w:type="spellStart"/>
            <w:r>
              <w:t>max</w:t>
            </w:r>
            <w:proofErr w:type="spellEnd"/>
            <w:r>
              <w:t xml:space="preserve"> 80 </w:t>
            </w:r>
            <w:proofErr w:type="spellStart"/>
            <w:r>
              <w:t>mkiä</w:t>
            </w:r>
            <w:proofErr w:type="spellEnd"/>
            <w:r>
              <w:t>)</w:t>
            </w:r>
          </w:p>
        </w:tc>
        <w:tc>
          <w:tcPr>
            <w:tcW w:w="2126" w:type="dxa"/>
          </w:tcPr>
          <w:p w14:paraId="28E6683A" w14:textId="77777777" w:rsidR="00951F3E" w:rsidRDefault="00951F3E" w:rsidP="00485772">
            <w:pPr>
              <w:ind w:left="72"/>
            </w:pPr>
            <w:r>
              <w:t>P vaikuttavan aineen nimellä määrätyllä lääkkeellä ja valmisteella, jos löytyy lääketietokannasta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1B67E06F" w14:textId="6F96E750" w:rsidR="00951F3E" w:rsidRDefault="00951F3E" w:rsidP="00714FCE">
            <w:r>
              <w:t>Voi puuttua kokonaan.</w:t>
            </w:r>
          </w:p>
        </w:tc>
      </w:tr>
      <w:tr w:rsidR="00951F3E" w14:paraId="170A1FF1" w14:textId="7B19BF63" w:rsidTr="00D92763">
        <w:tc>
          <w:tcPr>
            <w:tcW w:w="2547" w:type="dxa"/>
          </w:tcPr>
          <w:p w14:paraId="736DEEFA" w14:textId="77777777" w:rsidR="00951F3E" w:rsidRDefault="00951F3E" w:rsidP="00485772">
            <w:r>
              <w:rPr>
                <w:highlight w:val="white"/>
              </w:rPr>
              <w:t>lääkevalmisteen ATC-koodi</w:t>
            </w:r>
            <w:r>
              <w:t xml:space="preserve"> (16/6.1)</w:t>
            </w:r>
          </w:p>
        </w:tc>
        <w:tc>
          <w:tcPr>
            <w:tcW w:w="1701" w:type="dxa"/>
          </w:tcPr>
          <w:p w14:paraId="5B75F424" w14:textId="77777777" w:rsidR="00951F3E" w:rsidRDefault="00951F3E" w:rsidP="00485772">
            <w:r>
              <w:t>(</w:t>
            </w:r>
            <w:proofErr w:type="spellStart"/>
            <w:r>
              <w:t>max</w:t>
            </w:r>
            <w:proofErr w:type="spellEnd"/>
            <w:r>
              <w:t xml:space="preserve"> 9 </w:t>
            </w:r>
            <w:proofErr w:type="spellStart"/>
            <w:r>
              <w:t>mkiä</w:t>
            </w:r>
            <w:proofErr w:type="spellEnd"/>
            <w:r>
              <w:t>)</w:t>
            </w:r>
          </w:p>
        </w:tc>
        <w:tc>
          <w:tcPr>
            <w:tcW w:w="2126" w:type="dxa"/>
          </w:tcPr>
          <w:p w14:paraId="5723E4B7" w14:textId="77777777" w:rsidR="00951F3E" w:rsidRDefault="00951F3E" w:rsidP="00485772">
            <w:pPr>
              <w:ind w:left="72"/>
            </w:pPr>
            <w:r>
              <w:t>P vaikuttavan aineen nimellä määrätyllä lääkkeellä ja valmisteella, jos löytyy lääketietokannasta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5C50FF13" w14:textId="77777777" w:rsidR="00F37717" w:rsidRDefault="00F37717" w:rsidP="00714FCE">
            <w:r>
              <w:t xml:space="preserve">Voi puuttua tai olla </w:t>
            </w:r>
            <w:proofErr w:type="spellStart"/>
            <w:r>
              <w:t>nullFlavor</w:t>
            </w:r>
            <w:proofErr w:type="spellEnd"/>
            <w:r>
              <w:t xml:space="preserve">. </w:t>
            </w:r>
          </w:p>
          <w:p w14:paraId="25D03A98" w14:textId="7D55B6C1" w:rsidR="00951F3E" w:rsidRDefault="00F37717" w:rsidP="00714FCE">
            <w:r>
              <w:t>Lääketietokannan versiota ei anneta, vastaavasti kuten ei anneta lääketietokannan ulkopuolisellakaan valmisteella.</w:t>
            </w:r>
          </w:p>
        </w:tc>
      </w:tr>
      <w:tr w:rsidR="00951F3E" w14:paraId="1489E265" w14:textId="406495FC" w:rsidTr="00D92763">
        <w:tc>
          <w:tcPr>
            <w:tcW w:w="2547" w:type="dxa"/>
          </w:tcPr>
          <w:p w14:paraId="7A7823C2" w14:textId="77777777" w:rsidR="00951F3E" w:rsidRDefault="00951F3E" w:rsidP="00485772">
            <w:r>
              <w:rPr>
                <w:highlight w:val="white"/>
              </w:rPr>
              <w:t>ATC-koodin mukainen nimi</w:t>
            </w:r>
            <w:r>
              <w:t xml:space="preserve"> (17/6.2)</w:t>
            </w:r>
          </w:p>
        </w:tc>
        <w:tc>
          <w:tcPr>
            <w:tcW w:w="1701" w:type="dxa"/>
          </w:tcPr>
          <w:p w14:paraId="6E00C70E" w14:textId="77777777" w:rsidR="00951F3E" w:rsidRDefault="00951F3E" w:rsidP="00485772">
            <w:r>
              <w:t>(</w:t>
            </w:r>
            <w:proofErr w:type="spellStart"/>
            <w:r>
              <w:t>max</w:t>
            </w:r>
            <w:proofErr w:type="spellEnd"/>
            <w:r>
              <w:t xml:space="preserve"> 200 </w:t>
            </w:r>
            <w:proofErr w:type="spellStart"/>
            <w:r>
              <w:t>mkiä</w:t>
            </w:r>
            <w:proofErr w:type="spellEnd"/>
            <w:r>
              <w:t>)</w:t>
            </w:r>
          </w:p>
        </w:tc>
        <w:tc>
          <w:tcPr>
            <w:tcW w:w="2126" w:type="dxa"/>
          </w:tcPr>
          <w:p w14:paraId="2EE14E69" w14:textId="77777777" w:rsidR="00951F3E" w:rsidRDefault="00951F3E" w:rsidP="00485772">
            <w:pPr>
              <w:ind w:left="72"/>
            </w:pPr>
            <w:r>
              <w:t>P, vaikuttavan aineen nimellä määrätyllä lääkkeellä ja valmisteella, jos löytyy lääketietokannasta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6DDACA4C" w14:textId="48A1E120" w:rsidR="00951F3E" w:rsidRDefault="00F37717" w:rsidP="00714FCE">
            <w:r>
              <w:t xml:space="preserve">Voi puuttua tai olla </w:t>
            </w:r>
            <w:proofErr w:type="spellStart"/>
            <w:r>
              <w:t>nullFlavor</w:t>
            </w:r>
            <w:proofErr w:type="spellEnd"/>
            <w:r>
              <w:t>.</w:t>
            </w:r>
          </w:p>
        </w:tc>
      </w:tr>
      <w:tr w:rsidR="00951F3E" w14:paraId="2FF4AC34" w14:textId="7D8FB912" w:rsidTr="00D92763">
        <w:tc>
          <w:tcPr>
            <w:tcW w:w="2547" w:type="dxa"/>
          </w:tcPr>
          <w:p w14:paraId="08BF04C7" w14:textId="77777777" w:rsidR="00951F3E" w:rsidRPr="00D92763" w:rsidRDefault="00951F3E" w:rsidP="00485772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 xml:space="preserve">lääkevalmisteen koodaamaton nimi (18/6.2)  </w:t>
            </w:r>
          </w:p>
        </w:tc>
        <w:tc>
          <w:tcPr>
            <w:tcW w:w="1701" w:type="dxa"/>
          </w:tcPr>
          <w:p w14:paraId="2326EFBB" w14:textId="77777777" w:rsidR="00951F3E" w:rsidRPr="00D92763" w:rsidRDefault="00951F3E" w:rsidP="00485772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(</w:t>
            </w:r>
            <w:proofErr w:type="spellStart"/>
            <w:r w:rsidRPr="00D92763">
              <w:rPr>
                <w:color w:val="A6A6A6" w:themeColor="background1" w:themeShade="A6"/>
              </w:rPr>
              <w:t>max</w:t>
            </w:r>
            <w:proofErr w:type="spellEnd"/>
            <w:r w:rsidRPr="00D92763">
              <w:rPr>
                <w:color w:val="A6A6A6" w:themeColor="background1" w:themeShade="A6"/>
              </w:rPr>
              <w:t xml:space="preserve"> 80 </w:t>
            </w:r>
            <w:proofErr w:type="spellStart"/>
            <w:r w:rsidRPr="00D92763">
              <w:rPr>
                <w:color w:val="A6A6A6" w:themeColor="background1" w:themeShade="A6"/>
              </w:rPr>
              <w:t>mkiä</w:t>
            </w:r>
            <w:proofErr w:type="spellEnd"/>
            <w:r w:rsidRPr="00D92763">
              <w:rPr>
                <w:color w:val="A6A6A6" w:themeColor="background1" w:themeShade="A6"/>
              </w:rPr>
              <w:t>)</w:t>
            </w:r>
          </w:p>
        </w:tc>
        <w:tc>
          <w:tcPr>
            <w:tcW w:w="2126" w:type="dxa"/>
          </w:tcPr>
          <w:p w14:paraId="27C79D92" w14:textId="77777777" w:rsidR="00951F3E" w:rsidRPr="00D92763" w:rsidRDefault="00951F3E" w:rsidP="00485772">
            <w:pPr>
              <w:ind w:left="72"/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 xml:space="preserve"> 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0DBBE44C" w14:textId="59162595" w:rsidR="00951F3E" w:rsidRPr="00D92763" w:rsidRDefault="00F37717" w:rsidP="00714FCE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Ei käytössä.</w:t>
            </w:r>
          </w:p>
        </w:tc>
      </w:tr>
      <w:tr w:rsidR="00951F3E" w14:paraId="65197504" w14:textId="280F32E0" w:rsidTr="00D92763">
        <w:tc>
          <w:tcPr>
            <w:tcW w:w="2547" w:type="dxa"/>
          </w:tcPr>
          <w:p w14:paraId="6881F1F1" w14:textId="77777777" w:rsidR="00951F3E" w:rsidRDefault="00951F3E" w:rsidP="00485772">
            <w:r>
              <w:t>pakkauskoko (25/)</w:t>
            </w:r>
          </w:p>
        </w:tc>
        <w:tc>
          <w:tcPr>
            <w:tcW w:w="1701" w:type="dxa"/>
          </w:tcPr>
          <w:p w14:paraId="5C2BA847" w14:textId="77777777" w:rsidR="00951F3E" w:rsidRDefault="00951F3E" w:rsidP="00485772">
            <w:r>
              <w:t>(</w:t>
            </w:r>
            <w:proofErr w:type="spellStart"/>
            <w:r>
              <w:t>max</w:t>
            </w:r>
            <w:proofErr w:type="spellEnd"/>
            <w:r>
              <w:t xml:space="preserve"> 80 </w:t>
            </w:r>
            <w:proofErr w:type="spellStart"/>
            <w:r>
              <w:t>mkiä</w:t>
            </w:r>
            <w:proofErr w:type="spellEnd"/>
            <w:r>
              <w:t>)</w:t>
            </w:r>
          </w:p>
        </w:tc>
        <w:tc>
          <w:tcPr>
            <w:tcW w:w="2126" w:type="dxa"/>
          </w:tcPr>
          <w:p w14:paraId="11E3A40E" w14:textId="77777777" w:rsidR="00951F3E" w:rsidRDefault="00951F3E" w:rsidP="00485772">
            <w:pPr>
              <w:ind w:left="72"/>
            </w:pPr>
            <w:r>
              <w:t>P, jos reseptin tyyppi on 1 ja tieto löytyy lääketietokannasta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6A1F900B" w14:textId="1F0237DC" w:rsidR="00951F3E" w:rsidRPr="00461B65" w:rsidRDefault="00116249" w:rsidP="00714FCE">
            <w:r>
              <w:t xml:space="preserve">Voi puuttua tai olla </w:t>
            </w:r>
            <w:proofErr w:type="spellStart"/>
            <w:r>
              <w:t>nullFlavor</w:t>
            </w:r>
            <w:proofErr w:type="spellEnd"/>
            <w:r>
              <w:t>.</w:t>
            </w:r>
          </w:p>
        </w:tc>
      </w:tr>
      <w:tr w:rsidR="00951F3E" w14:paraId="4B6BBFFF" w14:textId="57E5D993" w:rsidTr="00D92763">
        <w:tc>
          <w:tcPr>
            <w:tcW w:w="2547" w:type="dxa"/>
          </w:tcPr>
          <w:p w14:paraId="1CAB02AE" w14:textId="77777777" w:rsidR="00951F3E" w:rsidRDefault="00951F3E" w:rsidP="00485772">
            <w:r>
              <w:t>pakkauskoon yksikkö (76/)</w:t>
            </w:r>
          </w:p>
        </w:tc>
        <w:tc>
          <w:tcPr>
            <w:tcW w:w="1701" w:type="dxa"/>
          </w:tcPr>
          <w:p w14:paraId="67929A16" w14:textId="77777777" w:rsidR="00951F3E" w:rsidRDefault="00951F3E" w:rsidP="00485772">
            <w:r>
              <w:t>(</w:t>
            </w:r>
            <w:proofErr w:type="spellStart"/>
            <w:r>
              <w:t>max</w:t>
            </w:r>
            <w:proofErr w:type="spellEnd"/>
            <w:r>
              <w:t xml:space="preserve"> 16 </w:t>
            </w:r>
            <w:proofErr w:type="spellStart"/>
            <w:r>
              <w:t>mkiä</w:t>
            </w:r>
            <w:proofErr w:type="spellEnd"/>
            <w:r>
              <w:t>)</w:t>
            </w:r>
          </w:p>
        </w:tc>
        <w:tc>
          <w:tcPr>
            <w:tcW w:w="2126" w:type="dxa"/>
          </w:tcPr>
          <w:p w14:paraId="7E2E25C4" w14:textId="77777777" w:rsidR="00951F3E" w:rsidRDefault="00951F3E" w:rsidP="00485772">
            <w:pPr>
              <w:ind w:left="72"/>
            </w:pPr>
            <w:r>
              <w:t>P, jos reseptin tyyppi on 1 ja tieto löytyy lääketietokannasta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27D8C59A" w14:textId="53F365BF" w:rsidR="00951F3E" w:rsidRPr="00461B65" w:rsidRDefault="00116249" w:rsidP="00714FCE">
            <w:r>
              <w:t xml:space="preserve">Voi puuttua tai olla </w:t>
            </w:r>
            <w:proofErr w:type="spellStart"/>
            <w:r>
              <w:t>nullFlavor</w:t>
            </w:r>
            <w:proofErr w:type="spellEnd"/>
            <w:r>
              <w:t>.</w:t>
            </w:r>
          </w:p>
        </w:tc>
      </w:tr>
      <w:tr w:rsidR="00951F3E" w14:paraId="69A0CD88" w14:textId="42217FAF" w:rsidTr="00D92763">
        <w:tc>
          <w:tcPr>
            <w:tcW w:w="2547" w:type="dxa"/>
          </w:tcPr>
          <w:p w14:paraId="7FB173C6" w14:textId="77777777" w:rsidR="00951F3E" w:rsidRPr="00D92763" w:rsidRDefault="00951F3E" w:rsidP="00485772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lääkkeen kokonaismäärä (26/6.3)</w:t>
            </w:r>
          </w:p>
        </w:tc>
        <w:tc>
          <w:tcPr>
            <w:tcW w:w="1701" w:type="dxa"/>
          </w:tcPr>
          <w:p w14:paraId="55B36079" w14:textId="77777777" w:rsidR="00951F3E" w:rsidRPr="00D92763" w:rsidRDefault="00951F3E" w:rsidP="00485772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(</w:t>
            </w:r>
            <w:proofErr w:type="spellStart"/>
            <w:r w:rsidRPr="00D92763">
              <w:rPr>
                <w:color w:val="A6A6A6" w:themeColor="background1" w:themeShade="A6"/>
              </w:rPr>
              <w:t>max</w:t>
            </w:r>
            <w:proofErr w:type="spellEnd"/>
            <w:r w:rsidRPr="00D92763">
              <w:rPr>
                <w:color w:val="A6A6A6" w:themeColor="background1" w:themeShade="A6"/>
              </w:rPr>
              <w:t xml:space="preserve"> 10 ,  + </w:t>
            </w:r>
            <w:proofErr w:type="spellStart"/>
            <w:r w:rsidRPr="00D92763">
              <w:rPr>
                <w:color w:val="A6A6A6" w:themeColor="background1" w:themeShade="A6"/>
              </w:rPr>
              <w:t>max</w:t>
            </w:r>
            <w:proofErr w:type="spellEnd"/>
            <w:r w:rsidRPr="00D92763">
              <w:rPr>
                <w:color w:val="A6A6A6" w:themeColor="background1" w:themeShade="A6"/>
              </w:rPr>
              <w:t xml:space="preserve"> 16 </w:t>
            </w:r>
            <w:proofErr w:type="spellStart"/>
            <w:r w:rsidRPr="00D92763">
              <w:rPr>
                <w:color w:val="A6A6A6" w:themeColor="background1" w:themeShade="A6"/>
              </w:rPr>
              <w:t>mkiä</w:t>
            </w:r>
            <w:proofErr w:type="spellEnd"/>
            <w:r w:rsidRPr="00D92763">
              <w:rPr>
                <w:color w:val="A6A6A6" w:themeColor="background1" w:themeShade="A6"/>
              </w:rPr>
              <w:t>)</w:t>
            </w:r>
          </w:p>
        </w:tc>
        <w:tc>
          <w:tcPr>
            <w:tcW w:w="2126" w:type="dxa"/>
          </w:tcPr>
          <w:p w14:paraId="5D88F160" w14:textId="77777777" w:rsidR="00951F3E" w:rsidRPr="00D92763" w:rsidRDefault="00951F3E" w:rsidP="00485772">
            <w:pPr>
              <w:ind w:left="72"/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P, jos reseptin tyyppi on 2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1A2C3524" w14:textId="34B95F7C" w:rsidR="00951F3E" w:rsidRPr="00D92763" w:rsidRDefault="002C239B" w:rsidP="000523C3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Ei käytössä</w:t>
            </w:r>
            <w:r w:rsidR="000523C3">
              <w:rPr>
                <w:color w:val="A6A6A6" w:themeColor="background1" w:themeShade="A6"/>
              </w:rPr>
              <w:t>.</w:t>
            </w:r>
          </w:p>
        </w:tc>
      </w:tr>
      <w:tr w:rsidR="00951F3E" w14:paraId="1A2C85EC" w14:textId="2CFF7461" w:rsidTr="00D92763">
        <w:tc>
          <w:tcPr>
            <w:tcW w:w="2547" w:type="dxa"/>
          </w:tcPr>
          <w:p w14:paraId="58F9DC8E" w14:textId="77777777" w:rsidR="00951F3E" w:rsidRPr="00D92763" w:rsidRDefault="00951F3E" w:rsidP="00485772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lääkettä tietyksi ajaksi (26/)</w:t>
            </w:r>
          </w:p>
        </w:tc>
        <w:tc>
          <w:tcPr>
            <w:tcW w:w="1701" w:type="dxa"/>
          </w:tcPr>
          <w:p w14:paraId="048F20FC" w14:textId="77777777" w:rsidR="00951F3E" w:rsidRPr="00D92763" w:rsidRDefault="00951F3E" w:rsidP="00485772">
            <w:pPr>
              <w:rPr>
                <w:color w:val="A6A6A6" w:themeColor="background1" w:themeShade="A6"/>
                <w:lang w:val="en-GB"/>
              </w:rPr>
            </w:pPr>
            <w:r w:rsidRPr="00D92763">
              <w:rPr>
                <w:color w:val="A6A6A6" w:themeColor="background1" w:themeShade="A6"/>
                <w:lang w:val="en-GB"/>
              </w:rPr>
              <w:t xml:space="preserve">(max 5 + max 5 </w:t>
            </w:r>
            <w:proofErr w:type="spellStart"/>
            <w:r w:rsidRPr="00D92763">
              <w:rPr>
                <w:color w:val="A6A6A6" w:themeColor="background1" w:themeShade="A6"/>
                <w:lang w:val="en-GB"/>
              </w:rPr>
              <w:t>mkiä</w:t>
            </w:r>
            <w:proofErr w:type="spellEnd"/>
            <w:r w:rsidRPr="00D92763">
              <w:rPr>
                <w:color w:val="A6A6A6" w:themeColor="background1" w:themeShade="A6"/>
                <w:lang w:val="en-GB"/>
              </w:rPr>
              <w:t>)</w:t>
            </w:r>
          </w:p>
        </w:tc>
        <w:tc>
          <w:tcPr>
            <w:tcW w:w="2126" w:type="dxa"/>
          </w:tcPr>
          <w:p w14:paraId="01F11E85" w14:textId="77777777" w:rsidR="00951F3E" w:rsidRPr="00D92763" w:rsidRDefault="00951F3E" w:rsidP="00485772">
            <w:pPr>
              <w:ind w:left="72"/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P, jos reseptin tyyppi on 3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5F207FF5" w14:textId="41C6C27D" w:rsidR="00951F3E" w:rsidRPr="00D92763" w:rsidRDefault="000523C3" w:rsidP="00714FCE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Ei käytössä</w:t>
            </w:r>
            <w:r>
              <w:rPr>
                <w:color w:val="A6A6A6" w:themeColor="background1" w:themeShade="A6"/>
              </w:rPr>
              <w:t>.</w:t>
            </w:r>
          </w:p>
        </w:tc>
      </w:tr>
      <w:tr w:rsidR="0063759D" w14:paraId="68EDCCA3" w14:textId="7CD9C838" w:rsidTr="00D92763">
        <w:tc>
          <w:tcPr>
            <w:tcW w:w="2547" w:type="dxa"/>
          </w:tcPr>
          <w:p w14:paraId="391A6BA7" w14:textId="77777777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VNR-koodi (21/6.1)</w:t>
            </w:r>
          </w:p>
        </w:tc>
        <w:tc>
          <w:tcPr>
            <w:tcW w:w="1701" w:type="dxa"/>
          </w:tcPr>
          <w:p w14:paraId="45A0C9FF" w14:textId="77777777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(</w:t>
            </w:r>
            <w:proofErr w:type="spellStart"/>
            <w:r w:rsidRPr="00D92763">
              <w:rPr>
                <w:color w:val="A6A6A6" w:themeColor="background1" w:themeShade="A6"/>
              </w:rPr>
              <w:t>max</w:t>
            </w:r>
            <w:proofErr w:type="spellEnd"/>
            <w:r w:rsidRPr="00D92763">
              <w:rPr>
                <w:color w:val="A6A6A6" w:themeColor="background1" w:themeShade="A6"/>
              </w:rPr>
              <w:t xml:space="preserve"> 13 </w:t>
            </w:r>
            <w:proofErr w:type="spellStart"/>
            <w:r w:rsidRPr="00D92763">
              <w:rPr>
                <w:color w:val="A6A6A6" w:themeColor="background1" w:themeShade="A6"/>
              </w:rPr>
              <w:t>mkiä</w:t>
            </w:r>
            <w:proofErr w:type="spellEnd"/>
            <w:r w:rsidRPr="00D92763">
              <w:rPr>
                <w:color w:val="A6A6A6" w:themeColor="background1" w:themeShade="A6"/>
              </w:rPr>
              <w:t>)</w:t>
            </w:r>
          </w:p>
        </w:tc>
        <w:tc>
          <w:tcPr>
            <w:tcW w:w="2126" w:type="dxa"/>
          </w:tcPr>
          <w:p w14:paraId="44721DCB" w14:textId="77777777" w:rsidR="0063759D" w:rsidRPr="00D92763" w:rsidRDefault="0063759D" w:rsidP="0063759D">
            <w:pPr>
              <w:ind w:left="72"/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P, jos valmisteen  laji on 1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49E313F7" w14:textId="70813096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Ei käytössä.</w:t>
            </w:r>
          </w:p>
        </w:tc>
      </w:tr>
      <w:tr w:rsidR="0063759D" w14:paraId="7A027190" w14:textId="2781BBE1" w:rsidTr="00D92763">
        <w:tc>
          <w:tcPr>
            <w:tcW w:w="2547" w:type="dxa"/>
          </w:tcPr>
          <w:p w14:paraId="05D06588" w14:textId="77F2CEF3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kauppanimi (22/6.2)</w:t>
            </w:r>
          </w:p>
        </w:tc>
        <w:tc>
          <w:tcPr>
            <w:tcW w:w="1701" w:type="dxa"/>
          </w:tcPr>
          <w:p w14:paraId="26D3BD7E" w14:textId="77777777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(</w:t>
            </w:r>
            <w:proofErr w:type="spellStart"/>
            <w:r w:rsidRPr="00D92763">
              <w:rPr>
                <w:color w:val="A6A6A6" w:themeColor="background1" w:themeShade="A6"/>
              </w:rPr>
              <w:t>max</w:t>
            </w:r>
            <w:proofErr w:type="spellEnd"/>
            <w:r w:rsidRPr="00D92763">
              <w:rPr>
                <w:color w:val="A6A6A6" w:themeColor="background1" w:themeShade="A6"/>
              </w:rPr>
              <w:t xml:space="preserve"> 80 </w:t>
            </w:r>
            <w:proofErr w:type="spellStart"/>
            <w:r w:rsidRPr="00D92763">
              <w:rPr>
                <w:color w:val="A6A6A6" w:themeColor="background1" w:themeShade="A6"/>
              </w:rPr>
              <w:t>mkiä</w:t>
            </w:r>
            <w:proofErr w:type="spellEnd"/>
            <w:r w:rsidRPr="00D92763">
              <w:rPr>
                <w:color w:val="A6A6A6" w:themeColor="background1" w:themeShade="A6"/>
              </w:rPr>
              <w:t>)</w:t>
            </w:r>
          </w:p>
        </w:tc>
        <w:tc>
          <w:tcPr>
            <w:tcW w:w="2126" w:type="dxa"/>
          </w:tcPr>
          <w:p w14:paraId="24194F43" w14:textId="77777777" w:rsidR="0063759D" w:rsidRPr="00D92763" w:rsidRDefault="0063759D" w:rsidP="0063759D">
            <w:pPr>
              <w:ind w:left="72"/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P , jos valmisteen  laji on 1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371175B7" w14:textId="7D49168B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Ei käytössä.</w:t>
            </w:r>
          </w:p>
        </w:tc>
      </w:tr>
      <w:tr w:rsidR="0063759D" w14:paraId="149EEA2B" w14:textId="33DDB231" w:rsidTr="00D92763">
        <w:tc>
          <w:tcPr>
            <w:tcW w:w="2547" w:type="dxa"/>
          </w:tcPr>
          <w:p w14:paraId="4ACB924E" w14:textId="28CDE14D" w:rsidR="0063759D" w:rsidRDefault="0063759D" w:rsidP="0063759D">
            <w:r>
              <w:lastRenderedPageBreak/>
              <w:t>koodaamaton kauppanimi (23/6.2)</w:t>
            </w:r>
          </w:p>
        </w:tc>
        <w:tc>
          <w:tcPr>
            <w:tcW w:w="1701" w:type="dxa"/>
          </w:tcPr>
          <w:p w14:paraId="7EB890E0" w14:textId="77777777" w:rsidR="0063759D" w:rsidRDefault="0063759D" w:rsidP="0063759D">
            <w:r>
              <w:t>(</w:t>
            </w:r>
            <w:proofErr w:type="spellStart"/>
            <w:r>
              <w:t>max</w:t>
            </w:r>
            <w:proofErr w:type="spellEnd"/>
            <w:r>
              <w:t xml:space="preserve"> 80 </w:t>
            </w:r>
            <w:proofErr w:type="spellStart"/>
            <w:r>
              <w:t>mkiä</w:t>
            </w:r>
            <w:proofErr w:type="spellEnd"/>
            <w:r>
              <w:t>)</w:t>
            </w:r>
          </w:p>
        </w:tc>
        <w:tc>
          <w:tcPr>
            <w:tcW w:w="2126" w:type="dxa"/>
          </w:tcPr>
          <w:p w14:paraId="099AD9B7" w14:textId="77777777" w:rsidR="0063759D" w:rsidRDefault="0063759D" w:rsidP="0063759D">
            <w:pPr>
              <w:ind w:left="72"/>
            </w:pPr>
            <w:r>
              <w:t>P lääketietokannan valmisteilla, jos valmisteella ei ole VNR-koodia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5B09CAEE" w14:textId="454CA7CB" w:rsidR="0063759D" w:rsidRDefault="0063759D" w:rsidP="0063759D">
            <w:r>
              <w:t xml:space="preserve">Voi puuttua tai olla </w:t>
            </w:r>
            <w:proofErr w:type="spellStart"/>
            <w:r>
              <w:t>nullFlavor</w:t>
            </w:r>
            <w:proofErr w:type="spellEnd"/>
            <w:r>
              <w:t>.</w:t>
            </w:r>
          </w:p>
        </w:tc>
      </w:tr>
      <w:tr w:rsidR="0063759D" w14:paraId="27E997D3" w14:textId="29A8C897" w:rsidTr="00D92763">
        <w:tc>
          <w:tcPr>
            <w:tcW w:w="2547" w:type="dxa"/>
          </w:tcPr>
          <w:p w14:paraId="2A69055F" w14:textId="739564E5" w:rsidR="0063759D" w:rsidRDefault="0063759D" w:rsidP="0063759D">
            <w:r>
              <w:t>lääkemuoto (24/6.5)</w:t>
            </w:r>
          </w:p>
        </w:tc>
        <w:tc>
          <w:tcPr>
            <w:tcW w:w="1701" w:type="dxa"/>
          </w:tcPr>
          <w:p w14:paraId="19FFCDCE" w14:textId="77777777" w:rsidR="0063759D" w:rsidRDefault="0063759D" w:rsidP="0063759D">
            <w:r>
              <w:t>(</w:t>
            </w:r>
            <w:proofErr w:type="spellStart"/>
            <w:r>
              <w:t>max</w:t>
            </w:r>
            <w:proofErr w:type="spellEnd"/>
            <w:r>
              <w:t xml:space="preserve"> 80 </w:t>
            </w:r>
            <w:proofErr w:type="spellStart"/>
            <w:r>
              <w:t>mkiä</w:t>
            </w:r>
            <w:proofErr w:type="spellEnd"/>
            <w:r>
              <w:t>)</w:t>
            </w:r>
          </w:p>
        </w:tc>
        <w:tc>
          <w:tcPr>
            <w:tcW w:w="2126" w:type="dxa"/>
          </w:tcPr>
          <w:p w14:paraId="05870579" w14:textId="77777777" w:rsidR="0063759D" w:rsidRDefault="0063759D" w:rsidP="0063759D">
            <w:pPr>
              <w:ind w:left="72"/>
            </w:pPr>
            <w:r>
              <w:t>P (lääketietokannan valmisteilla)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4B24004D" w14:textId="62B5CD64" w:rsidR="0063759D" w:rsidRDefault="0063759D" w:rsidP="0063759D">
            <w:r>
              <w:t xml:space="preserve">Voi puuttua tai olla </w:t>
            </w:r>
            <w:proofErr w:type="spellStart"/>
            <w:r>
              <w:t>nullFlavor</w:t>
            </w:r>
            <w:proofErr w:type="spellEnd"/>
            <w:r>
              <w:t>.</w:t>
            </w:r>
          </w:p>
        </w:tc>
      </w:tr>
      <w:tr w:rsidR="0063759D" w14:paraId="18E7CB5E" w14:textId="3F2C73B2" w:rsidTr="00D92763">
        <w:tc>
          <w:tcPr>
            <w:tcW w:w="2547" w:type="dxa"/>
          </w:tcPr>
          <w:p w14:paraId="47723B37" w14:textId="4B2587EB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iterointi (121/11.1,11.2)</w:t>
            </w:r>
          </w:p>
        </w:tc>
        <w:tc>
          <w:tcPr>
            <w:tcW w:w="1701" w:type="dxa"/>
          </w:tcPr>
          <w:p w14:paraId="0456845A" w14:textId="77777777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(</w:t>
            </w:r>
            <w:proofErr w:type="spellStart"/>
            <w:r w:rsidRPr="00D92763">
              <w:rPr>
                <w:color w:val="A6A6A6" w:themeColor="background1" w:themeShade="A6"/>
              </w:rPr>
              <w:t>max</w:t>
            </w:r>
            <w:proofErr w:type="spellEnd"/>
            <w:r w:rsidRPr="00D92763">
              <w:rPr>
                <w:color w:val="A6A6A6" w:themeColor="background1" w:themeShade="A6"/>
              </w:rPr>
              <w:t xml:space="preserve"> 3 </w:t>
            </w:r>
            <w:proofErr w:type="spellStart"/>
            <w:r w:rsidRPr="00D92763">
              <w:rPr>
                <w:color w:val="A6A6A6" w:themeColor="background1" w:themeShade="A6"/>
              </w:rPr>
              <w:t>mkiä</w:t>
            </w:r>
            <w:proofErr w:type="spellEnd"/>
            <w:r w:rsidRPr="00D92763">
              <w:rPr>
                <w:color w:val="A6A6A6" w:themeColor="background1" w:themeShade="A6"/>
              </w:rPr>
              <w:t>/</w:t>
            </w:r>
            <w:proofErr w:type="spellStart"/>
            <w:r w:rsidRPr="00D92763">
              <w:rPr>
                <w:color w:val="A6A6A6" w:themeColor="background1" w:themeShade="A6"/>
              </w:rPr>
              <w:t>max</w:t>
            </w:r>
            <w:proofErr w:type="spellEnd"/>
            <w:r w:rsidRPr="00D92763">
              <w:rPr>
                <w:color w:val="A6A6A6" w:themeColor="background1" w:themeShade="A6"/>
              </w:rPr>
              <w:t xml:space="preserve"> 3 </w:t>
            </w:r>
            <w:proofErr w:type="spellStart"/>
            <w:r w:rsidRPr="00D92763">
              <w:rPr>
                <w:color w:val="A6A6A6" w:themeColor="background1" w:themeShade="A6"/>
              </w:rPr>
              <w:t>mkiä</w:t>
            </w:r>
            <w:proofErr w:type="spellEnd"/>
            <w:r w:rsidRPr="00D92763">
              <w:rPr>
                <w:color w:val="A6A6A6" w:themeColor="background1" w:themeShade="A6"/>
              </w:rPr>
              <w:t>)</w:t>
            </w:r>
          </w:p>
        </w:tc>
        <w:tc>
          <w:tcPr>
            <w:tcW w:w="2126" w:type="dxa"/>
          </w:tcPr>
          <w:p w14:paraId="06201C3C" w14:textId="77777777" w:rsidR="0063759D" w:rsidRPr="00D92763" w:rsidRDefault="0063759D" w:rsidP="0063759D">
            <w:pPr>
              <w:ind w:left="72"/>
              <w:rPr>
                <w:color w:val="A6A6A6" w:themeColor="background1" w:themeShade="A6"/>
              </w:rPr>
            </w:pPr>
          </w:p>
        </w:tc>
        <w:tc>
          <w:tcPr>
            <w:tcW w:w="2835" w:type="dxa"/>
            <w:shd w:val="clear" w:color="auto" w:fill="FDE9D1" w:themeFill="accent6" w:themeFillTint="33"/>
          </w:tcPr>
          <w:p w14:paraId="275F58D2" w14:textId="6AE0BFA8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Ei käytössä.</w:t>
            </w:r>
          </w:p>
        </w:tc>
      </w:tr>
      <w:tr w:rsidR="0063759D" w14:paraId="6B3E0DA7" w14:textId="0FDF2C03" w:rsidTr="00D92763">
        <w:tc>
          <w:tcPr>
            <w:tcW w:w="2547" w:type="dxa"/>
          </w:tcPr>
          <w:p w14:paraId="0F719704" w14:textId="206F5A1D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valmistusohje (/6.6)</w:t>
            </w:r>
          </w:p>
        </w:tc>
        <w:tc>
          <w:tcPr>
            <w:tcW w:w="1701" w:type="dxa"/>
          </w:tcPr>
          <w:p w14:paraId="13BB1AF8" w14:textId="77777777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(</w:t>
            </w:r>
            <w:proofErr w:type="spellStart"/>
            <w:r w:rsidRPr="00D92763">
              <w:rPr>
                <w:color w:val="A6A6A6" w:themeColor="background1" w:themeShade="A6"/>
              </w:rPr>
              <w:t>max</w:t>
            </w:r>
            <w:proofErr w:type="spellEnd"/>
            <w:r w:rsidRPr="00D92763">
              <w:rPr>
                <w:color w:val="A6A6A6" w:themeColor="background1" w:themeShade="A6"/>
              </w:rPr>
              <w:t xml:space="preserve"> 360 </w:t>
            </w:r>
            <w:proofErr w:type="spellStart"/>
            <w:r w:rsidRPr="00D92763">
              <w:rPr>
                <w:color w:val="A6A6A6" w:themeColor="background1" w:themeShade="A6"/>
              </w:rPr>
              <w:t>mkiä</w:t>
            </w:r>
            <w:proofErr w:type="spellEnd"/>
            <w:r w:rsidRPr="00D92763">
              <w:rPr>
                <w:color w:val="A6A6A6" w:themeColor="background1" w:themeShade="A6"/>
              </w:rPr>
              <w:t>)</w:t>
            </w:r>
          </w:p>
        </w:tc>
        <w:tc>
          <w:tcPr>
            <w:tcW w:w="2126" w:type="dxa"/>
          </w:tcPr>
          <w:p w14:paraId="0C065D82" w14:textId="77777777" w:rsidR="0063759D" w:rsidRPr="00D92763" w:rsidRDefault="0063759D" w:rsidP="0063759D">
            <w:pPr>
              <w:ind w:left="72"/>
              <w:rPr>
                <w:color w:val="A6A6A6" w:themeColor="background1" w:themeShade="A6"/>
              </w:rPr>
            </w:pPr>
          </w:p>
        </w:tc>
        <w:tc>
          <w:tcPr>
            <w:tcW w:w="2835" w:type="dxa"/>
            <w:shd w:val="clear" w:color="auto" w:fill="FDE9D1" w:themeFill="accent6" w:themeFillTint="33"/>
          </w:tcPr>
          <w:p w14:paraId="7FA819A5" w14:textId="4A1B9D53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Rajat ylittävässä reseptissä ei tueta apteekissa valmistettavia lääkkeitä. Näin ollen valmistusohjeita ei ikinä tule.</w:t>
            </w:r>
          </w:p>
        </w:tc>
      </w:tr>
      <w:tr w:rsidR="0063759D" w14:paraId="5171DDA8" w14:textId="6EECD5BC" w:rsidTr="00D92763">
        <w:tc>
          <w:tcPr>
            <w:tcW w:w="2547" w:type="dxa"/>
          </w:tcPr>
          <w:p w14:paraId="469EC02B" w14:textId="514B201B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lääketietokannan ulkopuolinen valmiste (/6)</w:t>
            </w:r>
          </w:p>
        </w:tc>
        <w:tc>
          <w:tcPr>
            <w:tcW w:w="1701" w:type="dxa"/>
          </w:tcPr>
          <w:p w14:paraId="533F1F3E" w14:textId="77777777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(</w:t>
            </w:r>
            <w:proofErr w:type="spellStart"/>
            <w:r w:rsidRPr="00D92763">
              <w:rPr>
                <w:color w:val="A6A6A6" w:themeColor="background1" w:themeShade="A6"/>
              </w:rPr>
              <w:t>max</w:t>
            </w:r>
            <w:proofErr w:type="spellEnd"/>
            <w:r w:rsidRPr="00D92763">
              <w:rPr>
                <w:color w:val="A6A6A6" w:themeColor="background1" w:themeShade="A6"/>
              </w:rPr>
              <w:t xml:space="preserve"> 80 </w:t>
            </w:r>
            <w:proofErr w:type="spellStart"/>
            <w:r w:rsidRPr="00D92763">
              <w:rPr>
                <w:color w:val="A6A6A6" w:themeColor="background1" w:themeShade="A6"/>
              </w:rPr>
              <w:t>mkiä</w:t>
            </w:r>
            <w:proofErr w:type="spellEnd"/>
            <w:r w:rsidRPr="00D92763">
              <w:rPr>
                <w:color w:val="A6A6A6" w:themeColor="background1" w:themeShade="A6"/>
              </w:rPr>
              <w:t>)</w:t>
            </w:r>
          </w:p>
        </w:tc>
        <w:tc>
          <w:tcPr>
            <w:tcW w:w="2126" w:type="dxa"/>
          </w:tcPr>
          <w:p w14:paraId="379E5D66" w14:textId="77777777" w:rsidR="0063759D" w:rsidRPr="00D92763" w:rsidRDefault="0063759D" w:rsidP="0063759D">
            <w:pPr>
              <w:ind w:left="72"/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P, jos lääketietokannan ulkopuolinen valmiste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0ED084D0" w14:textId="5AA6EFD2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Ei käytössä.</w:t>
            </w:r>
          </w:p>
        </w:tc>
      </w:tr>
      <w:tr w:rsidR="0063759D" w14:paraId="088B5F27" w14:textId="31F25CB8" w:rsidTr="00D92763">
        <w:tc>
          <w:tcPr>
            <w:tcW w:w="2547" w:type="dxa"/>
          </w:tcPr>
          <w:p w14:paraId="7FD2CA37" w14:textId="5AED3F6C" w:rsidR="0063759D" w:rsidRDefault="0063759D" w:rsidP="0063759D">
            <w:r>
              <w:t>lääkärin erikoisala (/106)</w:t>
            </w:r>
          </w:p>
        </w:tc>
        <w:tc>
          <w:tcPr>
            <w:tcW w:w="1701" w:type="dxa"/>
          </w:tcPr>
          <w:p w14:paraId="54A49F5C" w14:textId="77777777" w:rsidR="0063759D" w:rsidRDefault="0063759D" w:rsidP="0063759D">
            <w:r>
              <w:t>(</w:t>
            </w:r>
            <w:proofErr w:type="spellStart"/>
            <w:r>
              <w:t>max</w:t>
            </w:r>
            <w:proofErr w:type="spellEnd"/>
            <w:r>
              <w:t xml:space="preserve"> 40 + </w:t>
            </w:r>
            <w:proofErr w:type="spellStart"/>
            <w:r>
              <w:t>max</w:t>
            </w:r>
            <w:proofErr w:type="spellEnd"/>
            <w:r>
              <w:t xml:space="preserve"> 255 </w:t>
            </w:r>
            <w:proofErr w:type="spellStart"/>
            <w:r>
              <w:t>mkiä</w:t>
            </w:r>
            <w:proofErr w:type="spellEnd"/>
            <w:r>
              <w:t>)</w:t>
            </w:r>
          </w:p>
        </w:tc>
        <w:tc>
          <w:tcPr>
            <w:tcW w:w="2126" w:type="dxa"/>
          </w:tcPr>
          <w:p w14:paraId="4A826C8E" w14:textId="77777777" w:rsidR="0063759D" w:rsidRDefault="0063759D" w:rsidP="0063759D">
            <w:pPr>
              <w:ind w:left="72"/>
            </w:pPr>
            <w:r>
              <w:t>P, jos kyseessä erikoislääkäri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39DBD41D" w14:textId="47747D07" w:rsidR="0063759D" w:rsidRDefault="0063759D" w:rsidP="0063759D">
            <w:r>
              <w:t xml:space="preserve">Pätee samat poikkeavuudet kuin </w:t>
            </w:r>
            <w:proofErr w:type="spellStart"/>
            <w:r>
              <w:t>headerissa</w:t>
            </w:r>
            <w:proofErr w:type="spellEnd"/>
            <w:r>
              <w:t>.</w:t>
            </w:r>
          </w:p>
        </w:tc>
      </w:tr>
      <w:tr w:rsidR="0063759D" w14:paraId="6145C92C" w14:textId="41652B23" w:rsidTr="00D92763">
        <w:tc>
          <w:tcPr>
            <w:tcW w:w="2547" w:type="dxa"/>
          </w:tcPr>
          <w:p w14:paraId="65CE0D4B" w14:textId="2B35BBDB" w:rsidR="0063759D" w:rsidRDefault="0063759D" w:rsidP="0063759D">
            <w:r>
              <w:t>lääkkeen määrääjän yksilöintitunnus (SV-numero) (60/102.2)</w:t>
            </w:r>
          </w:p>
        </w:tc>
        <w:tc>
          <w:tcPr>
            <w:tcW w:w="1701" w:type="dxa"/>
          </w:tcPr>
          <w:p w14:paraId="2CE0E3F1" w14:textId="77777777" w:rsidR="0063759D" w:rsidRDefault="0063759D" w:rsidP="0063759D">
            <w:r>
              <w:t>(</w:t>
            </w:r>
            <w:proofErr w:type="spellStart"/>
            <w:r>
              <w:t>max</w:t>
            </w:r>
            <w:proofErr w:type="spellEnd"/>
            <w:r>
              <w:t xml:space="preserve"> 8 </w:t>
            </w:r>
            <w:proofErr w:type="spellStart"/>
            <w:r>
              <w:t>mkiä</w:t>
            </w:r>
            <w:proofErr w:type="spellEnd"/>
            <w:r>
              <w:t>)</w:t>
            </w:r>
          </w:p>
        </w:tc>
        <w:tc>
          <w:tcPr>
            <w:tcW w:w="2126" w:type="dxa"/>
          </w:tcPr>
          <w:p w14:paraId="4A956B64" w14:textId="77777777" w:rsidR="0063759D" w:rsidRDefault="0063759D" w:rsidP="0063759D">
            <w:pPr>
              <w:ind w:left="72"/>
            </w:pPr>
            <w:r>
              <w:t>P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6134A5F2" w14:textId="546469A5" w:rsidR="0063759D" w:rsidRDefault="0063759D" w:rsidP="0063759D">
            <w:r>
              <w:t xml:space="preserve">Pätee samat poikkeavuudet kuin </w:t>
            </w:r>
            <w:proofErr w:type="spellStart"/>
            <w:r>
              <w:t>headerissa</w:t>
            </w:r>
            <w:proofErr w:type="spellEnd"/>
            <w:r>
              <w:t>.</w:t>
            </w:r>
          </w:p>
        </w:tc>
      </w:tr>
      <w:tr w:rsidR="0063759D" w14:paraId="42C22353" w14:textId="3BCF12A6" w:rsidTr="00D92763">
        <w:tc>
          <w:tcPr>
            <w:tcW w:w="2547" w:type="dxa"/>
          </w:tcPr>
          <w:p w14:paraId="4D4381C3" w14:textId="4092A22D" w:rsidR="0063759D" w:rsidRDefault="0063759D" w:rsidP="0063759D">
            <w:r>
              <w:t>lääkkeen määrääjän rekisteröintinumero (</w:t>
            </w:r>
            <w:proofErr w:type="spellStart"/>
            <w:r>
              <w:t>terhikkitunnus</w:t>
            </w:r>
            <w:proofErr w:type="spellEnd"/>
            <w:r>
              <w:t>)</w:t>
            </w:r>
          </w:p>
        </w:tc>
        <w:tc>
          <w:tcPr>
            <w:tcW w:w="1701" w:type="dxa"/>
          </w:tcPr>
          <w:p w14:paraId="31D5FB72" w14:textId="77777777" w:rsidR="0063759D" w:rsidRDefault="0063759D" w:rsidP="0063759D">
            <w:r>
              <w:t xml:space="preserve">(11 </w:t>
            </w:r>
            <w:proofErr w:type="spellStart"/>
            <w:r>
              <w:t>mkiä</w:t>
            </w:r>
            <w:proofErr w:type="spellEnd"/>
            <w:r>
              <w:t>)</w:t>
            </w:r>
          </w:p>
        </w:tc>
        <w:tc>
          <w:tcPr>
            <w:tcW w:w="2126" w:type="dxa"/>
          </w:tcPr>
          <w:p w14:paraId="791C0393" w14:textId="77777777" w:rsidR="0063759D" w:rsidRDefault="0063759D" w:rsidP="0063759D">
            <w:pPr>
              <w:ind w:left="72"/>
            </w:pPr>
            <w:r>
              <w:t xml:space="preserve">P 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120B4D10" w14:textId="2CBF43A3" w:rsidR="0063759D" w:rsidRDefault="0063759D" w:rsidP="0063759D">
            <w:r>
              <w:t xml:space="preserve">Pätee samat poikkeavuudet kuin </w:t>
            </w:r>
            <w:proofErr w:type="spellStart"/>
            <w:r>
              <w:t>headerissa</w:t>
            </w:r>
            <w:proofErr w:type="spellEnd"/>
            <w:r>
              <w:t>.</w:t>
            </w:r>
          </w:p>
        </w:tc>
      </w:tr>
      <w:tr w:rsidR="0063759D" w14:paraId="0C2D48E6" w14:textId="569821B9" w:rsidTr="00D92763">
        <w:tc>
          <w:tcPr>
            <w:tcW w:w="2547" w:type="dxa"/>
          </w:tcPr>
          <w:p w14:paraId="2CD209FC" w14:textId="1C3EB555" w:rsidR="0063759D" w:rsidRDefault="0063759D" w:rsidP="0063759D">
            <w:r>
              <w:t xml:space="preserve">lääkkeen </w:t>
            </w:r>
            <w:proofErr w:type="spellStart"/>
            <w:r>
              <w:t>määräjän</w:t>
            </w:r>
            <w:proofErr w:type="spellEnd"/>
            <w:r>
              <w:t xml:space="preserve"> nimi (60/102.1, 107)</w:t>
            </w:r>
          </w:p>
        </w:tc>
        <w:tc>
          <w:tcPr>
            <w:tcW w:w="1701" w:type="dxa"/>
          </w:tcPr>
          <w:p w14:paraId="10D5D26E" w14:textId="77777777" w:rsidR="0063759D" w:rsidRDefault="0063759D" w:rsidP="0063759D">
            <w:r>
              <w:t>(</w:t>
            </w:r>
            <w:proofErr w:type="spellStart"/>
            <w:r>
              <w:t>max</w:t>
            </w:r>
            <w:proofErr w:type="spellEnd"/>
            <w:r>
              <w:t xml:space="preserve"> 100 + 100 </w:t>
            </w:r>
            <w:proofErr w:type="spellStart"/>
            <w:r>
              <w:t>mkiä</w:t>
            </w:r>
            <w:proofErr w:type="spellEnd"/>
            <w:r>
              <w:t>)</w:t>
            </w:r>
          </w:p>
        </w:tc>
        <w:tc>
          <w:tcPr>
            <w:tcW w:w="2126" w:type="dxa"/>
          </w:tcPr>
          <w:p w14:paraId="75F67D2E" w14:textId="77777777" w:rsidR="0063759D" w:rsidRDefault="0063759D" w:rsidP="0063759D">
            <w:pPr>
              <w:ind w:left="72"/>
            </w:pPr>
            <w:r>
              <w:t>P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255297EA" w14:textId="78BA4039" w:rsidR="0063759D" w:rsidRDefault="0063759D" w:rsidP="0063759D">
            <w:r>
              <w:t xml:space="preserve">Pätee samat poikkeavuudet kuin </w:t>
            </w:r>
            <w:proofErr w:type="spellStart"/>
            <w:r>
              <w:t>headerissa</w:t>
            </w:r>
            <w:proofErr w:type="spellEnd"/>
            <w:r>
              <w:t>.</w:t>
            </w:r>
          </w:p>
        </w:tc>
      </w:tr>
      <w:tr w:rsidR="0063759D" w14:paraId="31D1B304" w14:textId="6C9AC073" w:rsidTr="00D92763">
        <w:tc>
          <w:tcPr>
            <w:tcW w:w="2547" w:type="dxa"/>
          </w:tcPr>
          <w:p w14:paraId="40524458" w14:textId="22CC5916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lääkärin oppiarvo (/106)</w:t>
            </w:r>
          </w:p>
        </w:tc>
        <w:tc>
          <w:tcPr>
            <w:tcW w:w="1701" w:type="dxa"/>
          </w:tcPr>
          <w:p w14:paraId="2F14C4ED" w14:textId="77777777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(</w:t>
            </w:r>
            <w:proofErr w:type="spellStart"/>
            <w:r w:rsidRPr="00D92763">
              <w:rPr>
                <w:color w:val="A6A6A6" w:themeColor="background1" w:themeShade="A6"/>
              </w:rPr>
              <w:t>max</w:t>
            </w:r>
            <w:proofErr w:type="spellEnd"/>
            <w:r w:rsidRPr="00D92763">
              <w:rPr>
                <w:color w:val="A6A6A6" w:themeColor="background1" w:themeShade="A6"/>
              </w:rPr>
              <w:t xml:space="preserve"> 70 </w:t>
            </w:r>
            <w:proofErr w:type="spellStart"/>
            <w:r w:rsidRPr="00D92763">
              <w:rPr>
                <w:color w:val="A6A6A6" w:themeColor="background1" w:themeShade="A6"/>
              </w:rPr>
              <w:t>mkiä</w:t>
            </w:r>
            <w:proofErr w:type="spellEnd"/>
            <w:r w:rsidRPr="00D92763">
              <w:rPr>
                <w:color w:val="A6A6A6" w:themeColor="background1" w:themeShade="A6"/>
              </w:rPr>
              <w:t>)</w:t>
            </w:r>
          </w:p>
        </w:tc>
        <w:tc>
          <w:tcPr>
            <w:tcW w:w="2126" w:type="dxa"/>
          </w:tcPr>
          <w:p w14:paraId="4AD39396" w14:textId="77777777" w:rsidR="0063759D" w:rsidRPr="00D92763" w:rsidRDefault="0063759D" w:rsidP="0063759D">
            <w:pPr>
              <w:ind w:left="72"/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P (poistuu, ei pakollinen 1.1.2017 alkaen)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07D5F0D2" w14:textId="7FEF84F3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Ei käytössä.</w:t>
            </w:r>
          </w:p>
        </w:tc>
      </w:tr>
      <w:tr w:rsidR="0063759D" w14:paraId="5C501022" w14:textId="35845147" w:rsidTr="00D92763">
        <w:tc>
          <w:tcPr>
            <w:tcW w:w="2547" w:type="dxa"/>
          </w:tcPr>
          <w:p w14:paraId="54CD6BE8" w14:textId="486258A5" w:rsidR="0063759D" w:rsidRDefault="0063759D" w:rsidP="0063759D">
            <w:r>
              <w:t>lääkkeen määrääjän ammattioikeus</w:t>
            </w:r>
          </w:p>
        </w:tc>
        <w:tc>
          <w:tcPr>
            <w:tcW w:w="1701" w:type="dxa"/>
          </w:tcPr>
          <w:p w14:paraId="67B179BF" w14:textId="77777777" w:rsidR="0063759D" w:rsidRDefault="0063759D" w:rsidP="0063759D">
            <w:r>
              <w:t>(</w:t>
            </w:r>
            <w:proofErr w:type="spellStart"/>
            <w:r>
              <w:t>max</w:t>
            </w:r>
            <w:proofErr w:type="spellEnd"/>
            <w:r>
              <w:t xml:space="preserve"> 40 + </w:t>
            </w:r>
            <w:proofErr w:type="spellStart"/>
            <w:r>
              <w:t>max</w:t>
            </w:r>
            <w:proofErr w:type="spellEnd"/>
            <w:r>
              <w:t xml:space="preserve"> 255 </w:t>
            </w:r>
            <w:proofErr w:type="spellStart"/>
            <w:r>
              <w:t>mkiä</w:t>
            </w:r>
            <w:proofErr w:type="spellEnd"/>
            <w:r>
              <w:t>)</w:t>
            </w:r>
          </w:p>
        </w:tc>
        <w:tc>
          <w:tcPr>
            <w:tcW w:w="2126" w:type="dxa"/>
          </w:tcPr>
          <w:p w14:paraId="1E9885C1" w14:textId="77777777" w:rsidR="0063759D" w:rsidRDefault="0063759D" w:rsidP="0063759D">
            <w:pPr>
              <w:ind w:left="72"/>
            </w:pPr>
            <w:r>
              <w:t>P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302ED1FB" w14:textId="07D66EB9" w:rsidR="0063759D" w:rsidRDefault="0063759D" w:rsidP="0063759D">
            <w:r>
              <w:t xml:space="preserve">Pätee samat poikkeavuudet kuin </w:t>
            </w:r>
            <w:proofErr w:type="spellStart"/>
            <w:r>
              <w:t>headerissa</w:t>
            </w:r>
            <w:proofErr w:type="spellEnd"/>
            <w:r>
              <w:t>.</w:t>
            </w:r>
          </w:p>
        </w:tc>
      </w:tr>
      <w:tr w:rsidR="0063759D" w14:paraId="1446A953" w14:textId="0F3A6513" w:rsidTr="00D92763">
        <w:tc>
          <w:tcPr>
            <w:tcW w:w="2547" w:type="dxa"/>
          </w:tcPr>
          <w:p w14:paraId="0687CC16" w14:textId="1336D979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kandin/sairaanhoitajan virka, tehtävä tai toimi (/108)</w:t>
            </w:r>
          </w:p>
        </w:tc>
        <w:tc>
          <w:tcPr>
            <w:tcW w:w="1701" w:type="dxa"/>
          </w:tcPr>
          <w:p w14:paraId="22AD1267" w14:textId="77777777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(</w:t>
            </w:r>
            <w:proofErr w:type="spellStart"/>
            <w:r w:rsidRPr="00D92763">
              <w:rPr>
                <w:color w:val="A6A6A6" w:themeColor="background1" w:themeShade="A6"/>
              </w:rPr>
              <w:t>max</w:t>
            </w:r>
            <w:proofErr w:type="spellEnd"/>
            <w:r w:rsidRPr="00D92763">
              <w:rPr>
                <w:color w:val="A6A6A6" w:themeColor="background1" w:themeShade="A6"/>
              </w:rPr>
              <w:t xml:space="preserve"> 70 </w:t>
            </w:r>
            <w:proofErr w:type="spellStart"/>
            <w:r w:rsidRPr="00D92763">
              <w:rPr>
                <w:color w:val="A6A6A6" w:themeColor="background1" w:themeShade="A6"/>
              </w:rPr>
              <w:t>mkiä</w:t>
            </w:r>
            <w:proofErr w:type="spellEnd"/>
            <w:r w:rsidRPr="00D92763">
              <w:rPr>
                <w:color w:val="A6A6A6" w:themeColor="background1" w:themeShade="A6"/>
              </w:rPr>
              <w:t>)</w:t>
            </w:r>
          </w:p>
        </w:tc>
        <w:tc>
          <w:tcPr>
            <w:tcW w:w="2126" w:type="dxa"/>
          </w:tcPr>
          <w:p w14:paraId="64A7CBE9" w14:textId="77777777" w:rsidR="0063759D" w:rsidRPr="00D92763" w:rsidRDefault="0063759D" w:rsidP="0063759D">
            <w:pPr>
              <w:ind w:left="72"/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P (jos kyseessä opiskelija tai sairaanhoitaja) (poistuu, ei pakollinen 1.1.2017 alkaen)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4E444A0A" w14:textId="5810AFD8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Ei käytössä.</w:t>
            </w:r>
          </w:p>
        </w:tc>
      </w:tr>
      <w:tr w:rsidR="0063759D" w14:paraId="6D9B2404" w14:textId="2CD94E0E" w:rsidTr="00D92763">
        <w:tc>
          <w:tcPr>
            <w:tcW w:w="2547" w:type="dxa"/>
          </w:tcPr>
          <w:p w14:paraId="75DA9C68" w14:textId="0D1E2225" w:rsidR="0063759D" w:rsidRDefault="0063759D" w:rsidP="0063759D">
            <w:r>
              <w:t>organisaation tunnus (61/103.1)</w:t>
            </w:r>
          </w:p>
        </w:tc>
        <w:tc>
          <w:tcPr>
            <w:tcW w:w="1701" w:type="dxa"/>
          </w:tcPr>
          <w:p w14:paraId="5EAF3804" w14:textId="77777777" w:rsidR="0063759D" w:rsidRDefault="0063759D" w:rsidP="0063759D">
            <w:r>
              <w:t>(</w:t>
            </w:r>
            <w:proofErr w:type="spellStart"/>
            <w:r>
              <w:t>max</w:t>
            </w:r>
            <w:proofErr w:type="spellEnd"/>
            <w:r>
              <w:t xml:space="preserve"> 60 </w:t>
            </w:r>
            <w:proofErr w:type="spellStart"/>
            <w:r>
              <w:t>mkiä</w:t>
            </w:r>
            <w:proofErr w:type="spellEnd"/>
            <w:r>
              <w:t>)</w:t>
            </w:r>
          </w:p>
        </w:tc>
        <w:tc>
          <w:tcPr>
            <w:tcW w:w="2126" w:type="dxa"/>
          </w:tcPr>
          <w:p w14:paraId="0304E393" w14:textId="77777777" w:rsidR="0063759D" w:rsidRDefault="0063759D" w:rsidP="0063759D">
            <w:pPr>
              <w:ind w:left="72"/>
            </w:pPr>
            <w:r>
              <w:t>P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2794428F" w14:textId="199F3E1A" w:rsidR="0063759D" w:rsidRDefault="0063759D" w:rsidP="0063759D">
            <w:r>
              <w:t xml:space="preserve">Pätee samat poikkeavuudet kuin </w:t>
            </w:r>
            <w:proofErr w:type="spellStart"/>
            <w:r>
              <w:t>headerissa</w:t>
            </w:r>
            <w:proofErr w:type="spellEnd"/>
            <w:r>
              <w:t>.</w:t>
            </w:r>
          </w:p>
        </w:tc>
      </w:tr>
      <w:tr w:rsidR="0063759D" w14:paraId="45F1C76E" w14:textId="7DCA28C2" w:rsidTr="00D92763">
        <w:tc>
          <w:tcPr>
            <w:tcW w:w="2547" w:type="dxa"/>
          </w:tcPr>
          <w:p w14:paraId="73C18E56" w14:textId="678FFB0E" w:rsidR="0063759D" w:rsidRDefault="0063759D" w:rsidP="0063759D">
            <w:r>
              <w:t>organisaation nimi (61/103.2)</w:t>
            </w:r>
          </w:p>
        </w:tc>
        <w:tc>
          <w:tcPr>
            <w:tcW w:w="1701" w:type="dxa"/>
          </w:tcPr>
          <w:p w14:paraId="637E64C3" w14:textId="77777777" w:rsidR="0063759D" w:rsidRDefault="0063759D" w:rsidP="0063759D">
            <w:r>
              <w:t>(</w:t>
            </w:r>
            <w:proofErr w:type="spellStart"/>
            <w:r>
              <w:t>max</w:t>
            </w:r>
            <w:proofErr w:type="spellEnd"/>
            <w:r>
              <w:t xml:space="preserve"> 100 </w:t>
            </w:r>
            <w:proofErr w:type="spellStart"/>
            <w:r>
              <w:t>mkiä</w:t>
            </w:r>
            <w:proofErr w:type="spellEnd"/>
            <w:r>
              <w:t>)</w:t>
            </w:r>
          </w:p>
        </w:tc>
        <w:tc>
          <w:tcPr>
            <w:tcW w:w="2126" w:type="dxa"/>
          </w:tcPr>
          <w:p w14:paraId="02EC7FDC" w14:textId="77777777" w:rsidR="0063759D" w:rsidRDefault="0063759D" w:rsidP="0063759D">
            <w:pPr>
              <w:ind w:left="72"/>
            </w:pPr>
            <w:r>
              <w:t>P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4F8A9F40" w14:textId="11F7B964" w:rsidR="0063759D" w:rsidRDefault="0063759D" w:rsidP="0063759D">
            <w:r>
              <w:t xml:space="preserve">Pätee samat poikkeavuudet kuin </w:t>
            </w:r>
            <w:proofErr w:type="spellStart"/>
            <w:r>
              <w:t>headerissa</w:t>
            </w:r>
            <w:proofErr w:type="spellEnd"/>
            <w:r>
              <w:t>.</w:t>
            </w:r>
          </w:p>
        </w:tc>
      </w:tr>
      <w:tr w:rsidR="0063759D" w14:paraId="6A8B9916" w14:textId="140C2EFF" w:rsidTr="00D92763">
        <w:tc>
          <w:tcPr>
            <w:tcW w:w="2547" w:type="dxa"/>
          </w:tcPr>
          <w:p w14:paraId="677C9CC1" w14:textId="3453E7FE" w:rsidR="0063759D" w:rsidRDefault="0063759D" w:rsidP="0063759D">
            <w:r>
              <w:t>organisaation osoite (/103.3)</w:t>
            </w:r>
          </w:p>
        </w:tc>
        <w:tc>
          <w:tcPr>
            <w:tcW w:w="1701" w:type="dxa"/>
          </w:tcPr>
          <w:p w14:paraId="32968822" w14:textId="77777777" w:rsidR="0063759D" w:rsidRDefault="0063759D" w:rsidP="0063759D">
            <w:r>
              <w:t>(</w:t>
            </w:r>
            <w:proofErr w:type="spellStart"/>
            <w:r>
              <w:t>max</w:t>
            </w:r>
            <w:proofErr w:type="spellEnd"/>
            <w:r>
              <w:t xml:space="preserve"> 200 </w:t>
            </w:r>
            <w:proofErr w:type="spellStart"/>
            <w:r>
              <w:t>mkiä</w:t>
            </w:r>
            <w:proofErr w:type="spellEnd"/>
            <w:r>
              <w:t>)</w:t>
            </w:r>
          </w:p>
        </w:tc>
        <w:tc>
          <w:tcPr>
            <w:tcW w:w="2126" w:type="dxa"/>
          </w:tcPr>
          <w:p w14:paraId="53F14908" w14:textId="77777777" w:rsidR="0063759D" w:rsidRDefault="0063759D" w:rsidP="0063759D">
            <w:pPr>
              <w:ind w:left="72"/>
            </w:pPr>
            <w:r>
              <w:t>P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3273B0D3" w14:textId="43BC92AE" w:rsidR="0063759D" w:rsidRDefault="0063759D" w:rsidP="0063759D">
            <w:r>
              <w:t xml:space="preserve">Pätee samat poikkeavuudet kuin </w:t>
            </w:r>
            <w:proofErr w:type="spellStart"/>
            <w:r>
              <w:t>headerissa</w:t>
            </w:r>
            <w:proofErr w:type="spellEnd"/>
            <w:r>
              <w:t>.</w:t>
            </w:r>
          </w:p>
        </w:tc>
      </w:tr>
      <w:tr w:rsidR="0063759D" w14:paraId="4CDC96CB" w14:textId="1B534D5F" w:rsidTr="00D92763">
        <w:tc>
          <w:tcPr>
            <w:tcW w:w="2547" w:type="dxa"/>
          </w:tcPr>
          <w:p w14:paraId="087CD163" w14:textId="29A1EAE1" w:rsidR="0063759D" w:rsidRDefault="0063759D" w:rsidP="0063759D">
            <w:r>
              <w:t>organisaation puhelinnumero (/103.4)</w:t>
            </w:r>
          </w:p>
        </w:tc>
        <w:tc>
          <w:tcPr>
            <w:tcW w:w="1701" w:type="dxa"/>
          </w:tcPr>
          <w:p w14:paraId="37798820" w14:textId="77777777" w:rsidR="0063759D" w:rsidRDefault="0063759D" w:rsidP="0063759D">
            <w:r>
              <w:t>(</w:t>
            </w:r>
            <w:proofErr w:type="spellStart"/>
            <w:r>
              <w:t>max</w:t>
            </w:r>
            <w:proofErr w:type="spellEnd"/>
            <w:r>
              <w:t xml:space="preserve"> 30 </w:t>
            </w:r>
            <w:proofErr w:type="spellStart"/>
            <w:r>
              <w:t>mkiä</w:t>
            </w:r>
            <w:proofErr w:type="spellEnd"/>
            <w:r>
              <w:t>)</w:t>
            </w:r>
          </w:p>
        </w:tc>
        <w:tc>
          <w:tcPr>
            <w:tcW w:w="2126" w:type="dxa"/>
          </w:tcPr>
          <w:p w14:paraId="4C680034" w14:textId="77777777" w:rsidR="0063759D" w:rsidRDefault="0063759D" w:rsidP="0063759D">
            <w:pPr>
              <w:ind w:left="72"/>
            </w:pPr>
            <w:r>
              <w:t>P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65CBEA42" w14:textId="2F0D3B1F" w:rsidR="0063759D" w:rsidRDefault="0063759D" w:rsidP="0063759D">
            <w:r>
              <w:t xml:space="preserve">Pätee samat poikkeavuudet kuin </w:t>
            </w:r>
            <w:proofErr w:type="spellStart"/>
            <w:r>
              <w:t>headerissa</w:t>
            </w:r>
            <w:proofErr w:type="spellEnd"/>
            <w:r>
              <w:t>.</w:t>
            </w:r>
          </w:p>
        </w:tc>
      </w:tr>
      <w:tr w:rsidR="0063759D" w14:paraId="52C18DBB" w14:textId="5AE6E162" w:rsidTr="00D92763">
        <w:tc>
          <w:tcPr>
            <w:tcW w:w="2547" w:type="dxa"/>
          </w:tcPr>
          <w:p w14:paraId="4591C3A9" w14:textId="61705F84" w:rsidR="0063759D" w:rsidRDefault="0063759D" w:rsidP="0063759D">
            <w:r>
              <w:lastRenderedPageBreak/>
              <w:t>organisaation sähköposti (/103.5)</w:t>
            </w:r>
          </w:p>
        </w:tc>
        <w:tc>
          <w:tcPr>
            <w:tcW w:w="1701" w:type="dxa"/>
          </w:tcPr>
          <w:p w14:paraId="040C030A" w14:textId="77777777" w:rsidR="0063759D" w:rsidRDefault="0063759D" w:rsidP="0063759D">
            <w:r>
              <w:t>(</w:t>
            </w:r>
            <w:proofErr w:type="spellStart"/>
            <w:r>
              <w:t>max</w:t>
            </w:r>
            <w:proofErr w:type="spellEnd"/>
            <w:r>
              <w:t xml:space="preserve"> 50 </w:t>
            </w:r>
            <w:proofErr w:type="spellStart"/>
            <w:r>
              <w:t>mkiä</w:t>
            </w:r>
            <w:proofErr w:type="spellEnd"/>
            <w:r>
              <w:t>)</w:t>
            </w:r>
          </w:p>
        </w:tc>
        <w:tc>
          <w:tcPr>
            <w:tcW w:w="2126" w:type="dxa"/>
          </w:tcPr>
          <w:p w14:paraId="5BDD4589" w14:textId="77777777" w:rsidR="0063759D" w:rsidRDefault="0063759D" w:rsidP="0063759D">
            <w:pPr>
              <w:ind w:left="72"/>
            </w:pPr>
          </w:p>
        </w:tc>
        <w:tc>
          <w:tcPr>
            <w:tcW w:w="2835" w:type="dxa"/>
            <w:shd w:val="clear" w:color="auto" w:fill="FDE9D1" w:themeFill="accent6" w:themeFillTint="33"/>
          </w:tcPr>
          <w:p w14:paraId="66614CA8" w14:textId="43605381" w:rsidR="0063759D" w:rsidRDefault="0063759D" w:rsidP="0063759D">
            <w:r>
              <w:t xml:space="preserve">Pätee samat poikkeavuudet kuin </w:t>
            </w:r>
            <w:proofErr w:type="spellStart"/>
            <w:r>
              <w:t>headerissa</w:t>
            </w:r>
            <w:proofErr w:type="spellEnd"/>
            <w:r>
              <w:t>.</w:t>
            </w:r>
          </w:p>
        </w:tc>
      </w:tr>
      <w:tr w:rsidR="0063759D" w14:paraId="26502FA3" w14:textId="3DC6C3FD" w:rsidTr="00D92763">
        <w:tc>
          <w:tcPr>
            <w:tcW w:w="2547" w:type="dxa"/>
          </w:tcPr>
          <w:p w14:paraId="66672D87" w14:textId="2BA711BD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 xml:space="preserve">alkuperäisen lääkemääräyksen id (/) </w:t>
            </w:r>
          </w:p>
        </w:tc>
        <w:tc>
          <w:tcPr>
            <w:tcW w:w="1701" w:type="dxa"/>
          </w:tcPr>
          <w:p w14:paraId="1F4A71C8" w14:textId="77777777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(</w:t>
            </w:r>
            <w:proofErr w:type="spellStart"/>
            <w:r w:rsidRPr="00D92763">
              <w:rPr>
                <w:color w:val="A6A6A6" w:themeColor="background1" w:themeShade="A6"/>
              </w:rPr>
              <w:t>max</w:t>
            </w:r>
            <w:proofErr w:type="spellEnd"/>
            <w:r w:rsidRPr="00D92763">
              <w:rPr>
                <w:color w:val="A6A6A6" w:themeColor="background1" w:themeShade="A6"/>
              </w:rPr>
              <w:t xml:space="preserve"> 60 </w:t>
            </w:r>
            <w:proofErr w:type="spellStart"/>
            <w:r w:rsidRPr="00D92763">
              <w:rPr>
                <w:color w:val="A6A6A6" w:themeColor="background1" w:themeShade="A6"/>
              </w:rPr>
              <w:t>mkiä</w:t>
            </w:r>
            <w:proofErr w:type="spellEnd"/>
            <w:r w:rsidRPr="00D92763">
              <w:rPr>
                <w:color w:val="A6A6A6" w:themeColor="background1" w:themeShade="A6"/>
              </w:rPr>
              <w:t>)</w:t>
            </w:r>
          </w:p>
        </w:tc>
        <w:tc>
          <w:tcPr>
            <w:tcW w:w="2126" w:type="dxa"/>
          </w:tcPr>
          <w:p w14:paraId="05FBC20D" w14:textId="77777777" w:rsidR="0063759D" w:rsidRPr="00D92763" w:rsidRDefault="0063759D" w:rsidP="0063759D">
            <w:pPr>
              <w:ind w:left="72"/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P (jos kyseessä on mitätöinti tai korjaus)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0D599D86" w14:textId="34BF5831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Ei käytössä.</w:t>
            </w:r>
          </w:p>
        </w:tc>
      </w:tr>
      <w:tr w:rsidR="0063759D" w14:paraId="42CC9D17" w14:textId="6C3CE44A" w:rsidTr="00D92763">
        <w:tc>
          <w:tcPr>
            <w:tcW w:w="2547" w:type="dxa"/>
          </w:tcPr>
          <w:p w14:paraId="2FC37F8A" w14:textId="1198FA19" w:rsidR="0063759D" w:rsidRDefault="0063759D" w:rsidP="0063759D">
            <w:r>
              <w:t>reseptin tyyppi</w:t>
            </w:r>
          </w:p>
        </w:tc>
        <w:tc>
          <w:tcPr>
            <w:tcW w:w="1701" w:type="dxa"/>
          </w:tcPr>
          <w:p w14:paraId="7A009ED5" w14:textId="77777777" w:rsidR="0063759D" w:rsidRDefault="0063759D" w:rsidP="0063759D">
            <w:r>
              <w:t xml:space="preserve">(1 </w:t>
            </w:r>
            <w:proofErr w:type="spellStart"/>
            <w:r>
              <w:t>mki</w:t>
            </w:r>
            <w:proofErr w:type="spellEnd"/>
            <w:r>
              <w:t>)</w:t>
            </w:r>
          </w:p>
        </w:tc>
        <w:tc>
          <w:tcPr>
            <w:tcW w:w="2126" w:type="dxa"/>
          </w:tcPr>
          <w:p w14:paraId="04DA3915" w14:textId="77777777" w:rsidR="0063759D" w:rsidRDefault="0063759D" w:rsidP="0063759D">
            <w:pPr>
              <w:ind w:left="72"/>
            </w:pPr>
            <w:r>
              <w:t>P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770EEAB5" w14:textId="6AFABC42" w:rsidR="0063759D" w:rsidRDefault="0063759D" w:rsidP="0063759D">
            <w:r>
              <w:t xml:space="preserve">Ulkomailta palautuvissa </w:t>
            </w:r>
            <w:r w:rsidRPr="00F37717">
              <w:t>lääkemääräyksissä reseptin tyyppi on aina "1".</w:t>
            </w:r>
          </w:p>
        </w:tc>
      </w:tr>
      <w:tr w:rsidR="0063759D" w14:paraId="6E55A8E6" w14:textId="124F1D77" w:rsidTr="00D92763">
        <w:tc>
          <w:tcPr>
            <w:tcW w:w="2547" w:type="dxa"/>
          </w:tcPr>
          <w:p w14:paraId="3EB3599E" w14:textId="2E60AD11" w:rsidR="0063759D" w:rsidRDefault="0063759D" w:rsidP="0063759D">
            <w:r>
              <w:t xml:space="preserve">potilaan henkilötunnus </w:t>
            </w:r>
          </w:p>
        </w:tc>
        <w:tc>
          <w:tcPr>
            <w:tcW w:w="1701" w:type="dxa"/>
          </w:tcPr>
          <w:p w14:paraId="0181C936" w14:textId="77777777" w:rsidR="0063759D" w:rsidRDefault="0063759D" w:rsidP="0063759D">
            <w:r>
              <w:t>(</w:t>
            </w:r>
            <w:proofErr w:type="spellStart"/>
            <w:r>
              <w:t>max</w:t>
            </w:r>
            <w:proofErr w:type="spellEnd"/>
            <w:r>
              <w:t xml:space="preserve"> 60+11,</w:t>
            </w:r>
          </w:p>
          <w:p w14:paraId="6B10C2AE" w14:textId="77777777" w:rsidR="0063759D" w:rsidRDefault="0063759D" w:rsidP="0063759D">
            <w:r>
              <w:t xml:space="preserve">OID </w:t>
            </w:r>
            <w:proofErr w:type="spellStart"/>
            <w:r>
              <w:t>max</w:t>
            </w:r>
            <w:proofErr w:type="spellEnd"/>
            <w:r>
              <w:t xml:space="preserve"> 60 </w:t>
            </w:r>
            <w:proofErr w:type="spellStart"/>
            <w:r>
              <w:t>mkiä</w:t>
            </w:r>
            <w:proofErr w:type="spellEnd"/>
            <w:r>
              <w:t xml:space="preserve"> ja tunnusosa 11 </w:t>
            </w:r>
            <w:proofErr w:type="spellStart"/>
            <w:r>
              <w:t>mkiä</w:t>
            </w:r>
            <w:proofErr w:type="spellEnd"/>
            <w:r>
              <w:t>)</w:t>
            </w:r>
          </w:p>
        </w:tc>
        <w:tc>
          <w:tcPr>
            <w:tcW w:w="2126" w:type="dxa"/>
          </w:tcPr>
          <w:p w14:paraId="7D09718A" w14:textId="77777777" w:rsidR="0063759D" w:rsidRDefault="0063759D" w:rsidP="0063759D">
            <w:pPr>
              <w:ind w:left="72"/>
            </w:pPr>
            <w:r>
              <w:t>P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002A0D84" w14:textId="15B3D0DF" w:rsidR="0063759D" w:rsidRDefault="0063759D" w:rsidP="0063759D">
            <w:r>
              <w:t xml:space="preserve">Pätee samat poikkeavuudet kuin </w:t>
            </w:r>
            <w:proofErr w:type="spellStart"/>
            <w:r>
              <w:t>headerissa</w:t>
            </w:r>
            <w:proofErr w:type="spellEnd"/>
            <w:r>
              <w:t>.</w:t>
            </w:r>
          </w:p>
        </w:tc>
      </w:tr>
      <w:tr w:rsidR="0063759D" w14:paraId="77AF79AA" w14:textId="45C60DD1" w:rsidTr="00D92763">
        <w:tc>
          <w:tcPr>
            <w:tcW w:w="2547" w:type="dxa"/>
          </w:tcPr>
          <w:p w14:paraId="1D3C53AA" w14:textId="43F128B7" w:rsidR="0063759D" w:rsidRDefault="0063759D" w:rsidP="0063759D">
            <w:r>
              <w:t>apteekissa valmistettavan lääkkeen osoitin</w:t>
            </w:r>
          </w:p>
        </w:tc>
        <w:tc>
          <w:tcPr>
            <w:tcW w:w="1701" w:type="dxa"/>
          </w:tcPr>
          <w:p w14:paraId="2E625057" w14:textId="77777777" w:rsidR="0063759D" w:rsidRDefault="0063759D" w:rsidP="0063759D">
            <w:proofErr w:type="spellStart"/>
            <w:r>
              <w:t>boolean</w:t>
            </w:r>
            <w:proofErr w:type="spellEnd"/>
          </w:p>
        </w:tc>
        <w:tc>
          <w:tcPr>
            <w:tcW w:w="2126" w:type="dxa"/>
          </w:tcPr>
          <w:p w14:paraId="0CB0DA32" w14:textId="77777777" w:rsidR="0063759D" w:rsidRDefault="0063759D" w:rsidP="0063759D">
            <w:pPr>
              <w:ind w:left="72"/>
            </w:pPr>
            <w:r>
              <w:t>P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5A0CF134" w14:textId="51E471DE" w:rsidR="0063759D" w:rsidRDefault="0063759D" w:rsidP="0063759D">
            <w:r>
              <w:t xml:space="preserve">Rajat ylittävässä reseptissä ei tueta apteekissa valmistettavia lääkkeitä. Tämä siis aina </w:t>
            </w:r>
            <w:proofErr w:type="spellStart"/>
            <w:r>
              <w:t>false</w:t>
            </w:r>
            <w:proofErr w:type="spellEnd"/>
            <w:r>
              <w:t>.</w:t>
            </w:r>
          </w:p>
        </w:tc>
      </w:tr>
      <w:tr w:rsidR="0063759D" w14:paraId="2AD2FA3A" w14:textId="3D8E2F68" w:rsidTr="00D92763">
        <w:tc>
          <w:tcPr>
            <w:tcW w:w="2547" w:type="dxa"/>
          </w:tcPr>
          <w:p w14:paraId="21DB763B" w14:textId="61854CE9" w:rsidR="0063759D" w:rsidRDefault="0063759D" w:rsidP="0063759D">
            <w:r>
              <w:t>pakkauskoko tekstimuodossa</w:t>
            </w:r>
          </w:p>
        </w:tc>
        <w:tc>
          <w:tcPr>
            <w:tcW w:w="1701" w:type="dxa"/>
          </w:tcPr>
          <w:p w14:paraId="7B53787E" w14:textId="77777777" w:rsidR="0063759D" w:rsidRDefault="0063759D" w:rsidP="0063759D">
            <w:proofErr w:type="spellStart"/>
            <w:r>
              <w:t>max</w:t>
            </w:r>
            <w:proofErr w:type="spellEnd"/>
            <w:r>
              <w:t xml:space="preserve"> 80 </w:t>
            </w:r>
            <w:proofErr w:type="spellStart"/>
            <w:r>
              <w:t>mkiä</w:t>
            </w:r>
            <w:proofErr w:type="spellEnd"/>
          </w:p>
        </w:tc>
        <w:tc>
          <w:tcPr>
            <w:tcW w:w="2126" w:type="dxa"/>
          </w:tcPr>
          <w:p w14:paraId="4C42696B" w14:textId="77777777" w:rsidR="0063759D" w:rsidRDefault="0063759D" w:rsidP="0063759D">
            <w:pPr>
              <w:ind w:left="72"/>
            </w:pPr>
            <w:r>
              <w:t>P , jos reseptin tyyppi on 1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12BD889E" w14:textId="3C4C988E" w:rsidR="0063759D" w:rsidRDefault="0063759D" w:rsidP="0063759D">
            <w:r>
              <w:t xml:space="preserve">Voi puuttua tai olla </w:t>
            </w:r>
            <w:proofErr w:type="spellStart"/>
            <w:r>
              <w:t>nullFlavor</w:t>
            </w:r>
            <w:proofErr w:type="spellEnd"/>
            <w:r>
              <w:t>.</w:t>
            </w:r>
          </w:p>
        </w:tc>
      </w:tr>
      <w:tr w:rsidR="0063759D" w14:paraId="376345BC" w14:textId="0C2ED517" w:rsidTr="00D92763">
        <w:tc>
          <w:tcPr>
            <w:tcW w:w="2547" w:type="dxa"/>
          </w:tcPr>
          <w:p w14:paraId="7AD63A10" w14:textId="55FBE9FE" w:rsidR="0063759D" w:rsidRDefault="0063759D" w:rsidP="0063759D">
            <w:r>
              <w:t>pakkauskoon kerroin</w:t>
            </w:r>
          </w:p>
        </w:tc>
        <w:tc>
          <w:tcPr>
            <w:tcW w:w="1701" w:type="dxa"/>
          </w:tcPr>
          <w:p w14:paraId="077E8475" w14:textId="77777777" w:rsidR="0063759D" w:rsidRDefault="0063759D" w:rsidP="0063759D">
            <w:proofErr w:type="spellStart"/>
            <w:r>
              <w:t>max</w:t>
            </w:r>
            <w:proofErr w:type="spellEnd"/>
            <w:r>
              <w:t xml:space="preserve"> 80 </w:t>
            </w:r>
            <w:proofErr w:type="spellStart"/>
            <w:r>
              <w:t>mkiä</w:t>
            </w:r>
            <w:proofErr w:type="spellEnd"/>
          </w:p>
        </w:tc>
        <w:tc>
          <w:tcPr>
            <w:tcW w:w="2126" w:type="dxa"/>
          </w:tcPr>
          <w:p w14:paraId="1BAC2DBC" w14:textId="77777777" w:rsidR="0063759D" w:rsidRDefault="0063759D" w:rsidP="0063759D">
            <w:pPr>
              <w:ind w:left="72"/>
            </w:pPr>
            <w:r>
              <w:t>P, jos reseptin tyyppi on 1 ja tieto löytyy lääketietokannasta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7BB195F7" w14:textId="66834BB2" w:rsidR="0063759D" w:rsidRDefault="0063759D" w:rsidP="0063759D">
            <w:r w:rsidRPr="00F63514">
              <w:t>Pakkauskoon kertoimia ei tueta Rajat ylittävässä reseptissä, joten kerroin on aina 1.</w:t>
            </w:r>
          </w:p>
        </w:tc>
      </w:tr>
      <w:tr w:rsidR="0063759D" w14:paraId="4AA49CEC" w14:textId="66D310ED" w:rsidTr="00D92763">
        <w:tc>
          <w:tcPr>
            <w:tcW w:w="2547" w:type="dxa"/>
          </w:tcPr>
          <w:p w14:paraId="76771F3A" w14:textId="68C4F1F6" w:rsidR="0063759D" w:rsidRDefault="0063759D" w:rsidP="0063759D">
            <w:r>
              <w:t>laite (127/)</w:t>
            </w:r>
          </w:p>
        </w:tc>
        <w:tc>
          <w:tcPr>
            <w:tcW w:w="1701" w:type="dxa"/>
          </w:tcPr>
          <w:p w14:paraId="52F5DD6B" w14:textId="77777777" w:rsidR="0063759D" w:rsidRDefault="0063759D" w:rsidP="0063759D">
            <w:proofErr w:type="spellStart"/>
            <w:r>
              <w:t>max</w:t>
            </w:r>
            <w:proofErr w:type="spellEnd"/>
            <w:r>
              <w:t xml:space="preserve"> 80 </w:t>
            </w:r>
            <w:proofErr w:type="spellStart"/>
            <w:r>
              <w:t>mkiä</w:t>
            </w:r>
            <w:proofErr w:type="spellEnd"/>
          </w:p>
        </w:tc>
        <w:tc>
          <w:tcPr>
            <w:tcW w:w="2126" w:type="dxa"/>
          </w:tcPr>
          <w:p w14:paraId="3D3C3AB2" w14:textId="77777777" w:rsidR="0063759D" w:rsidRDefault="0063759D" w:rsidP="0063759D">
            <w:r>
              <w:t>P, jos tieto löytyy lääketietokannasta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4A3D3907" w14:textId="7D2AA9E7" w:rsidR="0063759D" w:rsidRDefault="0063759D" w:rsidP="0063759D">
            <w:r>
              <w:t xml:space="preserve">Voi puuttua tai olla </w:t>
            </w:r>
            <w:proofErr w:type="spellStart"/>
            <w:r>
              <w:t>nullFlavor</w:t>
            </w:r>
            <w:proofErr w:type="spellEnd"/>
            <w:r>
              <w:t>.</w:t>
            </w:r>
          </w:p>
        </w:tc>
      </w:tr>
      <w:tr w:rsidR="0063759D" w14:paraId="39C259C9" w14:textId="77777777" w:rsidTr="00D92763">
        <w:tc>
          <w:tcPr>
            <w:tcW w:w="2547" w:type="dxa"/>
          </w:tcPr>
          <w:p w14:paraId="2824F6E8" w14:textId="096EDD41" w:rsidR="0063759D" w:rsidRDefault="0063759D" w:rsidP="0063759D">
            <w:r>
              <w:t>säilytysastia (128/)</w:t>
            </w:r>
          </w:p>
        </w:tc>
        <w:tc>
          <w:tcPr>
            <w:tcW w:w="1701" w:type="dxa"/>
          </w:tcPr>
          <w:p w14:paraId="2D20EEB6" w14:textId="77777777" w:rsidR="0063759D" w:rsidRDefault="0063759D" w:rsidP="0063759D">
            <w:proofErr w:type="spellStart"/>
            <w:r>
              <w:t>max</w:t>
            </w:r>
            <w:proofErr w:type="spellEnd"/>
            <w:r>
              <w:t xml:space="preserve"> 80 </w:t>
            </w:r>
            <w:proofErr w:type="spellStart"/>
            <w:r>
              <w:t>mkiä</w:t>
            </w:r>
            <w:proofErr w:type="spellEnd"/>
          </w:p>
        </w:tc>
        <w:tc>
          <w:tcPr>
            <w:tcW w:w="2126" w:type="dxa"/>
          </w:tcPr>
          <w:p w14:paraId="018D0622" w14:textId="678AD18C" w:rsidR="0063759D" w:rsidRDefault="0063759D" w:rsidP="0063759D">
            <w:r>
              <w:t>P, jos tieto löytyy lääketietokannasta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63727A15" w14:textId="755643AB" w:rsidR="0063759D" w:rsidRDefault="0063759D" w:rsidP="0063759D">
            <w:r>
              <w:t xml:space="preserve">Voi puuttua tai olla </w:t>
            </w:r>
            <w:proofErr w:type="spellStart"/>
            <w:r>
              <w:t>nullFlavor</w:t>
            </w:r>
            <w:proofErr w:type="spellEnd"/>
            <w:r>
              <w:t>.</w:t>
            </w:r>
          </w:p>
        </w:tc>
      </w:tr>
      <w:tr w:rsidR="0063759D" w14:paraId="017D7BA1" w14:textId="1A30FF4D" w:rsidTr="00D92763">
        <w:tc>
          <w:tcPr>
            <w:tcW w:w="2547" w:type="dxa"/>
          </w:tcPr>
          <w:p w14:paraId="6FFB4BE8" w14:textId="07AC3ABE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myyntiluvan haltija</w:t>
            </w:r>
          </w:p>
        </w:tc>
        <w:tc>
          <w:tcPr>
            <w:tcW w:w="1701" w:type="dxa"/>
          </w:tcPr>
          <w:p w14:paraId="169C05F6" w14:textId="77777777" w:rsidR="0063759D" w:rsidRPr="00D92763" w:rsidRDefault="0063759D" w:rsidP="0063759D">
            <w:pPr>
              <w:rPr>
                <w:color w:val="A6A6A6" w:themeColor="background1" w:themeShade="A6"/>
              </w:rPr>
            </w:pPr>
            <w:proofErr w:type="spellStart"/>
            <w:r w:rsidRPr="00D92763">
              <w:rPr>
                <w:color w:val="A6A6A6" w:themeColor="background1" w:themeShade="A6"/>
              </w:rPr>
              <w:t>max</w:t>
            </w:r>
            <w:proofErr w:type="spellEnd"/>
            <w:r w:rsidRPr="00D92763">
              <w:rPr>
                <w:color w:val="A6A6A6" w:themeColor="background1" w:themeShade="A6"/>
              </w:rPr>
              <w:t xml:space="preserve"> 80 </w:t>
            </w:r>
            <w:proofErr w:type="spellStart"/>
            <w:r w:rsidRPr="00D92763">
              <w:rPr>
                <w:color w:val="A6A6A6" w:themeColor="background1" w:themeShade="A6"/>
              </w:rPr>
              <w:t>mkiä</w:t>
            </w:r>
            <w:proofErr w:type="spellEnd"/>
          </w:p>
        </w:tc>
        <w:tc>
          <w:tcPr>
            <w:tcW w:w="2126" w:type="dxa"/>
          </w:tcPr>
          <w:p w14:paraId="7A9D5973" w14:textId="77777777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P, jos tieto löytyy lääketietokannasta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64BEE23F" w14:textId="3A7DD048" w:rsidR="0063759D" w:rsidRPr="00D92763" w:rsidRDefault="0063759D" w:rsidP="0063759D">
            <w:pPr>
              <w:rPr>
                <w:color w:val="A6A6A6" w:themeColor="background1" w:themeShade="A6"/>
              </w:rPr>
            </w:pPr>
            <w:r w:rsidRPr="00D92763">
              <w:rPr>
                <w:color w:val="A6A6A6" w:themeColor="background1" w:themeShade="A6"/>
              </w:rPr>
              <w:t>Ei saada tietoon.</w:t>
            </w:r>
          </w:p>
        </w:tc>
      </w:tr>
      <w:tr w:rsidR="0063759D" w14:paraId="24FA26F9" w14:textId="3E6908FF" w:rsidTr="00D92763">
        <w:tc>
          <w:tcPr>
            <w:tcW w:w="2547" w:type="dxa"/>
          </w:tcPr>
          <w:p w14:paraId="3097A993" w14:textId="2DC6B0EA" w:rsidR="0063759D" w:rsidRDefault="0063759D" w:rsidP="0063759D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valmisteen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laji</w:t>
            </w:r>
            <w:proofErr w:type="spellEnd"/>
            <w:r>
              <w:rPr>
                <w:lang w:val="en-GB"/>
              </w:rPr>
              <w:t xml:space="preserve"> (164/)</w:t>
            </w:r>
          </w:p>
        </w:tc>
        <w:tc>
          <w:tcPr>
            <w:tcW w:w="1701" w:type="dxa"/>
          </w:tcPr>
          <w:p w14:paraId="45513BAD" w14:textId="77777777" w:rsidR="0063759D" w:rsidRDefault="0063759D" w:rsidP="0063759D">
            <w:r>
              <w:t>koodikenttä</w:t>
            </w:r>
          </w:p>
        </w:tc>
        <w:tc>
          <w:tcPr>
            <w:tcW w:w="2126" w:type="dxa"/>
          </w:tcPr>
          <w:p w14:paraId="586B3C6E" w14:textId="77777777" w:rsidR="0063759D" w:rsidRDefault="0063759D" w:rsidP="0063759D">
            <w:r>
              <w:t>P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5E8AE49E" w14:textId="25FB1E50" w:rsidR="0063759D" w:rsidRDefault="0063759D" w:rsidP="0063759D">
            <w:r>
              <w:t xml:space="preserve">Käyttöön tulee </w:t>
            </w:r>
            <w:r w:rsidRPr="002607AC">
              <w:t xml:space="preserve">uusi valmisteen laji </w:t>
            </w:r>
            <w:commentRangeStart w:id="42"/>
            <w:r w:rsidRPr="002607AC">
              <w:t>12 - Ulkomailla määrätty valmiste.</w:t>
            </w:r>
            <w:commentRangeEnd w:id="42"/>
            <w:r w:rsidR="00A02C4A">
              <w:rPr>
                <w:rStyle w:val="Kommentinviite"/>
              </w:rPr>
              <w:commentReference w:id="42"/>
            </w:r>
          </w:p>
        </w:tc>
      </w:tr>
    </w:tbl>
    <w:p w14:paraId="0B21CA03" w14:textId="77777777" w:rsidR="00951F3E" w:rsidRDefault="00951F3E" w:rsidP="003B3DF4">
      <w:pPr>
        <w:pStyle w:val="Leipteksti"/>
      </w:pPr>
    </w:p>
    <w:p w14:paraId="6FE95BEE" w14:textId="4028B955" w:rsidR="003B3DF4" w:rsidRDefault="00BA1324" w:rsidP="00BA1324">
      <w:pPr>
        <w:pStyle w:val="Otsikko4"/>
      </w:pPr>
      <w:r>
        <w:t>Vaikuttavat ainesosat</w:t>
      </w:r>
    </w:p>
    <w:p w14:paraId="755ACAAA" w14:textId="77777777" w:rsidR="00574319" w:rsidRPr="00574319" w:rsidRDefault="00574319" w:rsidP="00574319"/>
    <w:p w14:paraId="67BE735D" w14:textId="77777777" w:rsidR="00574319" w:rsidRDefault="00145F37" w:rsidP="00BA1324">
      <w:r>
        <w:t>Ulkomaisessa lääkemääräyksessä annetaan vaikuttavien ainesosien tiedot aina, kun ne on saatu.</w:t>
      </w:r>
      <w:r w:rsidR="00574319">
        <w:t xml:space="preserve"> </w:t>
      </w:r>
    </w:p>
    <w:p w14:paraId="10CC4669" w14:textId="7D0B8A55" w:rsidR="00BA1324" w:rsidRDefault="00574319" w:rsidP="00BA1324">
      <w:r>
        <w:t>Vaikuttavan aineen vahvuus/määrä ilmoitetaan vain tekstimuotoisena, jos tieto on saatu.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1701"/>
        <w:gridCol w:w="2126"/>
        <w:gridCol w:w="2835"/>
      </w:tblGrid>
      <w:tr w:rsidR="00145F37" w14:paraId="496021E5" w14:textId="72C1BDD0" w:rsidTr="00145F37">
        <w:tc>
          <w:tcPr>
            <w:tcW w:w="2547" w:type="dxa"/>
            <w:shd w:val="clear" w:color="auto" w:fill="CCCCCC"/>
          </w:tcPr>
          <w:p w14:paraId="3EB705E3" w14:textId="77777777" w:rsidR="00145F37" w:rsidRDefault="00145F37" w:rsidP="00485772">
            <w:r>
              <w:t>Tiedot</w:t>
            </w:r>
          </w:p>
        </w:tc>
        <w:tc>
          <w:tcPr>
            <w:tcW w:w="1701" w:type="dxa"/>
            <w:shd w:val="clear" w:color="auto" w:fill="CCCCCC"/>
          </w:tcPr>
          <w:p w14:paraId="0E69AAA9" w14:textId="77777777" w:rsidR="00145F37" w:rsidRDefault="00145F37" w:rsidP="00485772">
            <w:r>
              <w:t>Pituus</w:t>
            </w:r>
          </w:p>
        </w:tc>
        <w:tc>
          <w:tcPr>
            <w:tcW w:w="2126" w:type="dxa"/>
            <w:shd w:val="clear" w:color="auto" w:fill="CCCCCC"/>
          </w:tcPr>
          <w:p w14:paraId="06C4DD08" w14:textId="77777777" w:rsidR="00145F37" w:rsidRDefault="00145F37" w:rsidP="00485772">
            <w:r>
              <w:t>Pakollisuus</w:t>
            </w:r>
          </w:p>
        </w:tc>
        <w:tc>
          <w:tcPr>
            <w:tcW w:w="2835" w:type="dxa"/>
            <w:shd w:val="clear" w:color="auto" w:fill="FCD4A4" w:themeFill="accent6" w:themeFillTint="66"/>
          </w:tcPr>
          <w:p w14:paraId="0D9BCA47" w14:textId="3C6BC936" w:rsidR="00145F37" w:rsidRDefault="00145F37" w:rsidP="00485772">
            <w:r>
              <w:t>Poikkeavuudet</w:t>
            </w:r>
          </w:p>
        </w:tc>
      </w:tr>
      <w:tr w:rsidR="00145F37" w14:paraId="5F13FD49" w14:textId="2CABC70F" w:rsidTr="00145F37">
        <w:tc>
          <w:tcPr>
            <w:tcW w:w="2547" w:type="dxa"/>
          </w:tcPr>
          <w:p w14:paraId="08012B8E" w14:textId="77777777" w:rsidR="00145F37" w:rsidRPr="004D1267" w:rsidRDefault="00145F37" w:rsidP="00485772">
            <w:pPr>
              <w:rPr>
                <w:color w:val="A6A6A6" w:themeColor="background1" w:themeShade="A6"/>
              </w:rPr>
            </w:pPr>
            <w:r w:rsidRPr="004D1267">
              <w:rPr>
                <w:color w:val="A6A6A6" w:themeColor="background1" w:themeShade="A6"/>
              </w:rPr>
              <w:t>vaikuttavan ainesosan  vahvuus/määrä (5/6.4)</w:t>
            </w:r>
          </w:p>
        </w:tc>
        <w:tc>
          <w:tcPr>
            <w:tcW w:w="1701" w:type="dxa"/>
          </w:tcPr>
          <w:p w14:paraId="2FF0A680" w14:textId="77777777" w:rsidR="00145F37" w:rsidRPr="004D1267" w:rsidRDefault="00145F37" w:rsidP="00485772">
            <w:pPr>
              <w:rPr>
                <w:color w:val="A6A6A6" w:themeColor="background1" w:themeShade="A6"/>
              </w:rPr>
            </w:pPr>
            <w:r w:rsidRPr="004D1267">
              <w:rPr>
                <w:color w:val="A6A6A6" w:themeColor="background1" w:themeShade="A6"/>
              </w:rPr>
              <w:t>(</w:t>
            </w:r>
            <w:proofErr w:type="spellStart"/>
            <w:r w:rsidRPr="004D1267">
              <w:rPr>
                <w:color w:val="A6A6A6" w:themeColor="background1" w:themeShade="A6"/>
              </w:rPr>
              <w:t>max</w:t>
            </w:r>
            <w:proofErr w:type="spellEnd"/>
            <w:r w:rsidRPr="004D1267">
              <w:rPr>
                <w:color w:val="A6A6A6" w:themeColor="background1" w:themeShade="A6"/>
              </w:rPr>
              <w:t xml:space="preserve"> 80 </w:t>
            </w:r>
            <w:proofErr w:type="spellStart"/>
            <w:r w:rsidRPr="004D1267">
              <w:rPr>
                <w:color w:val="A6A6A6" w:themeColor="background1" w:themeShade="A6"/>
              </w:rPr>
              <w:t>mkiä</w:t>
            </w:r>
            <w:proofErr w:type="spellEnd"/>
            <w:r w:rsidRPr="004D1267">
              <w:rPr>
                <w:color w:val="A6A6A6" w:themeColor="background1" w:themeShade="A6"/>
              </w:rPr>
              <w:t>)</w:t>
            </w:r>
          </w:p>
        </w:tc>
        <w:tc>
          <w:tcPr>
            <w:tcW w:w="2126" w:type="dxa"/>
          </w:tcPr>
          <w:p w14:paraId="3E305404" w14:textId="77777777" w:rsidR="00145F37" w:rsidRPr="004D1267" w:rsidRDefault="00145F37" w:rsidP="00485772">
            <w:pPr>
              <w:rPr>
                <w:color w:val="A6A6A6" w:themeColor="background1" w:themeShade="A6"/>
              </w:rPr>
            </w:pPr>
          </w:p>
        </w:tc>
        <w:tc>
          <w:tcPr>
            <w:tcW w:w="2835" w:type="dxa"/>
            <w:shd w:val="clear" w:color="auto" w:fill="FDE9D1" w:themeFill="accent6" w:themeFillTint="33"/>
          </w:tcPr>
          <w:p w14:paraId="550045F1" w14:textId="7361E7F2" w:rsidR="00145F37" w:rsidRPr="004D1267" w:rsidRDefault="00145F37" w:rsidP="00485772">
            <w:pPr>
              <w:rPr>
                <w:color w:val="A6A6A6" w:themeColor="background1" w:themeShade="A6"/>
              </w:rPr>
            </w:pPr>
            <w:r w:rsidRPr="004D1267">
              <w:rPr>
                <w:color w:val="A6A6A6" w:themeColor="background1" w:themeShade="A6"/>
              </w:rPr>
              <w:t>Ei käytössä.</w:t>
            </w:r>
          </w:p>
        </w:tc>
      </w:tr>
      <w:tr w:rsidR="00145F37" w14:paraId="7143AD72" w14:textId="068810EF" w:rsidTr="00145F37">
        <w:tc>
          <w:tcPr>
            <w:tcW w:w="2547" w:type="dxa"/>
          </w:tcPr>
          <w:p w14:paraId="1CE8BF93" w14:textId="77777777" w:rsidR="00145F37" w:rsidRPr="004D1267" w:rsidRDefault="00145F37" w:rsidP="00485772">
            <w:pPr>
              <w:rPr>
                <w:color w:val="A6A6A6" w:themeColor="background1" w:themeShade="A6"/>
              </w:rPr>
            </w:pPr>
            <w:r w:rsidRPr="004D1267">
              <w:rPr>
                <w:color w:val="A6A6A6" w:themeColor="background1" w:themeShade="A6"/>
              </w:rPr>
              <w:lastRenderedPageBreak/>
              <w:t>vaikuttavan ainesosan vahvuuden/määrän yksikkö (6/)</w:t>
            </w:r>
          </w:p>
        </w:tc>
        <w:tc>
          <w:tcPr>
            <w:tcW w:w="1701" w:type="dxa"/>
          </w:tcPr>
          <w:p w14:paraId="280A2D04" w14:textId="77777777" w:rsidR="00145F37" w:rsidRPr="004D1267" w:rsidRDefault="00145F37" w:rsidP="00485772">
            <w:pPr>
              <w:rPr>
                <w:color w:val="A6A6A6" w:themeColor="background1" w:themeShade="A6"/>
              </w:rPr>
            </w:pPr>
            <w:r w:rsidRPr="004D1267">
              <w:rPr>
                <w:color w:val="A6A6A6" w:themeColor="background1" w:themeShade="A6"/>
              </w:rPr>
              <w:t>(</w:t>
            </w:r>
            <w:proofErr w:type="spellStart"/>
            <w:r w:rsidRPr="004D1267">
              <w:rPr>
                <w:color w:val="A6A6A6" w:themeColor="background1" w:themeShade="A6"/>
              </w:rPr>
              <w:t>max</w:t>
            </w:r>
            <w:proofErr w:type="spellEnd"/>
            <w:r w:rsidRPr="004D1267">
              <w:rPr>
                <w:color w:val="A6A6A6" w:themeColor="background1" w:themeShade="A6"/>
              </w:rPr>
              <w:t xml:space="preserve"> 80 </w:t>
            </w:r>
            <w:proofErr w:type="spellStart"/>
            <w:r w:rsidRPr="004D1267">
              <w:rPr>
                <w:color w:val="A6A6A6" w:themeColor="background1" w:themeShade="A6"/>
              </w:rPr>
              <w:t>mkiä</w:t>
            </w:r>
            <w:proofErr w:type="spellEnd"/>
            <w:r w:rsidRPr="004D1267">
              <w:rPr>
                <w:color w:val="A6A6A6" w:themeColor="background1" w:themeShade="A6"/>
              </w:rPr>
              <w:t>)</w:t>
            </w:r>
          </w:p>
        </w:tc>
        <w:tc>
          <w:tcPr>
            <w:tcW w:w="2126" w:type="dxa"/>
          </w:tcPr>
          <w:p w14:paraId="296DB84A" w14:textId="77777777" w:rsidR="00145F37" w:rsidRPr="004D1267" w:rsidRDefault="00145F37" w:rsidP="00485772">
            <w:pPr>
              <w:rPr>
                <w:color w:val="A6A6A6" w:themeColor="background1" w:themeShade="A6"/>
              </w:rPr>
            </w:pPr>
          </w:p>
        </w:tc>
        <w:tc>
          <w:tcPr>
            <w:tcW w:w="2835" w:type="dxa"/>
            <w:shd w:val="clear" w:color="auto" w:fill="FDE9D1" w:themeFill="accent6" w:themeFillTint="33"/>
          </w:tcPr>
          <w:p w14:paraId="1A08A949" w14:textId="77777777" w:rsidR="00145F37" w:rsidRPr="004D1267" w:rsidRDefault="00145F37" w:rsidP="00485772">
            <w:pPr>
              <w:rPr>
                <w:color w:val="A6A6A6" w:themeColor="background1" w:themeShade="A6"/>
              </w:rPr>
            </w:pPr>
            <w:r w:rsidRPr="004D1267">
              <w:rPr>
                <w:color w:val="A6A6A6" w:themeColor="background1" w:themeShade="A6"/>
              </w:rPr>
              <w:t>Ei käytössä.</w:t>
            </w:r>
          </w:p>
          <w:p w14:paraId="2CFE6742" w14:textId="40D3D7C0" w:rsidR="00145F37" w:rsidRPr="004D1267" w:rsidRDefault="00145F37" w:rsidP="00485772">
            <w:pPr>
              <w:rPr>
                <w:color w:val="A6A6A6" w:themeColor="background1" w:themeShade="A6"/>
              </w:rPr>
            </w:pPr>
          </w:p>
        </w:tc>
      </w:tr>
      <w:tr w:rsidR="00145F37" w14:paraId="19E83634" w14:textId="36CC1EED" w:rsidTr="00145F37">
        <w:tc>
          <w:tcPr>
            <w:tcW w:w="2547" w:type="dxa"/>
          </w:tcPr>
          <w:p w14:paraId="4C61E1F4" w14:textId="77777777" w:rsidR="00145F37" w:rsidRDefault="00145F37" w:rsidP="00485772">
            <w:r>
              <w:t>vaikuttavan aineen vahvuus/määrä tekstimuotoisena</w:t>
            </w:r>
          </w:p>
        </w:tc>
        <w:tc>
          <w:tcPr>
            <w:tcW w:w="1701" w:type="dxa"/>
          </w:tcPr>
          <w:p w14:paraId="62262B13" w14:textId="77777777" w:rsidR="00145F37" w:rsidRDefault="00145F37" w:rsidP="00485772">
            <w:r>
              <w:t>(</w:t>
            </w:r>
            <w:proofErr w:type="spellStart"/>
            <w:r>
              <w:t>max</w:t>
            </w:r>
            <w:proofErr w:type="spellEnd"/>
            <w:r>
              <w:t xml:space="preserve"> 80 </w:t>
            </w:r>
            <w:proofErr w:type="spellStart"/>
            <w:r>
              <w:t>mkiä</w:t>
            </w:r>
            <w:proofErr w:type="spellEnd"/>
            <w:r>
              <w:t>)</w:t>
            </w:r>
          </w:p>
        </w:tc>
        <w:tc>
          <w:tcPr>
            <w:tcW w:w="2126" w:type="dxa"/>
          </w:tcPr>
          <w:p w14:paraId="6D4F6525" w14:textId="77777777" w:rsidR="00145F37" w:rsidRDefault="00145F37" w:rsidP="00485772"/>
        </w:tc>
        <w:tc>
          <w:tcPr>
            <w:tcW w:w="2835" w:type="dxa"/>
            <w:shd w:val="clear" w:color="auto" w:fill="FDE9D1" w:themeFill="accent6" w:themeFillTint="33"/>
          </w:tcPr>
          <w:p w14:paraId="4FCB3CAB" w14:textId="598788E5" w:rsidR="00145F37" w:rsidRDefault="00574319" w:rsidP="00574319">
            <w:r>
              <w:t xml:space="preserve">Voi puuttua tai olla </w:t>
            </w:r>
            <w:proofErr w:type="spellStart"/>
            <w:r>
              <w:t>nullFlavor</w:t>
            </w:r>
            <w:proofErr w:type="spellEnd"/>
            <w:r>
              <w:t>.</w:t>
            </w:r>
          </w:p>
        </w:tc>
      </w:tr>
      <w:tr w:rsidR="00145F37" w14:paraId="5FB82ADF" w14:textId="42E34C67" w:rsidTr="00145F37">
        <w:tc>
          <w:tcPr>
            <w:tcW w:w="2547" w:type="dxa"/>
          </w:tcPr>
          <w:p w14:paraId="7C7422CF" w14:textId="77777777" w:rsidR="00145F37" w:rsidRDefault="00145F37" w:rsidP="00485772">
            <w:r>
              <w:t>vaikuttavan ainesosan ATC-koodi (7/6.1)</w:t>
            </w:r>
          </w:p>
        </w:tc>
        <w:tc>
          <w:tcPr>
            <w:tcW w:w="1701" w:type="dxa"/>
          </w:tcPr>
          <w:p w14:paraId="0E6848B4" w14:textId="77777777" w:rsidR="00145F37" w:rsidRDefault="00145F37" w:rsidP="00485772">
            <w:r>
              <w:t>(</w:t>
            </w:r>
            <w:proofErr w:type="spellStart"/>
            <w:r>
              <w:t>max</w:t>
            </w:r>
            <w:proofErr w:type="spellEnd"/>
            <w:r>
              <w:t xml:space="preserve"> 9 </w:t>
            </w:r>
            <w:proofErr w:type="spellStart"/>
            <w:r>
              <w:t>mkiä</w:t>
            </w:r>
            <w:proofErr w:type="spellEnd"/>
            <w:r>
              <w:t>)</w:t>
            </w:r>
          </w:p>
        </w:tc>
        <w:tc>
          <w:tcPr>
            <w:tcW w:w="2126" w:type="dxa"/>
          </w:tcPr>
          <w:p w14:paraId="51B9CB46" w14:textId="77777777" w:rsidR="00145F37" w:rsidRDefault="00145F37" w:rsidP="00485772"/>
        </w:tc>
        <w:tc>
          <w:tcPr>
            <w:tcW w:w="2835" w:type="dxa"/>
            <w:shd w:val="clear" w:color="auto" w:fill="FDE9D1" w:themeFill="accent6" w:themeFillTint="33"/>
          </w:tcPr>
          <w:p w14:paraId="24F6F4EB" w14:textId="4A38FA28" w:rsidR="00145F37" w:rsidRDefault="00145F37" w:rsidP="00485772">
            <w:r>
              <w:t xml:space="preserve">Voi puuttua tai olla </w:t>
            </w:r>
            <w:proofErr w:type="spellStart"/>
            <w:r>
              <w:t>nullFlavor</w:t>
            </w:r>
            <w:proofErr w:type="spellEnd"/>
            <w:r>
              <w:t>.</w:t>
            </w:r>
          </w:p>
        </w:tc>
      </w:tr>
      <w:tr w:rsidR="00145F37" w14:paraId="587B9A81" w14:textId="311EAB9F" w:rsidTr="00145F37">
        <w:tc>
          <w:tcPr>
            <w:tcW w:w="2547" w:type="dxa"/>
          </w:tcPr>
          <w:p w14:paraId="3751A32D" w14:textId="77777777" w:rsidR="00145F37" w:rsidRDefault="00145F37" w:rsidP="00485772">
            <w:r>
              <w:t>vaikuttavan ainesosan ATC-koodin mukainen nimi (8/6.1)</w:t>
            </w:r>
          </w:p>
        </w:tc>
        <w:tc>
          <w:tcPr>
            <w:tcW w:w="1701" w:type="dxa"/>
          </w:tcPr>
          <w:p w14:paraId="51EDB9FB" w14:textId="77777777" w:rsidR="00145F37" w:rsidRDefault="00145F37" w:rsidP="00485772">
            <w:r>
              <w:t>(</w:t>
            </w:r>
            <w:proofErr w:type="spellStart"/>
            <w:r>
              <w:t>max</w:t>
            </w:r>
            <w:proofErr w:type="spellEnd"/>
            <w:r>
              <w:t xml:space="preserve"> 200 </w:t>
            </w:r>
            <w:proofErr w:type="spellStart"/>
            <w:r>
              <w:t>mkiä</w:t>
            </w:r>
            <w:proofErr w:type="spellEnd"/>
            <w:r>
              <w:t>)</w:t>
            </w:r>
          </w:p>
        </w:tc>
        <w:tc>
          <w:tcPr>
            <w:tcW w:w="2126" w:type="dxa"/>
          </w:tcPr>
          <w:p w14:paraId="2804BAB6" w14:textId="77777777" w:rsidR="00145F37" w:rsidRDefault="00145F37" w:rsidP="00485772"/>
        </w:tc>
        <w:tc>
          <w:tcPr>
            <w:tcW w:w="2835" w:type="dxa"/>
            <w:shd w:val="clear" w:color="auto" w:fill="FDE9D1" w:themeFill="accent6" w:themeFillTint="33"/>
          </w:tcPr>
          <w:p w14:paraId="00AABAD9" w14:textId="4ECE48CC" w:rsidR="00145F37" w:rsidRDefault="00145F37" w:rsidP="00485772">
            <w:r>
              <w:t xml:space="preserve">Voi puuttua tai olla </w:t>
            </w:r>
            <w:proofErr w:type="spellStart"/>
            <w:r>
              <w:t>nullFlavor</w:t>
            </w:r>
            <w:proofErr w:type="spellEnd"/>
            <w:r>
              <w:t>.</w:t>
            </w:r>
          </w:p>
        </w:tc>
      </w:tr>
      <w:tr w:rsidR="00145F37" w14:paraId="3862D839" w14:textId="30CEC045" w:rsidTr="00145F37">
        <w:tc>
          <w:tcPr>
            <w:tcW w:w="2547" w:type="dxa"/>
          </w:tcPr>
          <w:p w14:paraId="18E31E28" w14:textId="77777777" w:rsidR="00145F37" w:rsidRDefault="00145F37" w:rsidP="00485772">
            <w:r>
              <w:t>vaikuttavan ainesosan koodaamaton nimi (9/)</w:t>
            </w:r>
          </w:p>
        </w:tc>
        <w:tc>
          <w:tcPr>
            <w:tcW w:w="1701" w:type="dxa"/>
          </w:tcPr>
          <w:p w14:paraId="5C08AF75" w14:textId="77777777" w:rsidR="00145F37" w:rsidRDefault="00145F37" w:rsidP="00485772">
            <w:r>
              <w:t>(</w:t>
            </w:r>
            <w:proofErr w:type="spellStart"/>
            <w:r>
              <w:t>max</w:t>
            </w:r>
            <w:proofErr w:type="spellEnd"/>
            <w:r>
              <w:t xml:space="preserve"> 200 </w:t>
            </w:r>
            <w:proofErr w:type="spellStart"/>
            <w:r>
              <w:t>mkiä</w:t>
            </w:r>
            <w:proofErr w:type="spellEnd"/>
            <w:r>
              <w:t>)</w:t>
            </w:r>
          </w:p>
        </w:tc>
        <w:tc>
          <w:tcPr>
            <w:tcW w:w="2126" w:type="dxa"/>
          </w:tcPr>
          <w:p w14:paraId="54400DEB" w14:textId="77777777" w:rsidR="00145F37" w:rsidRDefault="00145F37" w:rsidP="00485772">
            <w:r>
              <w:t>P kauppanimellä määrätyillä lääkkeillä, jos valmisteelta löytyy vaikuttava aine/aineita lääketietokannasta</w:t>
            </w:r>
          </w:p>
        </w:tc>
        <w:tc>
          <w:tcPr>
            <w:tcW w:w="2835" w:type="dxa"/>
            <w:shd w:val="clear" w:color="auto" w:fill="FDE9D1" w:themeFill="accent6" w:themeFillTint="33"/>
          </w:tcPr>
          <w:p w14:paraId="06B2DBB5" w14:textId="2DB38596" w:rsidR="00145F37" w:rsidRDefault="00145F37" w:rsidP="00485772">
            <w:r>
              <w:t>Voi puuttua.</w:t>
            </w:r>
          </w:p>
        </w:tc>
      </w:tr>
    </w:tbl>
    <w:p w14:paraId="0CAE4783" w14:textId="77777777" w:rsidR="00145F37" w:rsidRDefault="00145F37" w:rsidP="00BA1324"/>
    <w:p w14:paraId="325FBBC9" w14:textId="40FA2699" w:rsidR="00BA1324" w:rsidRDefault="00BA1324" w:rsidP="00BA1324">
      <w:pPr>
        <w:pStyle w:val="Otsikko4"/>
      </w:pPr>
      <w:r>
        <w:t>Muut ainesosat</w:t>
      </w:r>
    </w:p>
    <w:p w14:paraId="57A7A06F" w14:textId="77777777" w:rsidR="00BA1324" w:rsidRPr="00BA1324" w:rsidRDefault="00BA1324" w:rsidP="00BA1324"/>
    <w:p w14:paraId="4A297848" w14:textId="026356BC" w:rsidR="00BA1324" w:rsidRPr="00BA1324" w:rsidRDefault="00BA1324" w:rsidP="00BA1324">
      <w:r>
        <w:t>Ulkomaisessa lääkemääräyksessä ei ikinä anneta muita ainesosia. Kaikki ainesosat, jotka on saatu tietoon, ilmoitetaan vaikuttavina ainesosina.</w:t>
      </w:r>
    </w:p>
    <w:p w14:paraId="310C48A4" w14:textId="1D91C4EC" w:rsidR="00BA1324" w:rsidRDefault="00BA1324" w:rsidP="00BA1324">
      <w:pPr>
        <w:pStyle w:val="Otsikko4"/>
      </w:pPr>
      <w:r>
        <w:t>Annostus</w:t>
      </w:r>
    </w:p>
    <w:p w14:paraId="7C3C5B76" w14:textId="629D4FEA" w:rsidR="00BA1324" w:rsidRDefault="00BA1324" w:rsidP="00BA1324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7"/>
        <w:gridCol w:w="2423"/>
        <w:gridCol w:w="1276"/>
        <w:gridCol w:w="2693"/>
      </w:tblGrid>
      <w:tr w:rsidR="005E74AC" w14:paraId="51C60966" w14:textId="7C95EEF2" w:rsidTr="005E74AC">
        <w:tc>
          <w:tcPr>
            <w:tcW w:w="2817" w:type="dxa"/>
            <w:shd w:val="clear" w:color="auto" w:fill="CCCCCC"/>
          </w:tcPr>
          <w:p w14:paraId="2A5A6318" w14:textId="0DFC731B" w:rsidR="005E74AC" w:rsidRDefault="005E74AC" w:rsidP="00200402">
            <w:r>
              <w:t>Tiedot</w:t>
            </w:r>
          </w:p>
        </w:tc>
        <w:tc>
          <w:tcPr>
            <w:tcW w:w="2423" w:type="dxa"/>
            <w:shd w:val="clear" w:color="auto" w:fill="CCCCCC"/>
          </w:tcPr>
          <w:p w14:paraId="689849DC" w14:textId="77777777" w:rsidR="005E74AC" w:rsidRDefault="005E74AC" w:rsidP="00200402">
            <w:r>
              <w:t>Pituus</w:t>
            </w:r>
          </w:p>
        </w:tc>
        <w:tc>
          <w:tcPr>
            <w:tcW w:w="1276" w:type="dxa"/>
            <w:shd w:val="clear" w:color="auto" w:fill="CCCCCC"/>
          </w:tcPr>
          <w:p w14:paraId="35567B54" w14:textId="77777777" w:rsidR="005E74AC" w:rsidRDefault="005E74AC" w:rsidP="00200402">
            <w:r>
              <w:t>Pakollisuus</w:t>
            </w:r>
          </w:p>
        </w:tc>
        <w:tc>
          <w:tcPr>
            <w:tcW w:w="2693" w:type="dxa"/>
            <w:shd w:val="clear" w:color="auto" w:fill="FCD4A4" w:themeFill="accent6" w:themeFillTint="66"/>
          </w:tcPr>
          <w:p w14:paraId="1EFCBC84" w14:textId="7B5B355E" w:rsidR="005E74AC" w:rsidRDefault="005E74AC" w:rsidP="00200402">
            <w:r>
              <w:t>Poikkeavuudet</w:t>
            </w:r>
          </w:p>
        </w:tc>
      </w:tr>
      <w:tr w:rsidR="005E74AC" w14:paraId="247B05E1" w14:textId="090EBE92" w:rsidTr="005E74AC">
        <w:tc>
          <w:tcPr>
            <w:tcW w:w="2817" w:type="dxa"/>
          </w:tcPr>
          <w:p w14:paraId="35637DA0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valvottu syöttökoodi (30/)</w:t>
            </w:r>
          </w:p>
        </w:tc>
        <w:tc>
          <w:tcPr>
            <w:tcW w:w="2423" w:type="dxa"/>
          </w:tcPr>
          <w:p w14:paraId="44D7285C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(</w:t>
            </w:r>
            <w:proofErr w:type="spellStart"/>
            <w:r w:rsidRPr="005E74AC">
              <w:rPr>
                <w:color w:val="A6A6A6" w:themeColor="background1" w:themeShade="A6"/>
              </w:rPr>
              <w:t>max</w:t>
            </w:r>
            <w:proofErr w:type="spellEnd"/>
            <w:r w:rsidRPr="005E74AC">
              <w:rPr>
                <w:color w:val="A6A6A6" w:themeColor="background1" w:themeShade="A6"/>
              </w:rPr>
              <w:t xml:space="preserve"> 50 </w:t>
            </w:r>
            <w:proofErr w:type="spellStart"/>
            <w:r w:rsidRPr="005E74AC">
              <w:rPr>
                <w:color w:val="A6A6A6" w:themeColor="background1" w:themeShade="A6"/>
              </w:rPr>
              <w:t>mkiä</w:t>
            </w:r>
            <w:proofErr w:type="spellEnd"/>
            <w:r w:rsidRPr="005E74AC">
              <w:rPr>
                <w:color w:val="A6A6A6" w:themeColor="background1" w:themeShade="A6"/>
              </w:rPr>
              <w:t>)</w:t>
            </w:r>
          </w:p>
        </w:tc>
        <w:tc>
          <w:tcPr>
            <w:tcW w:w="1276" w:type="dxa"/>
          </w:tcPr>
          <w:p w14:paraId="0D3424F8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</w:p>
        </w:tc>
        <w:tc>
          <w:tcPr>
            <w:tcW w:w="2693" w:type="dxa"/>
            <w:shd w:val="clear" w:color="auto" w:fill="FDE9D1" w:themeFill="accent6" w:themeFillTint="33"/>
          </w:tcPr>
          <w:p w14:paraId="15B18F47" w14:textId="3AB62083" w:rsidR="005E74AC" w:rsidRPr="005E74AC" w:rsidRDefault="002E07C9" w:rsidP="00986F55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  <w:tr w:rsidR="005E74AC" w14:paraId="0F6941E5" w14:textId="1F7161C4" w:rsidTr="005E74AC">
        <w:tc>
          <w:tcPr>
            <w:tcW w:w="2817" w:type="dxa"/>
          </w:tcPr>
          <w:p w14:paraId="1E9D3CAA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valvomaton syöttökoodi (31/)</w:t>
            </w:r>
          </w:p>
        </w:tc>
        <w:tc>
          <w:tcPr>
            <w:tcW w:w="2423" w:type="dxa"/>
          </w:tcPr>
          <w:p w14:paraId="112D1AE1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(</w:t>
            </w:r>
            <w:proofErr w:type="spellStart"/>
            <w:r w:rsidRPr="005E74AC">
              <w:rPr>
                <w:color w:val="A6A6A6" w:themeColor="background1" w:themeShade="A6"/>
              </w:rPr>
              <w:t>max</w:t>
            </w:r>
            <w:proofErr w:type="spellEnd"/>
            <w:r w:rsidRPr="005E74AC">
              <w:rPr>
                <w:color w:val="A6A6A6" w:themeColor="background1" w:themeShade="A6"/>
              </w:rPr>
              <w:t xml:space="preserve"> 50 </w:t>
            </w:r>
            <w:proofErr w:type="spellStart"/>
            <w:r w:rsidRPr="005E74AC">
              <w:rPr>
                <w:color w:val="A6A6A6" w:themeColor="background1" w:themeShade="A6"/>
              </w:rPr>
              <w:t>mkiä</w:t>
            </w:r>
            <w:proofErr w:type="spellEnd"/>
            <w:r w:rsidRPr="005E74AC">
              <w:rPr>
                <w:color w:val="A6A6A6" w:themeColor="background1" w:themeShade="A6"/>
              </w:rPr>
              <w:t>)</w:t>
            </w:r>
          </w:p>
        </w:tc>
        <w:tc>
          <w:tcPr>
            <w:tcW w:w="1276" w:type="dxa"/>
          </w:tcPr>
          <w:p w14:paraId="0A6CEA68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</w:p>
        </w:tc>
        <w:tc>
          <w:tcPr>
            <w:tcW w:w="2693" w:type="dxa"/>
            <w:shd w:val="clear" w:color="auto" w:fill="FDE9D1" w:themeFill="accent6" w:themeFillTint="33"/>
          </w:tcPr>
          <w:p w14:paraId="5BC05F1D" w14:textId="2A041204" w:rsidR="005E74AC" w:rsidRPr="005E74AC" w:rsidRDefault="002E07C9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  <w:tr w:rsidR="005E74AC" w14:paraId="0F492476" w14:textId="5B0143D8" w:rsidTr="005E74AC">
        <w:tc>
          <w:tcPr>
            <w:tcW w:w="2817" w:type="dxa"/>
          </w:tcPr>
          <w:p w14:paraId="5411A4D0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syöttökoodin ajanjakso (30)</w:t>
            </w:r>
          </w:p>
        </w:tc>
        <w:tc>
          <w:tcPr>
            <w:tcW w:w="2423" w:type="dxa"/>
          </w:tcPr>
          <w:p w14:paraId="43ECA95D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(</w:t>
            </w:r>
            <w:proofErr w:type="spellStart"/>
            <w:r w:rsidRPr="005E74AC">
              <w:rPr>
                <w:color w:val="A6A6A6" w:themeColor="background1" w:themeShade="A6"/>
              </w:rPr>
              <w:t>timestamp-timestamp</w:t>
            </w:r>
            <w:proofErr w:type="spellEnd"/>
            <w:r w:rsidRPr="005E74AC">
              <w:rPr>
                <w:color w:val="A6A6A6" w:themeColor="background1" w:themeShade="A6"/>
              </w:rPr>
              <w:t>)</w:t>
            </w:r>
          </w:p>
        </w:tc>
        <w:tc>
          <w:tcPr>
            <w:tcW w:w="1276" w:type="dxa"/>
          </w:tcPr>
          <w:p w14:paraId="692A1A8B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</w:p>
        </w:tc>
        <w:tc>
          <w:tcPr>
            <w:tcW w:w="2693" w:type="dxa"/>
            <w:shd w:val="clear" w:color="auto" w:fill="FDE9D1" w:themeFill="accent6" w:themeFillTint="33"/>
          </w:tcPr>
          <w:p w14:paraId="5A948BB6" w14:textId="5B9257EE" w:rsidR="005E74AC" w:rsidRPr="005E74AC" w:rsidRDefault="002E07C9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  <w:tr w:rsidR="005E74AC" w14:paraId="222C0965" w14:textId="5BE8E393" w:rsidTr="005E74AC">
        <w:tc>
          <w:tcPr>
            <w:tcW w:w="2817" w:type="dxa"/>
          </w:tcPr>
          <w:p w14:paraId="163A6C7B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kaikkien annososioiden yhteiskesto (55)</w:t>
            </w:r>
          </w:p>
        </w:tc>
        <w:tc>
          <w:tcPr>
            <w:tcW w:w="2423" w:type="dxa"/>
          </w:tcPr>
          <w:p w14:paraId="5A605923" w14:textId="77777777" w:rsidR="005E74AC" w:rsidRPr="005E74AC" w:rsidRDefault="005E74AC" w:rsidP="00200402">
            <w:pPr>
              <w:rPr>
                <w:color w:val="A6A6A6" w:themeColor="background1" w:themeShade="A6"/>
                <w:lang w:val="en-GB"/>
              </w:rPr>
            </w:pPr>
            <w:r w:rsidRPr="005E74AC">
              <w:rPr>
                <w:color w:val="A6A6A6" w:themeColor="background1" w:themeShade="A6"/>
              </w:rPr>
              <w:t xml:space="preserve"> </w:t>
            </w:r>
            <w:r w:rsidRPr="005E74AC">
              <w:rPr>
                <w:color w:val="A6A6A6" w:themeColor="background1" w:themeShade="A6"/>
                <w:lang w:val="en-GB"/>
              </w:rPr>
              <w:t xml:space="preserve">(max 5 + max 10 </w:t>
            </w:r>
            <w:proofErr w:type="spellStart"/>
            <w:r w:rsidRPr="005E74AC">
              <w:rPr>
                <w:color w:val="A6A6A6" w:themeColor="background1" w:themeShade="A6"/>
                <w:lang w:val="en-GB"/>
              </w:rPr>
              <w:t>mkiä</w:t>
            </w:r>
            <w:proofErr w:type="spellEnd"/>
            <w:r w:rsidRPr="005E74AC">
              <w:rPr>
                <w:color w:val="A6A6A6" w:themeColor="background1" w:themeShade="A6"/>
                <w:lang w:val="en-GB"/>
              </w:rPr>
              <w:t>)</w:t>
            </w:r>
          </w:p>
        </w:tc>
        <w:tc>
          <w:tcPr>
            <w:tcW w:w="1276" w:type="dxa"/>
          </w:tcPr>
          <w:p w14:paraId="3D48853B" w14:textId="77777777" w:rsidR="005E74AC" w:rsidRPr="005E74AC" w:rsidRDefault="005E74AC" w:rsidP="00200402">
            <w:pPr>
              <w:rPr>
                <w:color w:val="A6A6A6" w:themeColor="background1" w:themeShade="A6"/>
                <w:lang w:val="en-GB"/>
              </w:rPr>
            </w:pPr>
          </w:p>
        </w:tc>
        <w:tc>
          <w:tcPr>
            <w:tcW w:w="2693" w:type="dxa"/>
            <w:shd w:val="clear" w:color="auto" w:fill="FDE9D1" w:themeFill="accent6" w:themeFillTint="33"/>
          </w:tcPr>
          <w:p w14:paraId="106F76D1" w14:textId="63A17907" w:rsidR="005E74AC" w:rsidRPr="005E74AC" w:rsidRDefault="005E74AC" w:rsidP="00200402">
            <w:pPr>
              <w:rPr>
                <w:color w:val="A6A6A6" w:themeColor="background1" w:themeShade="A6"/>
                <w:lang w:val="en-GB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  <w:tr w:rsidR="005E74AC" w14:paraId="2C9C3FE7" w14:textId="0A04378B" w:rsidTr="005E74AC">
        <w:tc>
          <w:tcPr>
            <w:tcW w:w="2817" w:type="dxa"/>
          </w:tcPr>
          <w:p w14:paraId="0E711CD2" w14:textId="77777777" w:rsidR="005E74AC" w:rsidRDefault="005E74AC" w:rsidP="00200402">
            <w:r>
              <w:t>annostelu tekstimuodossa sekä annostelun kesto tekstimuodossa  (29/8)</w:t>
            </w:r>
          </w:p>
        </w:tc>
        <w:tc>
          <w:tcPr>
            <w:tcW w:w="2423" w:type="dxa"/>
          </w:tcPr>
          <w:p w14:paraId="246B4F73" w14:textId="77777777" w:rsidR="005E74AC" w:rsidRDefault="005E74AC" w:rsidP="00200402">
            <w:r>
              <w:t>(</w:t>
            </w:r>
            <w:proofErr w:type="spellStart"/>
            <w:r>
              <w:t>max</w:t>
            </w:r>
            <w:proofErr w:type="spellEnd"/>
            <w:r>
              <w:t xml:space="preserve"> 300 </w:t>
            </w:r>
            <w:proofErr w:type="spellStart"/>
            <w:r>
              <w:t>mkiä</w:t>
            </w:r>
            <w:proofErr w:type="spellEnd"/>
            <w:r>
              <w:t>)</w:t>
            </w:r>
          </w:p>
        </w:tc>
        <w:tc>
          <w:tcPr>
            <w:tcW w:w="1276" w:type="dxa"/>
          </w:tcPr>
          <w:p w14:paraId="43D3BA3B" w14:textId="77777777" w:rsidR="005E74AC" w:rsidRDefault="005E74AC" w:rsidP="00200402">
            <w:r>
              <w:t>P</w:t>
            </w:r>
          </w:p>
        </w:tc>
        <w:tc>
          <w:tcPr>
            <w:tcW w:w="2693" w:type="dxa"/>
            <w:shd w:val="clear" w:color="auto" w:fill="FDE9D1" w:themeFill="accent6" w:themeFillTint="33"/>
          </w:tcPr>
          <w:p w14:paraId="5ED389DD" w14:textId="19710417" w:rsidR="005E74AC" w:rsidRPr="00970529" w:rsidRDefault="00970529" w:rsidP="00200402">
            <w:r w:rsidRPr="00970529">
              <w:t xml:space="preserve">Voi puuttua tai olla </w:t>
            </w:r>
            <w:proofErr w:type="spellStart"/>
            <w:r w:rsidRPr="00970529">
              <w:t>nullFlavor</w:t>
            </w:r>
            <w:proofErr w:type="spellEnd"/>
            <w:r w:rsidRPr="00970529">
              <w:t>.</w:t>
            </w:r>
          </w:p>
        </w:tc>
      </w:tr>
      <w:tr w:rsidR="005E74AC" w14:paraId="5C7294B4" w14:textId="3D492531" w:rsidTr="005E74AC">
        <w:tc>
          <w:tcPr>
            <w:tcW w:w="2817" w:type="dxa"/>
          </w:tcPr>
          <w:p w14:paraId="014C4BED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annostelun alkuaika (33)</w:t>
            </w:r>
          </w:p>
        </w:tc>
        <w:tc>
          <w:tcPr>
            <w:tcW w:w="2423" w:type="dxa"/>
          </w:tcPr>
          <w:p w14:paraId="67096FC1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(</w:t>
            </w:r>
            <w:proofErr w:type="spellStart"/>
            <w:r w:rsidRPr="005E74AC">
              <w:rPr>
                <w:color w:val="A6A6A6" w:themeColor="background1" w:themeShade="A6"/>
              </w:rPr>
              <w:t>timestamp</w:t>
            </w:r>
            <w:proofErr w:type="spellEnd"/>
            <w:r w:rsidRPr="005E74AC">
              <w:rPr>
                <w:color w:val="A6A6A6" w:themeColor="background1" w:themeShade="A6"/>
              </w:rPr>
              <w:t>)</w:t>
            </w:r>
          </w:p>
        </w:tc>
        <w:tc>
          <w:tcPr>
            <w:tcW w:w="1276" w:type="dxa"/>
          </w:tcPr>
          <w:p w14:paraId="701122D7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</w:p>
        </w:tc>
        <w:tc>
          <w:tcPr>
            <w:tcW w:w="2693" w:type="dxa"/>
            <w:shd w:val="clear" w:color="auto" w:fill="FDE9D1" w:themeFill="accent6" w:themeFillTint="33"/>
          </w:tcPr>
          <w:p w14:paraId="3A24B0CD" w14:textId="139F9A1B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  <w:tr w:rsidR="005E74AC" w14:paraId="6382C647" w14:textId="4477BF20" w:rsidTr="005E74AC">
        <w:tc>
          <w:tcPr>
            <w:tcW w:w="2817" w:type="dxa"/>
          </w:tcPr>
          <w:p w14:paraId="32BFAE4F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annososion kesto (38)</w:t>
            </w:r>
          </w:p>
        </w:tc>
        <w:tc>
          <w:tcPr>
            <w:tcW w:w="2423" w:type="dxa"/>
          </w:tcPr>
          <w:p w14:paraId="7E8EDC45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(</w:t>
            </w:r>
            <w:proofErr w:type="spellStart"/>
            <w:r w:rsidRPr="005E74AC">
              <w:rPr>
                <w:color w:val="A6A6A6" w:themeColor="background1" w:themeShade="A6"/>
              </w:rPr>
              <w:t>max</w:t>
            </w:r>
            <w:proofErr w:type="spellEnd"/>
            <w:r w:rsidRPr="005E74AC">
              <w:rPr>
                <w:color w:val="A6A6A6" w:themeColor="background1" w:themeShade="A6"/>
              </w:rPr>
              <w:t xml:space="preserve"> 5 </w:t>
            </w:r>
            <w:proofErr w:type="spellStart"/>
            <w:r w:rsidRPr="005E74AC">
              <w:rPr>
                <w:color w:val="A6A6A6" w:themeColor="background1" w:themeShade="A6"/>
              </w:rPr>
              <w:t>mkiä</w:t>
            </w:r>
            <w:proofErr w:type="spellEnd"/>
            <w:r w:rsidRPr="005E74AC">
              <w:rPr>
                <w:color w:val="A6A6A6" w:themeColor="background1" w:themeShade="A6"/>
              </w:rPr>
              <w:t xml:space="preserve"> + </w:t>
            </w:r>
            <w:proofErr w:type="spellStart"/>
            <w:r w:rsidRPr="005E74AC">
              <w:rPr>
                <w:color w:val="A6A6A6" w:themeColor="background1" w:themeShade="A6"/>
              </w:rPr>
              <w:t>max</w:t>
            </w:r>
            <w:proofErr w:type="spellEnd"/>
            <w:r w:rsidRPr="005E74AC">
              <w:rPr>
                <w:color w:val="A6A6A6" w:themeColor="background1" w:themeShade="A6"/>
              </w:rPr>
              <w:t xml:space="preserve"> 10 </w:t>
            </w:r>
            <w:proofErr w:type="spellStart"/>
            <w:r w:rsidRPr="005E74AC">
              <w:rPr>
                <w:color w:val="A6A6A6" w:themeColor="background1" w:themeShade="A6"/>
              </w:rPr>
              <w:t>mkiä</w:t>
            </w:r>
            <w:proofErr w:type="spellEnd"/>
            <w:r w:rsidRPr="005E74AC">
              <w:rPr>
                <w:color w:val="A6A6A6" w:themeColor="background1" w:themeShade="A6"/>
              </w:rPr>
              <w:t>)</w:t>
            </w:r>
          </w:p>
        </w:tc>
        <w:tc>
          <w:tcPr>
            <w:tcW w:w="1276" w:type="dxa"/>
          </w:tcPr>
          <w:p w14:paraId="49A53F86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</w:p>
        </w:tc>
        <w:tc>
          <w:tcPr>
            <w:tcW w:w="2693" w:type="dxa"/>
            <w:shd w:val="clear" w:color="auto" w:fill="FDE9D1" w:themeFill="accent6" w:themeFillTint="33"/>
          </w:tcPr>
          <w:p w14:paraId="40EC1367" w14:textId="714E8FEA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  <w:tr w:rsidR="005E74AC" w14:paraId="094FADEF" w14:textId="71011B87" w:rsidTr="005E74AC">
        <w:tc>
          <w:tcPr>
            <w:tcW w:w="2817" w:type="dxa"/>
          </w:tcPr>
          <w:p w14:paraId="2AFD8064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lääkeannoksen ottoaika (39)</w:t>
            </w:r>
          </w:p>
        </w:tc>
        <w:tc>
          <w:tcPr>
            <w:tcW w:w="2423" w:type="dxa"/>
          </w:tcPr>
          <w:p w14:paraId="5A3333B3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(</w:t>
            </w:r>
            <w:proofErr w:type="spellStart"/>
            <w:r w:rsidRPr="005E74AC">
              <w:rPr>
                <w:color w:val="A6A6A6" w:themeColor="background1" w:themeShade="A6"/>
              </w:rPr>
              <w:t>timestamp</w:t>
            </w:r>
            <w:proofErr w:type="spellEnd"/>
            <w:r w:rsidRPr="005E74AC">
              <w:rPr>
                <w:color w:val="A6A6A6" w:themeColor="background1" w:themeShade="A6"/>
              </w:rPr>
              <w:t>)</w:t>
            </w:r>
          </w:p>
        </w:tc>
        <w:tc>
          <w:tcPr>
            <w:tcW w:w="1276" w:type="dxa"/>
          </w:tcPr>
          <w:p w14:paraId="79533CC8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</w:p>
        </w:tc>
        <w:tc>
          <w:tcPr>
            <w:tcW w:w="2693" w:type="dxa"/>
            <w:shd w:val="clear" w:color="auto" w:fill="FDE9D1" w:themeFill="accent6" w:themeFillTint="33"/>
          </w:tcPr>
          <w:p w14:paraId="5289ECB9" w14:textId="44260A28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  <w:tr w:rsidR="005E74AC" w14:paraId="13336B9A" w14:textId="0BA0A0D6" w:rsidTr="005E74AC">
        <w:tc>
          <w:tcPr>
            <w:tcW w:w="2817" w:type="dxa"/>
          </w:tcPr>
          <w:p w14:paraId="50D0653E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annosten väli (40)</w:t>
            </w:r>
          </w:p>
        </w:tc>
        <w:tc>
          <w:tcPr>
            <w:tcW w:w="2423" w:type="dxa"/>
          </w:tcPr>
          <w:p w14:paraId="65C8D6EF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(</w:t>
            </w:r>
            <w:proofErr w:type="spellStart"/>
            <w:r w:rsidRPr="005E74AC">
              <w:rPr>
                <w:color w:val="A6A6A6" w:themeColor="background1" w:themeShade="A6"/>
              </w:rPr>
              <w:t>max</w:t>
            </w:r>
            <w:proofErr w:type="spellEnd"/>
            <w:r w:rsidRPr="005E74AC">
              <w:rPr>
                <w:color w:val="A6A6A6" w:themeColor="background1" w:themeShade="A6"/>
              </w:rPr>
              <w:t xml:space="preserve"> 5 + </w:t>
            </w:r>
            <w:proofErr w:type="spellStart"/>
            <w:r w:rsidRPr="005E74AC">
              <w:rPr>
                <w:color w:val="A6A6A6" w:themeColor="background1" w:themeShade="A6"/>
              </w:rPr>
              <w:t>max</w:t>
            </w:r>
            <w:proofErr w:type="spellEnd"/>
            <w:r w:rsidRPr="005E74AC">
              <w:rPr>
                <w:color w:val="A6A6A6" w:themeColor="background1" w:themeShade="A6"/>
              </w:rPr>
              <w:t xml:space="preserve"> 10 </w:t>
            </w:r>
            <w:proofErr w:type="spellStart"/>
            <w:r w:rsidRPr="005E74AC">
              <w:rPr>
                <w:color w:val="A6A6A6" w:themeColor="background1" w:themeShade="A6"/>
              </w:rPr>
              <w:t>mkiä</w:t>
            </w:r>
            <w:proofErr w:type="spellEnd"/>
            <w:r w:rsidRPr="005E74AC">
              <w:rPr>
                <w:color w:val="A6A6A6" w:themeColor="background1" w:themeShade="A6"/>
              </w:rPr>
              <w:t>)</w:t>
            </w:r>
          </w:p>
        </w:tc>
        <w:tc>
          <w:tcPr>
            <w:tcW w:w="1276" w:type="dxa"/>
          </w:tcPr>
          <w:p w14:paraId="64EA7FBD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</w:p>
        </w:tc>
        <w:tc>
          <w:tcPr>
            <w:tcW w:w="2693" w:type="dxa"/>
            <w:shd w:val="clear" w:color="auto" w:fill="FDE9D1" w:themeFill="accent6" w:themeFillTint="33"/>
          </w:tcPr>
          <w:p w14:paraId="2C46DDF4" w14:textId="77283475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  <w:tr w:rsidR="005E74AC" w14:paraId="57D03192" w14:textId="63E11206" w:rsidTr="005E74AC">
        <w:tc>
          <w:tcPr>
            <w:tcW w:w="2817" w:type="dxa"/>
          </w:tcPr>
          <w:p w14:paraId="36B3A2AD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kerta-annos (35)</w:t>
            </w:r>
          </w:p>
        </w:tc>
        <w:tc>
          <w:tcPr>
            <w:tcW w:w="2423" w:type="dxa"/>
          </w:tcPr>
          <w:p w14:paraId="24749560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(</w:t>
            </w:r>
            <w:proofErr w:type="spellStart"/>
            <w:r w:rsidRPr="005E74AC">
              <w:rPr>
                <w:color w:val="A6A6A6" w:themeColor="background1" w:themeShade="A6"/>
              </w:rPr>
              <w:t>max</w:t>
            </w:r>
            <w:proofErr w:type="spellEnd"/>
            <w:r w:rsidRPr="005E74AC">
              <w:rPr>
                <w:color w:val="A6A6A6" w:themeColor="background1" w:themeShade="A6"/>
              </w:rPr>
              <w:t xml:space="preserve"> 10 </w:t>
            </w:r>
            <w:proofErr w:type="spellStart"/>
            <w:r w:rsidRPr="005E74AC">
              <w:rPr>
                <w:color w:val="A6A6A6" w:themeColor="background1" w:themeShade="A6"/>
              </w:rPr>
              <w:t>mkiä</w:t>
            </w:r>
            <w:proofErr w:type="spellEnd"/>
            <w:r w:rsidRPr="005E74AC">
              <w:rPr>
                <w:color w:val="A6A6A6" w:themeColor="background1" w:themeShade="A6"/>
              </w:rPr>
              <w:t>)</w:t>
            </w:r>
          </w:p>
        </w:tc>
        <w:tc>
          <w:tcPr>
            <w:tcW w:w="1276" w:type="dxa"/>
          </w:tcPr>
          <w:p w14:paraId="27934524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</w:p>
        </w:tc>
        <w:tc>
          <w:tcPr>
            <w:tcW w:w="2693" w:type="dxa"/>
            <w:shd w:val="clear" w:color="auto" w:fill="FDE9D1" w:themeFill="accent6" w:themeFillTint="33"/>
          </w:tcPr>
          <w:p w14:paraId="4C7D5EA0" w14:textId="4ED70CDB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  <w:tr w:rsidR="005E74AC" w14:paraId="1FF8621D" w14:textId="53FE2938" w:rsidTr="005E74AC">
        <w:tc>
          <w:tcPr>
            <w:tcW w:w="2817" w:type="dxa"/>
          </w:tcPr>
          <w:p w14:paraId="690A906B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annosyksikkö (36)</w:t>
            </w:r>
          </w:p>
        </w:tc>
        <w:tc>
          <w:tcPr>
            <w:tcW w:w="2423" w:type="dxa"/>
          </w:tcPr>
          <w:p w14:paraId="555345AA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(</w:t>
            </w:r>
            <w:proofErr w:type="spellStart"/>
            <w:r w:rsidRPr="005E74AC">
              <w:rPr>
                <w:color w:val="A6A6A6" w:themeColor="background1" w:themeShade="A6"/>
              </w:rPr>
              <w:t>max</w:t>
            </w:r>
            <w:proofErr w:type="spellEnd"/>
            <w:r w:rsidRPr="005E74AC">
              <w:rPr>
                <w:color w:val="A6A6A6" w:themeColor="background1" w:themeShade="A6"/>
              </w:rPr>
              <w:t xml:space="preserve"> 20 </w:t>
            </w:r>
            <w:proofErr w:type="spellStart"/>
            <w:r w:rsidRPr="005E74AC">
              <w:rPr>
                <w:color w:val="A6A6A6" w:themeColor="background1" w:themeShade="A6"/>
              </w:rPr>
              <w:t>mkiä</w:t>
            </w:r>
            <w:proofErr w:type="spellEnd"/>
            <w:r w:rsidRPr="005E74AC">
              <w:rPr>
                <w:color w:val="A6A6A6" w:themeColor="background1" w:themeShade="A6"/>
              </w:rPr>
              <w:t>)</w:t>
            </w:r>
          </w:p>
        </w:tc>
        <w:tc>
          <w:tcPr>
            <w:tcW w:w="1276" w:type="dxa"/>
          </w:tcPr>
          <w:p w14:paraId="76A48111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</w:p>
        </w:tc>
        <w:tc>
          <w:tcPr>
            <w:tcW w:w="2693" w:type="dxa"/>
            <w:shd w:val="clear" w:color="auto" w:fill="FDE9D1" w:themeFill="accent6" w:themeFillTint="33"/>
          </w:tcPr>
          <w:p w14:paraId="58802D72" w14:textId="026628EA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  <w:tr w:rsidR="005E74AC" w14:paraId="24CF6381" w14:textId="23BE8F4D" w:rsidTr="005E74AC">
        <w:tc>
          <w:tcPr>
            <w:tcW w:w="2817" w:type="dxa"/>
          </w:tcPr>
          <w:p w14:paraId="16D8AC9C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lastRenderedPageBreak/>
              <w:t>kerta-annoksen maksimi (37)</w:t>
            </w:r>
          </w:p>
        </w:tc>
        <w:tc>
          <w:tcPr>
            <w:tcW w:w="2423" w:type="dxa"/>
          </w:tcPr>
          <w:p w14:paraId="11628762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(</w:t>
            </w:r>
            <w:proofErr w:type="spellStart"/>
            <w:r w:rsidRPr="005E74AC">
              <w:rPr>
                <w:color w:val="A6A6A6" w:themeColor="background1" w:themeShade="A6"/>
              </w:rPr>
              <w:t>max</w:t>
            </w:r>
            <w:proofErr w:type="spellEnd"/>
            <w:r w:rsidRPr="005E74AC">
              <w:rPr>
                <w:color w:val="A6A6A6" w:themeColor="background1" w:themeShade="A6"/>
              </w:rPr>
              <w:t xml:space="preserve"> 10 </w:t>
            </w:r>
            <w:proofErr w:type="spellStart"/>
            <w:r w:rsidRPr="005E74AC">
              <w:rPr>
                <w:color w:val="A6A6A6" w:themeColor="background1" w:themeShade="A6"/>
              </w:rPr>
              <w:t>mkiä</w:t>
            </w:r>
            <w:proofErr w:type="spellEnd"/>
            <w:r w:rsidRPr="005E74AC">
              <w:rPr>
                <w:color w:val="A6A6A6" w:themeColor="background1" w:themeShade="A6"/>
              </w:rPr>
              <w:t>)</w:t>
            </w:r>
          </w:p>
        </w:tc>
        <w:tc>
          <w:tcPr>
            <w:tcW w:w="1276" w:type="dxa"/>
          </w:tcPr>
          <w:p w14:paraId="0BF0829C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</w:p>
        </w:tc>
        <w:tc>
          <w:tcPr>
            <w:tcW w:w="2693" w:type="dxa"/>
            <w:shd w:val="clear" w:color="auto" w:fill="FDE9D1" w:themeFill="accent6" w:themeFillTint="33"/>
          </w:tcPr>
          <w:p w14:paraId="608C329F" w14:textId="70B2E5C5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  <w:tr w:rsidR="005E74AC" w14:paraId="5ED429E2" w14:textId="71321BE0" w:rsidTr="005E74AC">
        <w:tc>
          <w:tcPr>
            <w:tcW w:w="2817" w:type="dxa"/>
          </w:tcPr>
          <w:p w14:paraId="4329149E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SIC-merkintä (56/21)</w:t>
            </w:r>
          </w:p>
        </w:tc>
        <w:tc>
          <w:tcPr>
            <w:tcW w:w="2423" w:type="dxa"/>
          </w:tcPr>
          <w:p w14:paraId="1A08D98D" w14:textId="77777777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(</w:t>
            </w:r>
            <w:proofErr w:type="spellStart"/>
            <w:r w:rsidRPr="005E74AC">
              <w:rPr>
                <w:color w:val="A6A6A6" w:themeColor="background1" w:themeShade="A6"/>
              </w:rPr>
              <w:t>max</w:t>
            </w:r>
            <w:proofErr w:type="spellEnd"/>
            <w:r w:rsidRPr="005E74AC">
              <w:rPr>
                <w:color w:val="A6A6A6" w:themeColor="background1" w:themeShade="A6"/>
              </w:rPr>
              <w:t xml:space="preserve"> 1 </w:t>
            </w:r>
            <w:proofErr w:type="spellStart"/>
            <w:r w:rsidRPr="005E74AC">
              <w:rPr>
                <w:color w:val="A6A6A6" w:themeColor="background1" w:themeShade="A6"/>
              </w:rPr>
              <w:t>mkiä</w:t>
            </w:r>
            <w:proofErr w:type="spellEnd"/>
            <w:r w:rsidRPr="005E74AC">
              <w:rPr>
                <w:color w:val="A6A6A6" w:themeColor="background1" w:themeShade="A6"/>
              </w:rPr>
              <w:t>)</w:t>
            </w:r>
          </w:p>
        </w:tc>
        <w:tc>
          <w:tcPr>
            <w:tcW w:w="1276" w:type="dxa"/>
          </w:tcPr>
          <w:p w14:paraId="608EBC21" w14:textId="1778BD22" w:rsidR="005E74AC" w:rsidRPr="005E74AC" w:rsidRDefault="005E74AC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P</w:t>
            </w:r>
          </w:p>
        </w:tc>
        <w:tc>
          <w:tcPr>
            <w:tcW w:w="2693" w:type="dxa"/>
            <w:shd w:val="clear" w:color="auto" w:fill="FDE9D1" w:themeFill="accent6" w:themeFillTint="33"/>
          </w:tcPr>
          <w:p w14:paraId="2A644707" w14:textId="5545E434" w:rsidR="005E74AC" w:rsidRPr="005E74AC" w:rsidRDefault="006A1B2A" w:rsidP="00200402">
            <w:pPr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</w:tbl>
    <w:p w14:paraId="480FA843" w14:textId="77777777" w:rsidR="004D1267" w:rsidRDefault="004D1267" w:rsidP="00BA1324"/>
    <w:p w14:paraId="720886C8" w14:textId="11E1DAB5" w:rsidR="00BA1324" w:rsidRDefault="00BA1324" w:rsidP="00BA1324">
      <w:pPr>
        <w:pStyle w:val="Otsikko4"/>
      </w:pPr>
      <w:r>
        <w:t>Lääkemääräyksen muut tiedot</w:t>
      </w:r>
    </w:p>
    <w:p w14:paraId="25ED68F4" w14:textId="7FB361E3" w:rsidR="00BA1324" w:rsidRDefault="00BA1324" w:rsidP="00BA1324"/>
    <w:tbl>
      <w:tblPr>
        <w:tblW w:w="976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1510"/>
        <w:gridCol w:w="758"/>
        <w:gridCol w:w="1843"/>
        <w:gridCol w:w="2126"/>
        <w:gridCol w:w="1134"/>
        <w:gridCol w:w="1617"/>
      </w:tblGrid>
      <w:tr w:rsidR="0043394B" w14:paraId="2C44F693" w14:textId="08FCF8DA" w:rsidTr="0010782C">
        <w:tc>
          <w:tcPr>
            <w:tcW w:w="776" w:type="dxa"/>
            <w:shd w:val="clear" w:color="auto" w:fill="CCCCCC"/>
          </w:tcPr>
          <w:p w14:paraId="3A5750AE" w14:textId="18ED8A06" w:rsidR="00D9001B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</w:pPr>
            <w:r>
              <w:t>kenttäkoodi</w:t>
            </w:r>
          </w:p>
        </w:tc>
        <w:tc>
          <w:tcPr>
            <w:tcW w:w="1510" w:type="dxa"/>
            <w:shd w:val="clear" w:color="auto" w:fill="CCCCCC"/>
          </w:tcPr>
          <w:p w14:paraId="42BEF170" w14:textId="77777777" w:rsidR="00D9001B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</w:pPr>
            <w:r>
              <w:t>tiedon nimi</w:t>
            </w:r>
          </w:p>
        </w:tc>
        <w:tc>
          <w:tcPr>
            <w:tcW w:w="758" w:type="dxa"/>
            <w:shd w:val="clear" w:color="auto" w:fill="CCCCCC"/>
          </w:tcPr>
          <w:p w14:paraId="32412171" w14:textId="77777777" w:rsidR="00D9001B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</w:pPr>
            <w:r>
              <w:t>HL7-tietotyyppi</w:t>
            </w:r>
          </w:p>
        </w:tc>
        <w:tc>
          <w:tcPr>
            <w:tcW w:w="1843" w:type="dxa"/>
            <w:shd w:val="clear" w:color="auto" w:fill="CCCCCC"/>
          </w:tcPr>
          <w:p w14:paraId="07ACB808" w14:textId="77777777" w:rsidR="00D9001B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</w:pPr>
            <w:r>
              <w:t>esimerkki</w:t>
            </w:r>
          </w:p>
        </w:tc>
        <w:tc>
          <w:tcPr>
            <w:tcW w:w="2126" w:type="dxa"/>
            <w:shd w:val="clear" w:color="auto" w:fill="CCCCCC"/>
          </w:tcPr>
          <w:p w14:paraId="081CC56E" w14:textId="77777777" w:rsidR="00D9001B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</w:pPr>
            <w:r>
              <w:t>reseptitaulukon</w:t>
            </w:r>
          </w:p>
          <w:p w14:paraId="52CEBB1E" w14:textId="77777777" w:rsidR="00D9001B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</w:pPr>
            <w:r>
              <w:t xml:space="preserve">kenttä + </w:t>
            </w:r>
            <w:proofErr w:type="spellStart"/>
            <w:r>
              <w:t>huom</w:t>
            </w:r>
            <w:proofErr w:type="spellEnd"/>
          </w:p>
        </w:tc>
        <w:tc>
          <w:tcPr>
            <w:tcW w:w="1134" w:type="dxa"/>
            <w:shd w:val="clear" w:color="auto" w:fill="CCCCCC"/>
          </w:tcPr>
          <w:p w14:paraId="5FED438A" w14:textId="77777777" w:rsidR="00D9001B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</w:pPr>
            <w:r>
              <w:t>pituus</w:t>
            </w:r>
          </w:p>
        </w:tc>
        <w:tc>
          <w:tcPr>
            <w:tcW w:w="1617" w:type="dxa"/>
            <w:shd w:val="clear" w:color="auto" w:fill="FCD4A4" w:themeFill="accent6" w:themeFillTint="66"/>
          </w:tcPr>
          <w:p w14:paraId="6BE38B0D" w14:textId="58C03FAE" w:rsidR="00D9001B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</w:pPr>
            <w:r>
              <w:t>Poikkeavuudet</w:t>
            </w:r>
          </w:p>
        </w:tc>
      </w:tr>
      <w:tr w:rsidR="0043394B" w14:paraId="457FED73" w14:textId="18AC3E6A" w:rsidTr="0010782C">
        <w:tc>
          <w:tcPr>
            <w:tcW w:w="776" w:type="dxa"/>
          </w:tcPr>
          <w:p w14:paraId="100AA62A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58</w:t>
            </w:r>
          </w:p>
        </w:tc>
        <w:tc>
          <w:tcPr>
            <w:tcW w:w="1510" w:type="dxa"/>
          </w:tcPr>
          <w:p w14:paraId="03955EA5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käyttötarkoitus tekstinä</w:t>
            </w:r>
          </w:p>
        </w:tc>
        <w:tc>
          <w:tcPr>
            <w:tcW w:w="758" w:type="dxa"/>
          </w:tcPr>
          <w:p w14:paraId="145C9B10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>ST</w:t>
            </w:r>
          </w:p>
        </w:tc>
        <w:tc>
          <w:tcPr>
            <w:tcW w:w="1843" w:type="dxa"/>
          </w:tcPr>
          <w:p w14:paraId="3FB5745A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&lt;</w:t>
            </w:r>
            <w:proofErr w:type="spellStart"/>
            <w:r w:rsidRPr="0077137D">
              <w:rPr>
                <w:color w:val="A6A6A6" w:themeColor="background1" w:themeShade="A6"/>
              </w:rPr>
              <w:t>value</w:t>
            </w:r>
            <w:proofErr w:type="spellEnd"/>
            <w:r w:rsidRPr="0077137D">
              <w:rPr>
                <w:color w:val="A6A6A6" w:themeColor="background1" w:themeShade="A6"/>
              </w:rPr>
              <w:t xml:space="preserve"> </w:t>
            </w:r>
            <w:proofErr w:type="spellStart"/>
            <w:proofErr w:type="gramStart"/>
            <w:r w:rsidRPr="0077137D">
              <w:rPr>
                <w:color w:val="A6A6A6" w:themeColor="background1" w:themeShade="A6"/>
              </w:rPr>
              <w:t>xsi:type</w:t>
            </w:r>
            <w:proofErr w:type="spellEnd"/>
            <w:proofErr w:type="gramEnd"/>
            <w:r w:rsidRPr="0077137D">
              <w:rPr>
                <w:color w:val="A6A6A6" w:themeColor="background1" w:themeShade="A6"/>
              </w:rPr>
              <w:t>=”ST”&gt;</w:t>
            </w:r>
          </w:p>
          <w:p w14:paraId="2F3D7BBC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tähän teksti</w:t>
            </w:r>
          </w:p>
          <w:p w14:paraId="64C0A95F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&lt;/</w:t>
            </w:r>
            <w:proofErr w:type="spellStart"/>
            <w:r w:rsidRPr="0077137D">
              <w:rPr>
                <w:color w:val="A6A6A6" w:themeColor="background1" w:themeShade="A6"/>
              </w:rPr>
              <w:t>value</w:t>
            </w:r>
            <w:proofErr w:type="spellEnd"/>
            <w:r w:rsidRPr="0077137D">
              <w:rPr>
                <w:color w:val="A6A6A6" w:themeColor="background1" w:themeShade="A6"/>
              </w:rPr>
              <w:t>&gt;</w:t>
            </w:r>
          </w:p>
        </w:tc>
        <w:tc>
          <w:tcPr>
            <w:tcW w:w="2126" w:type="dxa"/>
          </w:tcPr>
          <w:p w14:paraId="4E2E85B1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9</w:t>
            </w:r>
          </w:p>
        </w:tc>
        <w:tc>
          <w:tcPr>
            <w:tcW w:w="1134" w:type="dxa"/>
          </w:tcPr>
          <w:p w14:paraId="69CBAB85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proofErr w:type="spellStart"/>
            <w:r w:rsidRPr="0077137D">
              <w:rPr>
                <w:color w:val="A6A6A6" w:themeColor="background1" w:themeShade="A6"/>
              </w:rPr>
              <w:t>max</w:t>
            </w:r>
            <w:proofErr w:type="spellEnd"/>
            <w:r w:rsidRPr="0077137D">
              <w:rPr>
                <w:color w:val="A6A6A6" w:themeColor="background1" w:themeShade="A6"/>
              </w:rPr>
              <w:t xml:space="preserve"> 80 </w:t>
            </w:r>
            <w:proofErr w:type="spellStart"/>
            <w:r w:rsidRPr="0077137D">
              <w:rPr>
                <w:color w:val="A6A6A6" w:themeColor="background1" w:themeShade="A6"/>
              </w:rPr>
              <w:t>mkiä</w:t>
            </w:r>
            <w:proofErr w:type="spellEnd"/>
          </w:p>
        </w:tc>
        <w:tc>
          <w:tcPr>
            <w:tcW w:w="1617" w:type="dxa"/>
            <w:shd w:val="clear" w:color="auto" w:fill="FDE9D1" w:themeFill="accent6" w:themeFillTint="33"/>
          </w:tcPr>
          <w:p w14:paraId="22E32FEB" w14:textId="1FE02B35" w:rsidR="00D9001B" w:rsidRPr="0077137D" w:rsidRDefault="008B476A" w:rsidP="008B476A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  <w:tr w:rsidR="0043394B" w14:paraId="41E84B99" w14:textId="4078FD76" w:rsidTr="0010782C">
        <w:tc>
          <w:tcPr>
            <w:tcW w:w="776" w:type="dxa"/>
          </w:tcPr>
          <w:p w14:paraId="57C53057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89</w:t>
            </w:r>
          </w:p>
        </w:tc>
        <w:tc>
          <w:tcPr>
            <w:tcW w:w="1510" w:type="dxa"/>
          </w:tcPr>
          <w:p w14:paraId="42DC5219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alle 12-vuotiaan paino</w:t>
            </w:r>
          </w:p>
        </w:tc>
        <w:tc>
          <w:tcPr>
            <w:tcW w:w="758" w:type="dxa"/>
          </w:tcPr>
          <w:p w14:paraId="1946506B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>PQ</w:t>
            </w:r>
          </w:p>
        </w:tc>
        <w:tc>
          <w:tcPr>
            <w:tcW w:w="1843" w:type="dxa"/>
          </w:tcPr>
          <w:p w14:paraId="3987C95A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 xml:space="preserve">&lt;value </w:t>
            </w:r>
            <w:proofErr w:type="spellStart"/>
            <w:r w:rsidRPr="0077137D">
              <w:rPr>
                <w:color w:val="A6A6A6" w:themeColor="background1" w:themeShade="A6"/>
                <w:lang w:val="en-GB"/>
              </w:rPr>
              <w:t>xsi:type</w:t>
            </w:r>
            <w:proofErr w:type="spellEnd"/>
            <w:r w:rsidRPr="0077137D">
              <w:rPr>
                <w:color w:val="A6A6A6" w:themeColor="background1" w:themeShade="A6"/>
                <w:lang w:val="en-GB"/>
              </w:rPr>
              <w:t>=”PQ”</w:t>
            </w:r>
          </w:p>
          <w:p w14:paraId="2944492E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>value=”” unit=””/&gt;</w:t>
            </w:r>
          </w:p>
        </w:tc>
        <w:tc>
          <w:tcPr>
            <w:tcW w:w="2126" w:type="dxa"/>
          </w:tcPr>
          <w:p w14:paraId="3BB82820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>10</w:t>
            </w:r>
          </w:p>
        </w:tc>
        <w:tc>
          <w:tcPr>
            <w:tcW w:w="1134" w:type="dxa"/>
          </w:tcPr>
          <w:p w14:paraId="22E8393B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 xml:space="preserve">max 5 </w:t>
            </w:r>
            <w:proofErr w:type="spellStart"/>
            <w:r w:rsidRPr="0077137D">
              <w:rPr>
                <w:color w:val="A6A6A6" w:themeColor="background1" w:themeShade="A6"/>
                <w:lang w:val="en-GB"/>
              </w:rPr>
              <w:t>mkiä</w:t>
            </w:r>
            <w:proofErr w:type="spellEnd"/>
          </w:p>
        </w:tc>
        <w:tc>
          <w:tcPr>
            <w:tcW w:w="1617" w:type="dxa"/>
            <w:shd w:val="clear" w:color="auto" w:fill="FDE9D1" w:themeFill="accent6" w:themeFillTint="33"/>
          </w:tcPr>
          <w:p w14:paraId="7CA05F0C" w14:textId="6B336237" w:rsidR="00D9001B" w:rsidRPr="0077137D" w:rsidRDefault="008B476A" w:rsidP="004532BA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  <w:tr w:rsidR="0043394B" w14:paraId="26965A20" w14:textId="1D1CB985" w:rsidTr="0010782C">
        <w:tc>
          <w:tcPr>
            <w:tcW w:w="776" w:type="dxa"/>
          </w:tcPr>
          <w:p w14:paraId="07A90B25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>91</w:t>
            </w:r>
          </w:p>
        </w:tc>
        <w:tc>
          <w:tcPr>
            <w:tcW w:w="1510" w:type="dxa"/>
          </w:tcPr>
          <w:p w14:paraId="7B1D46C1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proofErr w:type="spellStart"/>
            <w:r w:rsidRPr="0077137D">
              <w:rPr>
                <w:color w:val="A6A6A6" w:themeColor="background1" w:themeShade="A6"/>
                <w:lang w:val="en-GB"/>
              </w:rPr>
              <w:t>annosjakelu</w:t>
            </w:r>
            <w:proofErr w:type="spellEnd"/>
            <w:r w:rsidRPr="0077137D">
              <w:rPr>
                <w:color w:val="A6A6A6" w:themeColor="background1" w:themeShade="A6"/>
                <w:lang w:val="en-GB"/>
              </w:rPr>
              <w:t>,</w:t>
            </w:r>
          </w:p>
          <w:p w14:paraId="2D3062C9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annosjakeluteksti</w:t>
            </w:r>
          </w:p>
        </w:tc>
        <w:tc>
          <w:tcPr>
            <w:tcW w:w="758" w:type="dxa"/>
          </w:tcPr>
          <w:p w14:paraId="344A787C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BL, ST</w:t>
            </w:r>
          </w:p>
        </w:tc>
        <w:tc>
          <w:tcPr>
            <w:tcW w:w="1843" w:type="dxa"/>
          </w:tcPr>
          <w:p w14:paraId="27FD011E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 xml:space="preserve">&lt;value </w:t>
            </w:r>
            <w:proofErr w:type="spellStart"/>
            <w:r w:rsidRPr="0077137D">
              <w:rPr>
                <w:color w:val="A6A6A6" w:themeColor="background1" w:themeShade="A6"/>
                <w:lang w:val="en-GB"/>
              </w:rPr>
              <w:t>xsi:type</w:t>
            </w:r>
            <w:proofErr w:type="spellEnd"/>
            <w:r w:rsidRPr="0077137D">
              <w:rPr>
                <w:color w:val="A6A6A6" w:themeColor="background1" w:themeShade="A6"/>
                <w:lang w:val="en-GB"/>
              </w:rPr>
              <w:t>=”BL”</w:t>
            </w:r>
          </w:p>
          <w:p w14:paraId="3020AE19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>value=”true”/&gt;</w:t>
            </w:r>
          </w:p>
        </w:tc>
        <w:tc>
          <w:tcPr>
            <w:tcW w:w="2126" w:type="dxa"/>
          </w:tcPr>
          <w:p w14:paraId="70C3B285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18</w:t>
            </w:r>
          </w:p>
          <w:p w14:paraId="1EA4966C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Lisäksi</w:t>
            </w:r>
          </w:p>
          <w:p w14:paraId="0A18C26A" w14:textId="7AD23AC7" w:rsidR="00D9001B" w:rsidRPr="0077137D" w:rsidRDefault="0043394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proofErr w:type="spellStart"/>
            <w:r w:rsidRPr="0077137D">
              <w:rPr>
                <w:color w:val="A6A6A6" w:themeColor="background1" w:themeShade="A6"/>
              </w:rPr>
              <w:t>Observation.</w:t>
            </w:r>
            <w:r w:rsidR="00D9001B" w:rsidRPr="0077137D">
              <w:rPr>
                <w:color w:val="A6A6A6" w:themeColor="background1" w:themeShade="A6"/>
              </w:rPr>
              <w:t>text</w:t>
            </w:r>
            <w:proofErr w:type="spellEnd"/>
            <w:r w:rsidR="00D9001B" w:rsidRPr="0077137D">
              <w:rPr>
                <w:color w:val="A6A6A6" w:themeColor="background1" w:themeShade="A6"/>
              </w:rPr>
              <w:t>-elementissä annosjakelu-teksti.</w:t>
            </w:r>
            <w:r w:rsidRPr="0077137D">
              <w:rPr>
                <w:color w:val="A6A6A6" w:themeColor="background1" w:themeShade="A6"/>
              </w:rPr>
              <w:t xml:space="preserve"> </w:t>
            </w:r>
            <w:r w:rsidR="00D9001B" w:rsidRPr="0077137D">
              <w:rPr>
                <w:color w:val="A6A6A6" w:themeColor="background1" w:themeShade="A6"/>
              </w:rPr>
              <w:t>Annosjakeluteksti ei ole pakollinen annosjakelun yhteydessä.</w:t>
            </w:r>
          </w:p>
        </w:tc>
        <w:tc>
          <w:tcPr>
            <w:tcW w:w="1134" w:type="dxa"/>
          </w:tcPr>
          <w:p w14:paraId="72E71826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proofErr w:type="spellStart"/>
            <w:r w:rsidRPr="0077137D">
              <w:rPr>
                <w:color w:val="A6A6A6" w:themeColor="background1" w:themeShade="A6"/>
              </w:rPr>
              <w:t>max</w:t>
            </w:r>
            <w:proofErr w:type="spellEnd"/>
            <w:r w:rsidRPr="0077137D">
              <w:rPr>
                <w:color w:val="A6A6A6" w:themeColor="background1" w:themeShade="A6"/>
              </w:rPr>
              <w:t xml:space="preserve"> 80 </w:t>
            </w:r>
            <w:proofErr w:type="spellStart"/>
            <w:r w:rsidRPr="0077137D">
              <w:rPr>
                <w:color w:val="A6A6A6" w:themeColor="background1" w:themeShade="A6"/>
              </w:rPr>
              <w:t>mkiä</w:t>
            </w:r>
            <w:proofErr w:type="spellEnd"/>
          </w:p>
        </w:tc>
        <w:tc>
          <w:tcPr>
            <w:tcW w:w="1617" w:type="dxa"/>
            <w:shd w:val="clear" w:color="auto" w:fill="FDE9D1" w:themeFill="accent6" w:themeFillTint="33"/>
          </w:tcPr>
          <w:p w14:paraId="7205E57A" w14:textId="3C4A92C7" w:rsidR="00D9001B" w:rsidRPr="0077137D" w:rsidRDefault="008B476A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  <w:tr w:rsidR="0043394B" w14:paraId="135AA5FB" w14:textId="33DD2D0D" w:rsidTr="0010782C">
        <w:tc>
          <w:tcPr>
            <w:tcW w:w="776" w:type="dxa"/>
          </w:tcPr>
          <w:p w14:paraId="710C3BE3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67</w:t>
            </w:r>
          </w:p>
        </w:tc>
        <w:tc>
          <w:tcPr>
            <w:tcW w:w="1510" w:type="dxa"/>
          </w:tcPr>
          <w:p w14:paraId="7D62717E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hoitolaji</w:t>
            </w:r>
          </w:p>
        </w:tc>
        <w:tc>
          <w:tcPr>
            <w:tcW w:w="758" w:type="dxa"/>
          </w:tcPr>
          <w:p w14:paraId="44A8DCB1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>CE</w:t>
            </w:r>
          </w:p>
          <w:p w14:paraId="1D275E20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</w:p>
        </w:tc>
        <w:tc>
          <w:tcPr>
            <w:tcW w:w="1843" w:type="dxa"/>
          </w:tcPr>
          <w:p w14:paraId="0A52B3B7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>&lt;value code=”S”</w:t>
            </w:r>
          </w:p>
          <w:p w14:paraId="21C52EE7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proofErr w:type="spellStart"/>
            <w:r w:rsidRPr="0077137D">
              <w:rPr>
                <w:color w:val="A6A6A6" w:themeColor="background1" w:themeShade="A6"/>
              </w:rPr>
              <w:t>codeSystem</w:t>
            </w:r>
            <w:proofErr w:type="spellEnd"/>
            <w:r w:rsidRPr="0077137D">
              <w:rPr>
                <w:color w:val="A6A6A6" w:themeColor="background1" w:themeShade="A6"/>
              </w:rPr>
              <w:t>=</w:t>
            </w:r>
          </w:p>
          <w:p w14:paraId="24A508F8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”1.2.246.537.5.</w:t>
            </w:r>
          </w:p>
          <w:p w14:paraId="6A55DCA5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40101.2006”/&gt;</w:t>
            </w:r>
          </w:p>
        </w:tc>
        <w:tc>
          <w:tcPr>
            <w:tcW w:w="2126" w:type="dxa"/>
          </w:tcPr>
          <w:p w14:paraId="7AFE9BE0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16</w:t>
            </w:r>
          </w:p>
        </w:tc>
        <w:tc>
          <w:tcPr>
            <w:tcW w:w="1134" w:type="dxa"/>
          </w:tcPr>
          <w:p w14:paraId="14AEDCD5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</w:p>
        </w:tc>
        <w:tc>
          <w:tcPr>
            <w:tcW w:w="1617" w:type="dxa"/>
            <w:shd w:val="clear" w:color="auto" w:fill="FDE9D1" w:themeFill="accent6" w:themeFillTint="33"/>
          </w:tcPr>
          <w:p w14:paraId="47160F88" w14:textId="6396BEF0" w:rsidR="00D9001B" w:rsidRPr="0077137D" w:rsidRDefault="008B476A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  <w:tr w:rsidR="0043394B" w14:paraId="3DA4D2F8" w14:textId="73005BCC" w:rsidTr="0010782C">
        <w:tc>
          <w:tcPr>
            <w:tcW w:w="776" w:type="dxa"/>
          </w:tcPr>
          <w:p w14:paraId="179E566B" w14:textId="77777777" w:rsidR="00D9001B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</w:pPr>
            <w:r>
              <w:t>92</w:t>
            </w:r>
          </w:p>
        </w:tc>
        <w:tc>
          <w:tcPr>
            <w:tcW w:w="1510" w:type="dxa"/>
          </w:tcPr>
          <w:p w14:paraId="3065FE3F" w14:textId="77777777" w:rsidR="00D9001B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</w:pPr>
            <w:r>
              <w:t>viesti apteekille</w:t>
            </w:r>
          </w:p>
        </w:tc>
        <w:tc>
          <w:tcPr>
            <w:tcW w:w="758" w:type="dxa"/>
          </w:tcPr>
          <w:p w14:paraId="53D77347" w14:textId="77777777" w:rsidR="00D9001B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ST</w:t>
            </w:r>
          </w:p>
        </w:tc>
        <w:tc>
          <w:tcPr>
            <w:tcW w:w="1843" w:type="dxa"/>
          </w:tcPr>
          <w:p w14:paraId="0B6E5412" w14:textId="77777777" w:rsidR="00D9001B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 xml:space="preserve">&lt;value </w:t>
            </w:r>
            <w:proofErr w:type="spellStart"/>
            <w:r>
              <w:rPr>
                <w:lang w:val="en-GB"/>
              </w:rPr>
              <w:t>xsi:type</w:t>
            </w:r>
            <w:proofErr w:type="spellEnd"/>
            <w:r>
              <w:rPr>
                <w:lang w:val="en-GB"/>
              </w:rPr>
              <w:t>=”ST”</w:t>
            </w:r>
          </w:p>
          <w:p w14:paraId="229BF1E2" w14:textId="77777777" w:rsidR="00D9001B" w:rsidRPr="0077747B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 w:rsidRPr="0077747B">
              <w:rPr>
                <w:lang w:val="en-GB"/>
              </w:rPr>
              <w:t>&gt;</w:t>
            </w:r>
            <w:proofErr w:type="spellStart"/>
            <w:r w:rsidRPr="0077747B">
              <w:rPr>
                <w:lang w:val="en-GB"/>
              </w:rPr>
              <w:t>teksti</w:t>
            </w:r>
            <w:proofErr w:type="spellEnd"/>
            <w:r w:rsidRPr="0077747B">
              <w:rPr>
                <w:lang w:val="en-GB"/>
              </w:rPr>
              <w:t>&lt;/value&gt;</w:t>
            </w:r>
          </w:p>
        </w:tc>
        <w:tc>
          <w:tcPr>
            <w:tcW w:w="2126" w:type="dxa"/>
          </w:tcPr>
          <w:p w14:paraId="539B3F8B" w14:textId="77777777" w:rsidR="00D9001B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</w:pPr>
            <w:r>
              <w:t>13</w:t>
            </w:r>
          </w:p>
        </w:tc>
        <w:tc>
          <w:tcPr>
            <w:tcW w:w="1134" w:type="dxa"/>
          </w:tcPr>
          <w:p w14:paraId="05E1AC8A" w14:textId="29A3B749" w:rsidR="00D9001B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</w:pPr>
            <w:proofErr w:type="spellStart"/>
            <w:r>
              <w:t>max</w:t>
            </w:r>
            <w:proofErr w:type="spellEnd"/>
            <w:r w:rsidR="0043394B">
              <w:t xml:space="preserve"> </w:t>
            </w:r>
            <w:r>
              <w:t xml:space="preserve">200 </w:t>
            </w:r>
            <w:proofErr w:type="spellStart"/>
            <w:r>
              <w:t>mkiä</w:t>
            </w:r>
            <w:proofErr w:type="spellEnd"/>
          </w:p>
        </w:tc>
        <w:tc>
          <w:tcPr>
            <w:tcW w:w="1617" w:type="dxa"/>
            <w:shd w:val="clear" w:color="auto" w:fill="FDE9D1" w:themeFill="accent6" w:themeFillTint="33"/>
          </w:tcPr>
          <w:p w14:paraId="79ED923E" w14:textId="64210049" w:rsidR="002639CD" w:rsidRDefault="0043394B" w:rsidP="002639CD">
            <w:pPr>
              <w:pStyle w:val="Leipteksti"/>
            </w:pPr>
            <w:r w:rsidRPr="002639CD">
              <w:t xml:space="preserve">Tähän tuodaan valmisteen kansallinen tunniste ja nimi lähtömaassa, mikäli </w:t>
            </w:r>
            <w:r w:rsidR="002639CD">
              <w:t xml:space="preserve">saatu. </w:t>
            </w:r>
            <w:r w:rsidRPr="002639CD">
              <w:t xml:space="preserve">Lisäksi tuodaan ohjeet farmaseutille, mikäli </w:t>
            </w:r>
            <w:r w:rsidR="002639CD">
              <w:t>saatu.</w:t>
            </w:r>
          </w:p>
          <w:p w14:paraId="6114D90B" w14:textId="77777777" w:rsidR="002176DE" w:rsidRDefault="002176DE" w:rsidP="002639CD">
            <w:pPr>
              <w:pStyle w:val="Leipteksti"/>
            </w:pPr>
          </w:p>
          <w:p w14:paraId="6FCE92C6" w14:textId="1814DDDF" w:rsidR="00D9001B" w:rsidRDefault="002176DE" w:rsidP="002639CD">
            <w:pPr>
              <w:pStyle w:val="Leipteksti"/>
            </w:pPr>
            <w:r>
              <w:t>Sähköisessä reseptissä sallittu maksimipituus 200 merkkiä voi ylittyä.</w:t>
            </w:r>
          </w:p>
        </w:tc>
      </w:tr>
      <w:tr w:rsidR="0043394B" w14:paraId="1895E278" w14:textId="16A16497" w:rsidTr="0010782C">
        <w:tc>
          <w:tcPr>
            <w:tcW w:w="776" w:type="dxa"/>
          </w:tcPr>
          <w:p w14:paraId="773E4DB4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69</w:t>
            </w:r>
          </w:p>
          <w:p w14:paraId="2C37FBE3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</w:p>
        </w:tc>
        <w:tc>
          <w:tcPr>
            <w:tcW w:w="1510" w:type="dxa"/>
          </w:tcPr>
          <w:p w14:paraId="7AC6F2ED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erillisselvitys,</w:t>
            </w:r>
          </w:p>
          <w:p w14:paraId="3D626888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erillisselvitys-teksti</w:t>
            </w:r>
          </w:p>
        </w:tc>
        <w:tc>
          <w:tcPr>
            <w:tcW w:w="758" w:type="dxa"/>
          </w:tcPr>
          <w:p w14:paraId="0350FBC2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CE, ST</w:t>
            </w:r>
          </w:p>
        </w:tc>
        <w:tc>
          <w:tcPr>
            <w:tcW w:w="1843" w:type="dxa"/>
          </w:tcPr>
          <w:p w14:paraId="54D6E67D" w14:textId="40C93D10" w:rsidR="00D9001B" w:rsidRPr="008345AB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US"/>
              </w:rPr>
            </w:pPr>
            <w:r w:rsidRPr="008345AB">
              <w:rPr>
                <w:color w:val="A6A6A6" w:themeColor="background1" w:themeShade="A6"/>
                <w:lang w:val="en-US"/>
              </w:rPr>
              <w:t xml:space="preserve">&lt;value </w:t>
            </w:r>
            <w:proofErr w:type="spellStart"/>
            <w:r w:rsidRPr="008345AB">
              <w:rPr>
                <w:color w:val="A6A6A6" w:themeColor="background1" w:themeShade="A6"/>
                <w:lang w:val="en-US"/>
              </w:rPr>
              <w:t>xsi:type</w:t>
            </w:r>
            <w:proofErr w:type="spellEnd"/>
            <w:r w:rsidRPr="008345AB">
              <w:rPr>
                <w:color w:val="A6A6A6" w:themeColor="background1" w:themeShade="A6"/>
                <w:lang w:val="en-US"/>
              </w:rPr>
              <w:t xml:space="preserve">=”CE” code=”” </w:t>
            </w:r>
            <w:proofErr w:type="spellStart"/>
            <w:r w:rsidR="0043394B" w:rsidRPr="008345AB">
              <w:rPr>
                <w:color w:val="A6A6A6" w:themeColor="background1" w:themeShade="A6"/>
                <w:lang w:val="en-US"/>
              </w:rPr>
              <w:t>c</w:t>
            </w:r>
            <w:r w:rsidRPr="008345AB">
              <w:rPr>
                <w:color w:val="A6A6A6" w:themeColor="background1" w:themeShade="A6"/>
                <w:lang w:val="en-US"/>
              </w:rPr>
              <w:t>odeSystem</w:t>
            </w:r>
            <w:proofErr w:type="spellEnd"/>
            <w:r w:rsidRPr="008345AB">
              <w:rPr>
                <w:color w:val="A6A6A6" w:themeColor="background1" w:themeShade="A6"/>
                <w:lang w:val="en-US"/>
              </w:rPr>
              <w:t>=”</w:t>
            </w:r>
          </w:p>
          <w:p w14:paraId="53553F46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1.2.246.537.6.57.</w:t>
            </w:r>
          </w:p>
          <w:p w14:paraId="08694690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2004”&gt;</w:t>
            </w:r>
          </w:p>
        </w:tc>
        <w:tc>
          <w:tcPr>
            <w:tcW w:w="2126" w:type="dxa"/>
          </w:tcPr>
          <w:p w14:paraId="49C4A587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 xml:space="preserve">12 </w:t>
            </w:r>
          </w:p>
          <w:p w14:paraId="180F141F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Erillisselvityskoodit ja –tekstit löytyvät Lääketietokannasta. Lisäksi</w:t>
            </w:r>
          </w:p>
          <w:p w14:paraId="76D89C8B" w14:textId="3E4AF95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proofErr w:type="spellStart"/>
            <w:r w:rsidRPr="0077137D">
              <w:rPr>
                <w:color w:val="A6A6A6" w:themeColor="background1" w:themeShade="A6"/>
              </w:rPr>
              <w:t>Observation</w:t>
            </w:r>
            <w:proofErr w:type="spellEnd"/>
            <w:r w:rsidRPr="0077137D">
              <w:rPr>
                <w:color w:val="A6A6A6" w:themeColor="background1" w:themeShade="A6"/>
              </w:rPr>
              <w:t>.</w:t>
            </w:r>
            <w:r w:rsidR="0043394B" w:rsidRPr="0077137D">
              <w:rPr>
                <w:color w:val="A6A6A6" w:themeColor="background1" w:themeShade="A6"/>
              </w:rPr>
              <w:t xml:space="preserve"> </w:t>
            </w:r>
            <w:proofErr w:type="spellStart"/>
            <w:r w:rsidRPr="0077137D">
              <w:rPr>
                <w:color w:val="A6A6A6" w:themeColor="background1" w:themeShade="A6"/>
              </w:rPr>
              <w:t>text</w:t>
            </w:r>
            <w:proofErr w:type="spellEnd"/>
            <w:r w:rsidRPr="0077137D">
              <w:rPr>
                <w:color w:val="A6A6A6" w:themeColor="background1" w:themeShade="A6"/>
              </w:rPr>
              <w:t>-elementissä erillisselvitys-teksti</w:t>
            </w:r>
          </w:p>
        </w:tc>
        <w:tc>
          <w:tcPr>
            <w:tcW w:w="1134" w:type="dxa"/>
          </w:tcPr>
          <w:p w14:paraId="6EFA6F8A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proofErr w:type="spellStart"/>
            <w:r w:rsidRPr="0077137D">
              <w:rPr>
                <w:color w:val="A6A6A6" w:themeColor="background1" w:themeShade="A6"/>
              </w:rPr>
              <w:t>max</w:t>
            </w:r>
            <w:proofErr w:type="spellEnd"/>
            <w:r w:rsidRPr="0077137D">
              <w:rPr>
                <w:color w:val="A6A6A6" w:themeColor="background1" w:themeShade="A6"/>
              </w:rPr>
              <w:t xml:space="preserve"> 80 </w:t>
            </w:r>
            <w:proofErr w:type="spellStart"/>
            <w:r w:rsidRPr="0077137D">
              <w:rPr>
                <w:color w:val="A6A6A6" w:themeColor="background1" w:themeShade="A6"/>
              </w:rPr>
              <w:t>mkiä</w:t>
            </w:r>
            <w:proofErr w:type="spellEnd"/>
          </w:p>
        </w:tc>
        <w:tc>
          <w:tcPr>
            <w:tcW w:w="1617" w:type="dxa"/>
            <w:shd w:val="clear" w:color="auto" w:fill="FDE9D1" w:themeFill="accent6" w:themeFillTint="33"/>
          </w:tcPr>
          <w:p w14:paraId="489CB585" w14:textId="0CEF2E2D" w:rsidR="00D9001B" w:rsidRPr="0077137D" w:rsidRDefault="0043394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Ei käytössä.</w:t>
            </w:r>
          </w:p>
        </w:tc>
      </w:tr>
      <w:tr w:rsidR="0043394B" w14:paraId="339960F2" w14:textId="234510F3" w:rsidTr="0010782C">
        <w:tc>
          <w:tcPr>
            <w:tcW w:w="776" w:type="dxa"/>
          </w:tcPr>
          <w:p w14:paraId="491DC745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lastRenderedPageBreak/>
              <w:t>117</w:t>
            </w:r>
          </w:p>
        </w:tc>
        <w:tc>
          <w:tcPr>
            <w:tcW w:w="1510" w:type="dxa"/>
          </w:tcPr>
          <w:p w14:paraId="16728C51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potilaan tunnistaminen</w:t>
            </w:r>
          </w:p>
        </w:tc>
        <w:tc>
          <w:tcPr>
            <w:tcW w:w="758" w:type="dxa"/>
          </w:tcPr>
          <w:p w14:paraId="437DC8A1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CE,ST</w:t>
            </w:r>
          </w:p>
        </w:tc>
        <w:tc>
          <w:tcPr>
            <w:tcW w:w="1843" w:type="dxa"/>
          </w:tcPr>
          <w:p w14:paraId="4B86B416" w14:textId="77777777" w:rsidR="00D9001B" w:rsidRPr="00DA737F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US"/>
              </w:rPr>
            </w:pPr>
            <w:r w:rsidRPr="00DA737F">
              <w:rPr>
                <w:color w:val="A6A6A6" w:themeColor="background1" w:themeShade="A6"/>
                <w:lang w:val="en-US"/>
              </w:rPr>
              <w:t xml:space="preserve">&lt;value </w:t>
            </w:r>
            <w:proofErr w:type="spellStart"/>
            <w:r w:rsidRPr="00DA737F">
              <w:rPr>
                <w:color w:val="A6A6A6" w:themeColor="background1" w:themeShade="A6"/>
                <w:lang w:val="en-US"/>
              </w:rPr>
              <w:t>xsi:type</w:t>
            </w:r>
            <w:proofErr w:type="spellEnd"/>
            <w:r w:rsidRPr="00DA737F">
              <w:rPr>
                <w:color w:val="A6A6A6" w:themeColor="background1" w:themeShade="A6"/>
                <w:lang w:val="en-US"/>
              </w:rPr>
              <w:t xml:space="preserve">=”CE” code=”” </w:t>
            </w:r>
            <w:proofErr w:type="spellStart"/>
            <w:r w:rsidRPr="00DA737F">
              <w:rPr>
                <w:color w:val="A6A6A6" w:themeColor="background1" w:themeShade="A6"/>
                <w:lang w:val="en-US"/>
              </w:rPr>
              <w:t>codeSystem</w:t>
            </w:r>
            <w:proofErr w:type="spellEnd"/>
            <w:r w:rsidRPr="00DA737F">
              <w:rPr>
                <w:color w:val="A6A6A6" w:themeColor="background1" w:themeShade="A6"/>
                <w:lang w:val="en-US"/>
              </w:rPr>
              <w:t>=”</w:t>
            </w:r>
          </w:p>
          <w:p w14:paraId="09B7838A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1.2.246.537.5.</w:t>
            </w:r>
          </w:p>
          <w:p w14:paraId="603E0CEA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40109.2006”&gt;</w:t>
            </w:r>
          </w:p>
        </w:tc>
        <w:tc>
          <w:tcPr>
            <w:tcW w:w="2126" w:type="dxa"/>
          </w:tcPr>
          <w:p w14:paraId="57F9DD98" w14:textId="5541DECE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proofErr w:type="spellStart"/>
            <w:r w:rsidRPr="0077137D">
              <w:rPr>
                <w:color w:val="A6A6A6" w:themeColor="background1" w:themeShade="A6"/>
              </w:rPr>
              <w:t>Observation.text</w:t>
            </w:r>
            <w:proofErr w:type="spellEnd"/>
            <w:r w:rsidRPr="0077137D">
              <w:rPr>
                <w:color w:val="A6A6A6" w:themeColor="background1" w:themeShade="A6"/>
              </w:rPr>
              <w:t>-elementissä selvitysteksti, jos tunnistamisen koodi on 9=muu.</w:t>
            </w:r>
            <w:r w:rsidR="0043394B" w:rsidRPr="0077137D">
              <w:rPr>
                <w:color w:val="A6A6A6" w:themeColor="background1" w:themeShade="A6"/>
              </w:rPr>
              <w:t xml:space="preserve"> </w:t>
            </w:r>
            <w:r w:rsidRPr="0077137D">
              <w:rPr>
                <w:color w:val="A6A6A6" w:themeColor="background1" w:themeShade="A6"/>
              </w:rPr>
              <w:t>Tämä kenttä tarvitaan, koska huumausaine-resepteissä potilas pitää tunnistaa.</w:t>
            </w:r>
          </w:p>
        </w:tc>
        <w:tc>
          <w:tcPr>
            <w:tcW w:w="1134" w:type="dxa"/>
          </w:tcPr>
          <w:p w14:paraId="27B70722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proofErr w:type="spellStart"/>
            <w:r w:rsidRPr="0077137D">
              <w:rPr>
                <w:color w:val="A6A6A6" w:themeColor="background1" w:themeShade="A6"/>
              </w:rPr>
              <w:t>max</w:t>
            </w:r>
            <w:proofErr w:type="spellEnd"/>
            <w:r w:rsidRPr="0077137D">
              <w:rPr>
                <w:color w:val="A6A6A6" w:themeColor="background1" w:themeShade="A6"/>
              </w:rPr>
              <w:t xml:space="preserve"> 50 </w:t>
            </w:r>
            <w:proofErr w:type="spellStart"/>
            <w:r w:rsidRPr="0077137D">
              <w:rPr>
                <w:color w:val="A6A6A6" w:themeColor="background1" w:themeShade="A6"/>
              </w:rPr>
              <w:t>mkiä</w:t>
            </w:r>
            <w:proofErr w:type="spellEnd"/>
          </w:p>
        </w:tc>
        <w:tc>
          <w:tcPr>
            <w:tcW w:w="1617" w:type="dxa"/>
            <w:shd w:val="clear" w:color="auto" w:fill="FDE9D1" w:themeFill="accent6" w:themeFillTint="33"/>
          </w:tcPr>
          <w:p w14:paraId="2BA8000A" w14:textId="0302D599" w:rsidR="00D9001B" w:rsidRPr="0077137D" w:rsidRDefault="002639CD" w:rsidP="002639CD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Ei käytössä.</w:t>
            </w:r>
          </w:p>
        </w:tc>
      </w:tr>
      <w:tr w:rsidR="0043394B" w14:paraId="62906E5F" w14:textId="090319D9" w:rsidTr="0010782C">
        <w:tc>
          <w:tcPr>
            <w:tcW w:w="776" w:type="dxa"/>
          </w:tcPr>
          <w:p w14:paraId="1E28E33B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119</w:t>
            </w:r>
          </w:p>
        </w:tc>
        <w:tc>
          <w:tcPr>
            <w:tcW w:w="1510" w:type="dxa"/>
          </w:tcPr>
          <w:p w14:paraId="21A21492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PKV-lääkemääräys</w:t>
            </w:r>
          </w:p>
        </w:tc>
        <w:tc>
          <w:tcPr>
            <w:tcW w:w="758" w:type="dxa"/>
          </w:tcPr>
          <w:p w14:paraId="61FBD91D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CE</w:t>
            </w:r>
          </w:p>
        </w:tc>
        <w:tc>
          <w:tcPr>
            <w:tcW w:w="1843" w:type="dxa"/>
          </w:tcPr>
          <w:p w14:paraId="15C51098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 xml:space="preserve">&lt;value </w:t>
            </w:r>
            <w:proofErr w:type="spellStart"/>
            <w:r w:rsidRPr="0077137D">
              <w:rPr>
                <w:color w:val="A6A6A6" w:themeColor="background1" w:themeShade="A6"/>
                <w:lang w:val="en-GB"/>
              </w:rPr>
              <w:t>xsi:type</w:t>
            </w:r>
            <w:proofErr w:type="spellEnd"/>
            <w:r w:rsidRPr="0077137D">
              <w:rPr>
                <w:color w:val="A6A6A6" w:themeColor="background1" w:themeShade="A6"/>
                <w:lang w:val="en-GB"/>
              </w:rPr>
              <w:t xml:space="preserve">=”CE” code=”” </w:t>
            </w:r>
            <w:proofErr w:type="spellStart"/>
            <w:r w:rsidRPr="0077137D">
              <w:rPr>
                <w:color w:val="A6A6A6" w:themeColor="background1" w:themeShade="A6"/>
                <w:lang w:val="en-GB"/>
              </w:rPr>
              <w:t>codeSystem</w:t>
            </w:r>
            <w:proofErr w:type="spellEnd"/>
            <w:r w:rsidRPr="0077137D">
              <w:rPr>
                <w:color w:val="A6A6A6" w:themeColor="background1" w:themeShade="A6"/>
                <w:lang w:val="en-GB"/>
              </w:rPr>
              <w:t>=”</w:t>
            </w:r>
          </w:p>
          <w:p w14:paraId="441A4FA4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1.2.246.537.5.</w:t>
            </w:r>
          </w:p>
          <w:p w14:paraId="406E17CD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40118.2006”&gt;</w:t>
            </w:r>
          </w:p>
        </w:tc>
        <w:tc>
          <w:tcPr>
            <w:tcW w:w="2126" w:type="dxa"/>
          </w:tcPr>
          <w:p w14:paraId="5A93E96A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Tieto siitä, onko kyseessä PKV-lääke</w:t>
            </w:r>
          </w:p>
        </w:tc>
        <w:tc>
          <w:tcPr>
            <w:tcW w:w="1134" w:type="dxa"/>
          </w:tcPr>
          <w:p w14:paraId="776E6E75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</w:p>
        </w:tc>
        <w:tc>
          <w:tcPr>
            <w:tcW w:w="1617" w:type="dxa"/>
            <w:shd w:val="clear" w:color="auto" w:fill="FDE9D1" w:themeFill="accent6" w:themeFillTint="33"/>
          </w:tcPr>
          <w:p w14:paraId="5703564C" w14:textId="1A20D110" w:rsidR="00D9001B" w:rsidRPr="0077137D" w:rsidRDefault="008B476A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  <w:tr w:rsidR="0043394B" w:rsidRPr="004818BA" w14:paraId="59B42940" w14:textId="15860E7A" w:rsidTr="0010782C">
        <w:tc>
          <w:tcPr>
            <w:tcW w:w="776" w:type="dxa"/>
          </w:tcPr>
          <w:p w14:paraId="59E713B1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123</w:t>
            </w:r>
          </w:p>
        </w:tc>
        <w:tc>
          <w:tcPr>
            <w:tcW w:w="1510" w:type="dxa"/>
          </w:tcPr>
          <w:p w14:paraId="10EB5DB2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potilas kieltäytynyt potilasohjeen tulostamisesta</w:t>
            </w:r>
          </w:p>
        </w:tc>
        <w:tc>
          <w:tcPr>
            <w:tcW w:w="758" w:type="dxa"/>
          </w:tcPr>
          <w:p w14:paraId="30763AD3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BL</w:t>
            </w:r>
          </w:p>
        </w:tc>
        <w:tc>
          <w:tcPr>
            <w:tcW w:w="1843" w:type="dxa"/>
          </w:tcPr>
          <w:p w14:paraId="42BB7D3B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US"/>
              </w:rPr>
            </w:pPr>
            <w:r w:rsidRPr="0077137D">
              <w:rPr>
                <w:color w:val="A6A6A6" w:themeColor="background1" w:themeShade="A6"/>
                <w:lang w:val="en-US"/>
              </w:rPr>
              <w:t xml:space="preserve">&lt;value </w:t>
            </w:r>
            <w:proofErr w:type="spellStart"/>
            <w:r w:rsidRPr="0077137D">
              <w:rPr>
                <w:color w:val="A6A6A6" w:themeColor="background1" w:themeShade="A6"/>
                <w:lang w:val="en-US"/>
              </w:rPr>
              <w:t>xsi:type</w:t>
            </w:r>
            <w:proofErr w:type="spellEnd"/>
            <w:r w:rsidRPr="0077137D">
              <w:rPr>
                <w:color w:val="A6A6A6" w:themeColor="background1" w:themeShade="A6"/>
                <w:lang w:val="en-US"/>
              </w:rPr>
              <w:t>=”BL”</w:t>
            </w:r>
          </w:p>
          <w:p w14:paraId="2DC00C56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US"/>
              </w:rPr>
            </w:pPr>
            <w:r w:rsidRPr="0077137D">
              <w:rPr>
                <w:color w:val="A6A6A6" w:themeColor="background1" w:themeShade="A6"/>
                <w:lang w:val="en-US"/>
              </w:rPr>
              <w:t>value=”false”/&gt;</w:t>
            </w:r>
          </w:p>
        </w:tc>
        <w:tc>
          <w:tcPr>
            <w:tcW w:w="2126" w:type="dxa"/>
          </w:tcPr>
          <w:p w14:paraId="3BA61928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POISTETTU</w:t>
            </w:r>
          </w:p>
        </w:tc>
        <w:tc>
          <w:tcPr>
            <w:tcW w:w="1134" w:type="dxa"/>
          </w:tcPr>
          <w:p w14:paraId="6E1FEC2B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</w:p>
        </w:tc>
        <w:tc>
          <w:tcPr>
            <w:tcW w:w="1617" w:type="dxa"/>
            <w:shd w:val="clear" w:color="auto" w:fill="FDE9D1" w:themeFill="accent6" w:themeFillTint="33"/>
          </w:tcPr>
          <w:p w14:paraId="52E62979" w14:textId="13832204" w:rsidR="00D9001B" w:rsidRPr="0077137D" w:rsidRDefault="008B476A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  <w:tr w:rsidR="0043394B" w:rsidRPr="0077747B" w14:paraId="3329BC1E" w14:textId="1F2102F1" w:rsidTr="0010782C">
        <w:tc>
          <w:tcPr>
            <w:tcW w:w="776" w:type="dxa"/>
          </w:tcPr>
          <w:p w14:paraId="6F9F715C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68</w:t>
            </w:r>
          </w:p>
        </w:tc>
        <w:tc>
          <w:tcPr>
            <w:tcW w:w="1510" w:type="dxa"/>
          </w:tcPr>
          <w:p w14:paraId="52CCD2F4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pysyvä lääkitys</w:t>
            </w:r>
          </w:p>
        </w:tc>
        <w:tc>
          <w:tcPr>
            <w:tcW w:w="758" w:type="dxa"/>
          </w:tcPr>
          <w:p w14:paraId="16C5B049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>BL</w:t>
            </w:r>
          </w:p>
        </w:tc>
        <w:tc>
          <w:tcPr>
            <w:tcW w:w="1843" w:type="dxa"/>
          </w:tcPr>
          <w:p w14:paraId="3908AB99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 xml:space="preserve">&lt;value </w:t>
            </w:r>
            <w:proofErr w:type="spellStart"/>
            <w:r w:rsidRPr="0077137D">
              <w:rPr>
                <w:color w:val="A6A6A6" w:themeColor="background1" w:themeShade="A6"/>
                <w:lang w:val="en-GB"/>
              </w:rPr>
              <w:t>xsi:type</w:t>
            </w:r>
            <w:proofErr w:type="spellEnd"/>
            <w:r w:rsidRPr="0077137D">
              <w:rPr>
                <w:color w:val="A6A6A6" w:themeColor="background1" w:themeShade="A6"/>
                <w:lang w:val="en-GB"/>
              </w:rPr>
              <w:t>=”BL”</w:t>
            </w:r>
          </w:p>
          <w:p w14:paraId="1CABE693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>value=”false”/&gt;</w:t>
            </w:r>
          </w:p>
        </w:tc>
        <w:tc>
          <w:tcPr>
            <w:tcW w:w="2126" w:type="dxa"/>
          </w:tcPr>
          <w:p w14:paraId="09B94EA7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</w:p>
        </w:tc>
        <w:tc>
          <w:tcPr>
            <w:tcW w:w="1134" w:type="dxa"/>
          </w:tcPr>
          <w:p w14:paraId="250B0774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</w:p>
        </w:tc>
        <w:tc>
          <w:tcPr>
            <w:tcW w:w="1617" w:type="dxa"/>
            <w:shd w:val="clear" w:color="auto" w:fill="FDE9D1" w:themeFill="accent6" w:themeFillTint="33"/>
          </w:tcPr>
          <w:p w14:paraId="507AA507" w14:textId="22C74263" w:rsidR="00D9001B" w:rsidRPr="0077137D" w:rsidRDefault="008B476A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  <w:tr w:rsidR="0043394B" w14:paraId="20D98799" w14:textId="0865211A" w:rsidTr="0010782C">
        <w:tc>
          <w:tcPr>
            <w:tcW w:w="776" w:type="dxa"/>
          </w:tcPr>
          <w:p w14:paraId="63228F9B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129</w:t>
            </w:r>
          </w:p>
        </w:tc>
        <w:tc>
          <w:tcPr>
            <w:tcW w:w="1510" w:type="dxa"/>
          </w:tcPr>
          <w:p w14:paraId="3FEC1CCD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kyseessä lääkkeen käytön aloitus</w:t>
            </w:r>
          </w:p>
        </w:tc>
        <w:tc>
          <w:tcPr>
            <w:tcW w:w="758" w:type="dxa"/>
          </w:tcPr>
          <w:p w14:paraId="6019C91A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>BL</w:t>
            </w:r>
          </w:p>
        </w:tc>
        <w:tc>
          <w:tcPr>
            <w:tcW w:w="1843" w:type="dxa"/>
          </w:tcPr>
          <w:p w14:paraId="5844C21C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 xml:space="preserve">&lt;value </w:t>
            </w:r>
            <w:proofErr w:type="spellStart"/>
            <w:r w:rsidRPr="0077137D">
              <w:rPr>
                <w:color w:val="A6A6A6" w:themeColor="background1" w:themeShade="A6"/>
                <w:lang w:val="en-GB"/>
              </w:rPr>
              <w:t>xsi:type</w:t>
            </w:r>
            <w:proofErr w:type="spellEnd"/>
            <w:r w:rsidRPr="0077137D">
              <w:rPr>
                <w:color w:val="A6A6A6" w:themeColor="background1" w:themeShade="A6"/>
                <w:lang w:val="en-GB"/>
              </w:rPr>
              <w:t>=”BL”</w:t>
            </w:r>
          </w:p>
          <w:p w14:paraId="60D799F1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>value=”false”/&gt;</w:t>
            </w:r>
          </w:p>
        </w:tc>
        <w:tc>
          <w:tcPr>
            <w:tcW w:w="2126" w:type="dxa"/>
          </w:tcPr>
          <w:p w14:paraId="4A39905C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</w:p>
        </w:tc>
        <w:tc>
          <w:tcPr>
            <w:tcW w:w="1134" w:type="dxa"/>
          </w:tcPr>
          <w:p w14:paraId="1D640326" w14:textId="77777777" w:rsidR="00D9001B" w:rsidRPr="0077137D" w:rsidRDefault="00D9001B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</w:p>
        </w:tc>
        <w:tc>
          <w:tcPr>
            <w:tcW w:w="1617" w:type="dxa"/>
            <w:shd w:val="clear" w:color="auto" w:fill="FDE9D1" w:themeFill="accent6" w:themeFillTint="33"/>
          </w:tcPr>
          <w:p w14:paraId="2AB38D75" w14:textId="428FD693" w:rsidR="00D9001B" w:rsidRPr="0077137D" w:rsidRDefault="008B476A" w:rsidP="0043394B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  <w:tr w:rsidR="004170A4" w:rsidRPr="002D6855" w14:paraId="6382392D" w14:textId="25A4224D" w:rsidTr="0010782C">
        <w:tc>
          <w:tcPr>
            <w:tcW w:w="776" w:type="dxa"/>
          </w:tcPr>
          <w:p w14:paraId="5433B44D" w14:textId="77777777" w:rsidR="004170A4" w:rsidRPr="007A7964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A7964">
              <w:rPr>
                <w:color w:val="A6A6A6" w:themeColor="background1" w:themeShade="A6"/>
                <w:lang w:val="en-GB"/>
              </w:rPr>
              <w:t>132</w:t>
            </w:r>
          </w:p>
        </w:tc>
        <w:tc>
          <w:tcPr>
            <w:tcW w:w="1510" w:type="dxa"/>
          </w:tcPr>
          <w:p w14:paraId="5E98BEE5" w14:textId="77777777" w:rsidR="004170A4" w:rsidRPr="007A7964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proofErr w:type="spellStart"/>
            <w:r w:rsidRPr="007A7964">
              <w:rPr>
                <w:color w:val="A6A6A6" w:themeColor="background1" w:themeShade="A6"/>
                <w:lang w:val="en-GB"/>
              </w:rPr>
              <w:t>huume</w:t>
            </w:r>
            <w:proofErr w:type="spellEnd"/>
          </w:p>
        </w:tc>
        <w:tc>
          <w:tcPr>
            <w:tcW w:w="758" w:type="dxa"/>
          </w:tcPr>
          <w:p w14:paraId="24E037A0" w14:textId="77777777" w:rsidR="004170A4" w:rsidRPr="007A7964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A7964">
              <w:rPr>
                <w:color w:val="A6A6A6" w:themeColor="background1" w:themeShade="A6"/>
                <w:lang w:val="en-GB"/>
              </w:rPr>
              <w:t>BL</w:t>
            </w:r>
          </w:p>
        </w:tc>
        <w:tc>
          <w:tcPr>
            <w:tcW w:w="1843" w:type="dxa"/>
          </w:tcPr>
          <w:p w14:paraId="48C2C632" w14:textId="77777777" w:rsidR="004170A4" w:rsidRPr="007A7964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A7964">
              <w:rPr>
                <w:color w:val="A6A6A6" w:themeColor="background1" w:themeShade="A6"/>
                <w:lang w:val="en-GB"/>
              </w:rPr>
              <w:t xml:space="preserve">&lt;value </w:t>
            </w:r>
            <w:proofErr w:type="spellStart"/>
            <w:r w:rsidRPr="007A7964">
              <w:rPr>
                <w:color w:val="A6A6A6" w:themeColor="background1" w:themeShade="A6"/>
                <w:lang w:val="en-GB"/>
              </w:rPr>
              <w:t>xsi:type</w:t>
            </w:r>
            <w:proofErr w:type="spellEnd"/>
            <w:r w:rsidRPr="007A7964">
              <w:rPr>
                <w:color w:val="A6A6A6" w:themeColor="background1" w:themeShade="A6"/>
                <w:lang w:val="en-GB"/>
              </w:rPr>
              <w:t>=”BL”</w:t>
            </w:r>
          </w:p>
          <w:p w14:paraId="733A5A88" w14:textId="77777777" w:rsidR="004170A4" w:rsidRPr="007A7964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A7964">
              <w:rPr>
                <w:color w:val="A6A6A6" w:themeColor="background1" w:themeShade="A6"/>
                <w:lang w:val="en-GB"/>
              </w:rPr>
              <w:t>value=”false”/&gt;</w:t>
            </w:r>
          </w:p>
        </w:tc>
        <w:tc>
          <w:tcPr>
            <w:tcW w:w="2126" w:type="dxa"/>
          </w:tcPr>
          <w:p w14:paraId="20B0029A" w14:textId="77777777" w:rsidR="004170A4" w:rsidRPr="007A7964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</w:p>
        </w:tc>
        <w:tc>
          <w:tcPr>
            <w:tcW w:w="1134" w:type="dxa"/>
          </w:tcPr>
          <w:p w14:paraId="1B6096B4" w14:textId="77777777" w:rsidR="004170A4" w:rsidRPr="007A7964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</w:p>
        </w:tc>
        <w:tc>
          <w:tcPr>
            <w:tcW w:w="1617" w:type="dxa"/>
            <w:shd w:val="clear" w:color="auto" w:fill="FDE9D1" w:themeFill="accent6" w:themeFillTint="33"/>
          </w:tcPr>
          <w:p w14:paraId="24C497AD" w14:textId="338CB877" w:rsidR="004170A4" w:rsidRPr="002D6855" w:rsidRDefault="008B476A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  <w:tr w:rsidR="004170A4" w:rsidRPr="001B4177" w14:paraId="4D907D6D" w14:textId="6603F974" w:rsidTr="0010782C">
        <w:tc>
          <w:tcPr>
            <w:tcW w:w="776" w:type="dxa"/>
          </w:tcPr>
          <w:p w14:paraId="15D85F9F" w14:textId="77777777" w:rsidR="004170A4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169</w:t>
            </w:r>
          </w:p>
        </w:tc>
        <w:tc>
          <w:tcPr>
            <w:tcW w:w="1510" w:type="dxa"/>
          </w:tcPr>
          <w:p w14:paraId="28D91C4C" w14:textId="77777777" w:rsidR="004170A4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reseptin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laji</w:t>
            </w:r>
            <w:proofErr w:type="spellEnd"/>
          </w:p>
        </w:tc>
        <w:tc>
          <w:tcPr>
            <w:tcW w:w="758" w:type="dxa"/>
          </w:tcPr>
          <w:p w14:paraId="2C1F58AA" w14:textId="77777777" w:rsidR="004170A4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CE</w:t>
            </w:r>
          </w:p>
        </w:tc>
        <w:tc>
          <w:tcPr>
            <w:tcW w:w="1843" w:type="dxa"/>
          </w:tcPr>
          <w:p w14:paraId="49994F6B" w14:textId="77777777" w:rsidR="004170A4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 xml:space="preserve">&lt;value </w:t>
            </w:r>
            <w:proofErr w:type="spellStart"/>
            <w:r>
              <w:rPr>
                <w:lang w:val="en-GB"/>
              </w:rPr>
              <w:t>xsi:type</w:t>
            </w:r>
            <w:proofErr w:type="spellEnd"/>
            <w:r>
              <w:rPr>
                <w:lang w:val="en-GB"/>
              </w:rPr>
              <w:t xml:space="preserve">=”CE” code=”” </w:t>
            </w:r>
            <w:proofErr w:type="spellStart"/>
            <w:r>
              <w:rPr>
                <w:lang w:val="en-GB"/>
              </w:rPr>
              <w:t>codeSystem</w:t>
            </w:r>
            <w:proofErr w:type="spellEnd"/>
            <w:r>
              <w:rPr>
                <w:lang w:val="en-GB"/>
              </w:rPr>
              <w:t>=”</w:t>
            </w:r>
          </w:p>
          <w:p w14:paraId="198897A9" w14:textId="77777777" w:rsidR="004170A4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 w:rsidRPr="002D6855">
              <w:rPr>
                <w:lang w:val="en-GB"/>
              </w:rPr>
              <w:t>1.2.246.537.6.605.2014”&gt;</w:t>
            </w:r>
          </w:p>
        </w:tc>
        <w:tc>
          <w:tcPr>
            <w:tcW w:w="2126" w:type="dxa"/>
          </w:tcPr>
          <w:p w14:paraId="282EF56E" w14:textId="77777777" w:rsidR="004170A4" w:rsidRPr="001B4177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</w:pPr>
            <w:r w:rsidRPr="00DA737F">
              <w:t>Toimitetaanko lääke apteekista, sairaa</w:t>
            </w:r>
            <w:r>
              <w:t>la-apteekista tai ulkomaan osto, pakollinen tieto</w:t>
            </w:r>
          </w:p>
        </w:tc>
        <w:tc>
          <w:tcPr>
            <w:tcW w:w="1134" w:type="dxa"/>
          </w:tcPr>
          <w:p w14:paraId="2C8A37EE" w14:textId="77777777" w:rsidR="004170A4" w:rsidRPr="001B4177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</w:pPr>
          </w:p>
        </w:tc>
        <w:tc>
          <w:tcPr>
            <w:tcW w:w="1617" w:type="dxa"/>
            <w:shd w:val="clear" w:color="auto" w:fill="FDE9D1" w:themeFill="accent6" w:themeFillTint="33"/>
          </w:tcPr>
          <w:p w14:paraId="4185BEB1" w14:textId="018DF022" w:rsidR="004170A4" w:rsidRPr="001B4177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</w:pPr>
            <w:r>
              <w:t>Aina ”1”.</w:t>
            </w:r>
          </w:p>
        </w:tc>
      </w:tr>
      <w:tr w:rsidR="004170A4" w:rsidRPr="0043394B" w14:paraId="5B9EFB4F" w14:textId="0E7C1D9D" w:rsidTr="0010782C">
        <w:tc>
          <w:tcPr>
            <w:tcW w:w="776" w:type="dxa"/>
          </w:tcPr>
          <w:p w14:paraId="3B28A1E1" w14:textId="77777777" w:rsidR="004170A4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75</w:t>
            </w:r>
          </w:p>
        </w:tc>
        <w:tc>
          <w:tcPr>
            <w:tcW w:w="1510" w:type="dxa"/>
          </w:tcPr>
          <w:p w14:paraId="20D70211" w14:textId="77777777" w:rsidR="004170A4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uudistamiskielto</w:t>
            </w:r>
            <w:proofErr w:type="spellEnd"/>
          </w:p>
        </w:tc>
        <w:tc>
          <w:tcPr>
            <w:tcW w:w="758" w:type="dxa"/>
          </w:tcPr>
          <w:p w14:paraId="73770B08" w14:textId="77777777" w:rsidR="004170A4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BL</w:t>
            </w:r>
          </w:p>
        </w:tc>
        <w:tc>
          <w:tcPr>
            <w:tcW w:w="1843" w:type="dxa"/>
          </w:tcPr>
          <w:p w14:paraId="38EF2F56" w14:textId="77777777" w:rsidR="004170A4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 xml:space="preserve">&lt;value </w:t>
            </w:r>
            <w:proofErr w:type="spellStart"/>
            <w:r>
              <w:rPr>
                <w:lang w:val="en-GB"/>
              </w:rPr>
              <w:t>xsi:type</w:t>
            </w:r>
            <w:proofErr w:type="spellEnd"/>
            <w:r>
              <w:rPr>
                <w:lang w:val="en-GB"/>
              </w:rPr>
              <w:t>=”BL”</w:t>
            </w:r>
          </w:p>
          <w:p w14:paraId="4AF7D2C7" w14:textId="77777777" w:rsidR="004170A4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 w:rsidRPr="0077747B">
              <w:rPr>
                <w:lang w:val="en-GB"/>
              </w:rPr>
              <w:t>value=”false”/&gt;</w:t>
            </w:r>
          </w:p>
        </w:tc>
        <w:tc>
          <w:tcPr>
            <w:tcW w:w="2126" w:type="dxa"/>
          </w:tcPr>
          <w:p w14:paraId="205E02A6" w14:textId="77777777" w:rsidR="004170A4" w:rsidRPr="00480DBB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lang w:val="en-US"/>
              </w:rPr>
            </w:pPr>
          </w:p>
        </w:tc>
        <w:tc>
          <w:tcPr>
            <w:tcW w:w="1134" w:type="dxa"/>
          </w:tcPr>
          <w:p w14:paraId="5198526D" w14:textId="77777777" w:rsidR="004170A4" w:rsidRPr="00480DBB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lang w:val="en-US"/>
              </w:rPr>
            </w:pPr>
          </w:p>
        </w:tc>
        <w:tc>
          <w:tcPr>
            <w:tcW w:w="1617" w:type="dxa"/>
            <w:shd w:val="clear" w:color="auto" w:fill="FDE9D1" w:themeFill="accent6" w:themeFillTint="33"/>
          </w:tcPr>
          <w:p w14:paraId="26C199B0" w14:textId="436CDDB3" w:rsidR="004170A4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43394B">
              <w:rPr>
                <w:color w:val="000000"/>
                <w:szCs w:val="20"/>
              </w:rPr>
              <w:t>Rajat ylittävässä reseptissä ei tueta reseptien uusimista Suomessa.</w:t>
            </w:r>
            <w:r w:rsidR="008B476A">
              <w:rPr>
                <w:color w:val="000000"/>
                <w:szCs w:val="20"/>
              </w:rPr>
              <w:t xml:space="preserve"> </w:t>
            </w:r>
            <w:r w:rsidR="008B476A" w:rsidRPr="0043394B">
              <w:t xml:space="preserve">Aina </w:t>
            </w:r>
            <w:r w:rsidR="008B476A">
              <w:t xml:space="preserve">siis </w:t>
            </w:r>
            <w:proofErr w:type="spellStart"/>
            <w:r w:rsidR="008B476A" w:rsidRPr="0043394B">
              <w:t>true</w:t>
            </w:r>
            <w:proofErr w:type="spellEnd"/>
            <w:r w:rsidR="008B476A" w:rsidRPr="0043394B">
              <w:rPr>
                <w:szCs w:val="20"/>
              </w:rPr>
              <w:t>.</w:t>
            </w:r>
          </w:p>
          <w:p w14:paraId="4A88BD24" w14:textId="55833CD5" w:rsidR="004170A4" w:rsidRPr="0043394B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4170A4" w:rsidRPr="00F739D1" w14:paraId="11D71780" w14:textId="5439C3EC" w:rsidTr="0010782C">
        <w:tc>
          <w:tcPr>
            <w:tcW w:w="776" w:type="dxa"/>
          </w:tcPr>
          <w:p w14:paraId="7D1BEC1F" w14:textId="77777777" w:rsidR="004170A4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194</w:t>
            </w:r>
          </w:p>
        </w:tc>
        <w:tc>
          <w:tcPr>
            <w:tcW w:w="1510" w:type="dxa"/>
          </w:tcPr>
          <w:p w14:paraId="333E6D14" w14:textId="77777777" w:rsidR="004170A4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uudistamiskiellon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syy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758" w:type="dxa"/>
          </w:tcPr>
          <w:p w14:paraId="7CEB7001" w14:textId="77777777" w:rsidR="004170A4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CE, ST</w:t>
            </w:r>
          </w:p>
        </w:tc>
        <w:tc>
          <w:tcPr>
            <w:tcW w:w="1843" w:type="dxa"/>
          </w:tcPr>
          <w:p w14:paraId="6F34CB19" w14:textId="77777777" w:rsidR="004170A4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 xml:space="preserve">&lt;value </w:t>
            </w:r>
            <w:proofErr w:type="spellStart"/>
            <w:r>
              <w:rPr>
                <w:lang w:val="en-GB"/>
              </w:rPr>
              <w:t>xsi:type</w:t>
            </w:r>
            <w:proofErr w:type="spellEnd"/>
            <w:r>
              <w:rPr>
                <w:lang w:val="en-GB"/>
              </w:rPr>
              <w:t xml:space="preserve">=”CE” code=”” </w:t>
            </w:r>
            <w:proofErr w:type="spellStart"/>
            <w:r>
              <w:rPr>
                <w:lang w:val="en-GB"/>
              </w:rPr>
              <w:t>codeSystem</w:t>
            </w:r>
            <w:proofErr w:type="spellEnd"/>
            <w:r>
              <w:rPr>
                <w:lang w:val="en-GB"/>
              </w:rPr>
              <w:t>=”</w:t>
            </w:r>
          </w:p>
          <w:p w14:paraId="57607E49" w14:textId="77777777" w:rsidR="004170A4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 w:rsidRPr="0026746E">
              <w:rPr>
                <w:rFonts w:ascii="Arial" w:hAnsi="Arial" w:cs="Arial"/>
                <w:color w:val="000000"/>
                <w:szCs w:val="20"/>
                <w:highlight w:val="white"/>
                <w:lang w:val="en-US"/>
              </w:rPr>
              <w:t>1.2.246.537.6.600</w:t>
            </w:r>
            <w:r>
              <w:rPr>
                <w:rFonts w:ascii="Arial" w:hAnsi="Arial" w:cs="Arial"/>
                <w:color w:val="000000"/>
                <w:szCs w:val="20"/>
                <w:lang w:val="en-US"/>
              </w:rPr>
              <w:t>.2013</w:t>
            </w:r>
            <w:r>
              <w:t>”&gt;</w:t>
            </w:r>
          </w:p>
        </w:tc>
        <w:tc>
          <w:tcPr>
            <w:tcW w:w="2126" w:type="dxa"/>
          </w:tcPr>
          <w:p w14:paraId="2BD98845" w14:textId="77777777" w:rsidR="004170A4" w:rsidRPr="0077747B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</w:pPr>
            <w:r w:rsidRPr="0077747B">
              <w:t>Lisäksi</w:t>
            </w:r>
          </w:p>
          <w:p w14:paraId="534D790F" w14:textId="77777777" w:rsidR="004170A4" w:rsidRPr="0077747B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</w:pPr>
            <w:proofErr w:type="spellStart"/>
            <w:r>
              <w:t>originalText</w:t>
            </w:r>
            <w:proofErr w:type="spellEnd"/>
            <w:r>
              <w:t>-elementissä uudistamiskiellon perustelu</w:t>
            </w:r>
          </w:p>
        </w:tc>
        <w:tc>
          <w:tcPr>
            <w:tcW w:w="1134" w:type="dxa"/>
          </w:tcPr>
          <w:p w14:paraId="5E2A24EA" w14:textId="77777777" w:rsidR="004170A4" w:rsidRPr="00B67216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</w:pPr>
            <w:r>
              <w:t xml:space="preserve">perustelu </w:t>
            </w:r>
            <w:proofErr w:type="spellStart"/>
            <w:r>
              <w:t>max</w:t>
            </w:r>
            <w:proofErr w:type="spellEnd"/>
            <w:r>
              <w:t xml:space="preserve"> 100 </w:t>
            </w:r>
            <w:proofErr w:type="spellStart"/>
            <w:r>
              <w:t>mkiä</w:t>
            </w:r>
            <w:proofErr w:type="spellEnd"/>
          </w:p>
        </w:tc>
        <w:tc>
          <w:tcPr>
            <w:tcW w:w="1617" w:type="dxa"/>
            <w:shd w:val="clear" w:color="auto" w:fill="FDE9D1" w:themeFill="accent6" w:themeFillTint="33"/>
          </w:tcPr>
          <w:p w14:paraId="471E1F48" w14:textId="67BBB34E" w:rsidR="004170A4" w:rsidRPr="00EF5039" w:rsidRDefault="004170A4" w:rsidP="004170A4">
            <w:pPr>
              <w:rPr>
                <w:color w:val="000000"/>
                <w:szCs w:val="20"/>
              </w:rPr>
            </w:pPr>
            <w:r w:rsidRPr="00EF5039">
              <w:rPr>
                <w:color w:val="000000"/>
                <w:szCs w:val="20"/>
              </w:rPr>
              <w:t xml:space="preserve">Rajat ylittävässä reseptissä ei tueta reseptien uusimista Suomessa. Tässä tulee olemaan </w:t>
            </w:r>
            <w:proofErr w:type="spellStart"/>
            <w:r w:rsidRPr="00EF5039">
              <w:rPr>
                <w:color w:val="000000"/>
                <w:szCs w:val="20"/>
              </w:rPr>
              <w:t>code</w:t>
            </w:r>
            <w:proofErr w:type="spellEnd"/>
            <w:r w:rsidRPr="00EF5039">
              <w:rPr>
                <w:color w:val="000000"/>
                <w:szCs w:val="20"/>
              </w:rPr>
              <w:t xml:space="preserve"> 5 = Muu syy, ja </w:t>
            </w:r>
            <w:proofErr w:type="spellStart"/>
            <w:r w:rsidRPr="00EF5039">
              <w:rPr>
                <w:color w:val="000000"/>
                <w:szCs w:val="20"/>
              </w:rPr>
              <w:t>originalTextinä</w:t>
            </w:r>
            <w:proofErr w:type="spellEnd"/>
            <w:r w:rsidRPr="00EF5039">
              <w:rPr>
                <w:color w:val="000000"/>
                <w:szCs w:val="20"/>
              </w:rPr>
              <w:t xml:space="preserve"> "Ulkomailla määrättyjä reseptejä ei voi uudistaa Suomessa.". </w:t>
            </w:r>
          </w:p>
        </w:tc>
      </w:tr>
      <w:tr w:rsidR="004170A4" w:rsidRPr="00F739D1" w14:paraId="3D1C7662" w14:textId="7BC939AF" w:rsidTr="0010782C">
        <w:tc>
          <w:tcPr>
            <w:tcW w:w="776" w:type="dxa"/>
          </w:tcPr>
          <w:p w14:paraId="03AD51F6" w14:textId="77777777" w:rsidR="004170A4" w:rsidRPr="0077137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lastRenderedPageBreak/>
              <w:t>212</w:t>
            </w:r>
          </w:p>
        </w:tc>
        <w:tc>
          <w:tcPr>
            <w:tcW w:w="1510" w:type="dxa"/>
          </w:tcPr>
          <w:p w14:paraId="2B2DF048" w14:textId="77777777" w:rsidR="004170A4" w:rsidRPr="0077137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</w:rPr>
              <w:t>apteekissa tallennettu lääkemääräys</w:t>
            </w:r>
          </w:p>
        </w:tc>
        <w:tc>
          <w:tcPr>
            <w:tcW w:w="758" w:type="dxa"/>
          </w:tcPr>
          <w:p w14:paraId="1C67D08D" w14:textId="77777777" w:rsidR="004170A4" w:rsidRPr="0077137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>CE</w:t>
            </w:r>
          </w:p>
        </w:tc>
        <w:tc>
          <w:tcPr>
            <w:tcW w:w="1843" w:type="dxa"/>
          </w:tcPr>
          <w:p w14:paraId="55B87542" w14:textId="77777777" w:rsidR="004170A4" w:rsidRPr="0077137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 xml:space="preserve">&lt;value </w:t>
            </w:r>
            <w:proofErr w:type="spellStart"/>
            <w:r w:rsidRPr="0077137D">
              <w:rPr>
                <w:color w:val="A6A6A6" w:themeColor="background1" w:themeShade="A6"/>
                <w:lang w:val="en-GB"/>
              </w:rPr>
              <w:t>xsi:type</w:t>
            </w:r>
            <w:proofErr w:type="spellEnd"/>
            <w:r w:rsidRPr="0077137D">
              <w:rPr>
                <w:color w:val="A6A6A6" w:themeColor="background1" w:themeShade="A6"/>
                <w:lang w:val="en-GB"/>
              </w:rPr>
              <w:t xml:space="preserve">=”CE” code=”” </w:t>
            </w:r>
            <w:proofErr w:type="spellStart"/>
            <w:r w:rsidRPr="0077137D">
              <w:rPr>
                <w:color w:val="A6A6A6" w:themeColor="background1" w:themeShade="A6"/>
                <w:lang w:val="en-GB"/>
              </w:rPr>
              <w:t>codeSystem</w:t>
            </w:r>
            <w:proofErr w:type="spellEnd"/>
            <w:r w:rsidRPr="0077137D">
              <w:rPr>
                <w:color w:val="A6A6A6" w:themeColor="background1" w:themeShade="A6"/>
                <w:lang w:val="en-GB"/>
              </w:rPr>
              <w:t>=”</w:t>
            </w:r>
          </w:p>
          <w:p w14:paraId="20773C1F" w14:textId="77777777" w:rsidR="004170A4" w:rsidRPr="0077137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</w:rPr>
              <w:t>1.2.246.537.5.40303.201501”&gt;</w:t>
            </w:r>
          </w:p>
        </w:tc>
        <w:tc>
          <w:tcPr>
            <w:tcW w:w="2126" w:type="dxa"/>
          </w:tcPr>
          <w:p w14:paraId="194A2E42" w14:textId="77777777" w:rsidR="004170A4" w:rsidRPr="0077137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Onko paperi- vai puhelinresepti, pakollinen apteekissa tallennetussa lääkemääräyksessä</w:t>
            </w:r>
          </w:p>
        </w:tc>
        <w:tc>
          <w:tcPr>
            <w:tcW w:w="1134" w:type="dxa"/>
          </w:tcPr>
          <w:p w14:paraId="4DDD47E8" w14:textId="77777777" w:rsidR="004170A4" w:rsidRPr="0077137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</w:p>
        </w:tc>
        <w:tc>
          <w:tcPr>
            <w:tcW w:w="1617" w:type="dxa"/>
            <w:shd w:val="clear" w:color="auto" w:fill="FDE9D1" w:themeFill="accent6" w:themeFillTint="33"/>
          </w:tcPr>
          <w:p w14:paraId="71B6F4FE" w14:textId="55D5FDC3" w:rsidR="004170A4" w:rsidRPr="0077137D" w:rsidRDefault="008B476A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  <w:tr w:rsidR="004170A4" w:rsidRPr="00F739D1" w14:paraId="70F570F5" w14:textId="099E11F9" w:rsidTr="0010782C">
        <w:tc>
          <w:tcPr>
            <w:tcW w:w="776" w:type="dxa"/>
          </w:tcPr>
          <w:p w14:paraId="07F6650C" w14:textId="77777777" w:rsidR="004170A4" w:rsidRPr="0077137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>213</w:t>
            </w:r>
          </w:p>
        </w:tc>
        <w:tc>
          <w:tcPr>
            <w:tcW w:w="1510" w:type="dxa"/>
          </w:tcPr>
          <w:p w14:paraId="128F2FDD" w14:textId="77777777" w:rsidR="004170A4" w:rsidRPr="0077137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apteekissa tallennetun lääkemääräyksen perustelu</w:t>
            </w:r>
          </w:p>
        </w:tc>
        <w:tc>
          <w:tcPr>
            <w:tcW w:w="758" w:type="dxa"/>
          </w:tcPr>
          <w:p w14:paraId="1A2BF519" w14:textId="77777777" w:rsidR="004170A4" w:rsidRPr="0077137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>CE</w:t>
            </w:r>
          </w:p>
        </w:tc>
        <w:tc>
          <w:tcPr>
            <w:tcW w:w="1843" w:type="dxa"/>
          </w:tcPr>
          <w:p w14:paraId="23668252" w14:textId="77777777" w:rsidR="004170A4" w:rsidRPr="0077137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 xml:space="preserve">&lt;value </w:t>
            </w:r>
            <w:proofErr w:type="spellStart"/>
            <w:r w:rsidRPr="0077137D">
              <w:rPr>
                <w:color w:val="A6A6A6" w:themeColor="background1" w:themeShade="A6"/>
                <w:lang w:val="en-GB"/>
              </w:rPr>
              <w:t>xsi:type</w:t>
            </w:r>
            <w:proofErr w:type="spellEnd"/>
            <w:r w:rsidRPr="0077137D">
              <w:rPr>
                <w:color w:val="A6A6A6" w:themeColor="background1" w:themeShade="A6"/>
                <w:lang w:val="en-GB"/>
              </w:rPr>
              <w:t xml:space="preserve">=”CE” code=”” </w:t>
            </w:r>
            <w:proofErr w:type="spellStart"/>
            <w:r w:rsidRPr="0077137D">
              <w:rPr>
                <w:color w:val="A6A6A6" w:themeColor="background1" w:themeShade="A6"/>
                <w:lang w:val="en-GB"/>
              </w:rPr>
              <w:t>codeSystem</w:t>
            </w:r>
            <w:proofErr w:type="spellEnd"/>
            <w:r w:rsidRPr="0077137D">
              <w:rPr>
                <w:color w:val="A6A6A6" w:themeColor="background1" w:themeShade="A6"/>
                <w:lang w:val="en-GB"/>
              </w:rPr>
              <w:t>=”</w:t>
            </w:r>
          </w:p>
          <w:p w14:paraId="2EA24D25" w14:textId="77777777" w:rsidR="004170A4" w:rsidRPr="0077137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</w:rPr>
              <w:t>1.2.246.537.5.40302.201501”&gt;</w:t>
            </w:r>
          </w:p>
        </w:tc>
        <w:tc>
          <w:tcPr>
            <w:tcW w:w="2126" w:type="dxa"/>
          </w:tcPr>
          <w:p w14:paraId="2376579D" w14:textId="77777777" w:rsidR="004170A4" w:rsidRPr="0077137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pakollinen apteekissa tallennetussa lääkemääräyksessä, lisäksi</w:t>
            </w:r>
          </w:p>
          <w:p w14:paraId="0E0BED57" w14:textId="77777777" w:rsidR="004170A4" w:rsidRPr="0077137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proofErr w:type="spellStart"/>
            <w:r w:rsidRPr="0077137D">
              <w:rPr>
                <w:color w:val="A6A6A6" w:themeColor="background1" w:themeShade="A6"/>
              </w:rPr>
              <w:t>originalText</w:t>
            </w:r>
            <w:proofErr w:type="spellEnd"/>
            <w:r w:rsidRPr="0077137D">
              <w:rPr>
                <w:color w:val="A6A6A6" w:themeColor="background1" w:themeShade="A6"/>
              </w:rPr>
              <w:t>-elementissä muun syyn perustelu</w:t>
            </w:r>
          </w:p>
        </w:tc>
        <w:tc>
          <w:tcPr>
            <w:tcW w:w="1134" w:type="dxa"/>
          </w:tcPr>
          <w:p w14:paraId="7A9CEB22" w14:textId="77777777" w:rsidR="004170A4" w:rsidRPr="0077137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 xml:space="preserve">perustelu </w:t>
            </w:r>
            <w:proofErr w:type="spellStart"/>
            <w:r w:rsidRPr="0077137D">
              <w:rPr>
                <w:color w:val="A6A6A6" w:themeColor="background1" w:themeShade="A6"/>
              </w:rPr>
              <w:t>max</w:t>
            </w:r>
            <w:proofErr w:type="spellEnd"/>
            <w:r w:rsidRPr="0077137D">
              <w:rPr>
                <w:color w:val="A6A6A6" w:themeColor="background1" w:themeShade="A6"/>
              </w:rPr>
              <w:t xml:space="preserve"> 100 merkkiä</w:t>
            </w:r>
          </w:p>
        </w:tc>
        <w:tc>
          <w:tcPr>
            <w:tcW w:w="1617" w:type="dxa"/>
            <w:shd w:val="clear" w:color="auto" w:fill="FDE9D1" w:themeFill="accent6" w:themeFillTint="33"/>
          </w:tcPr>
          <w:p w14:paraId="10242E3D" w14:textId="547D4562" w:rsidR="004170A4" w:rsidRPr="0077137D" w:rsidRDefault="008B476A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  <w:tr w:rsidR="004170A4" w:rsidRPr="00C03CD1" w14:paraId="106E4DE6" w14:textId="7F5EA0F7" w:rsidTr="0010782C">
        <w:tc>
          <w:tcPr>
            <w:tcW w:w="776" w:type="dxa"/>
          </w:tcPr>
          <w:p w14:paraId="12FB5FB7" w14:textId="77777777" w:rsidR="004170A4" w:rsidRPr="0077137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>214</w:t>
            </w:r>
          </w:p>
        </w:tc>
        <w:tc>
          <w:tcPr>
            <w:tcW w:w="1510" w:type="dxa"/>
          </w:tcPr>
          <w:p w14:paraId="5093BAEF" w14:textId="77777777" w:rsidR="004170A4" w:rsidRPr="0077137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77137D">
              <w:rPr>
                <w:color w:val="A6A6A6" w:themeColor="background1" w:themeShade="A6"/>
              </w:rPr>
              <w:t>lääkärinpalkkio</w:t>
            </w:r>
          </w:p>
        </w:tc>
        <w:tc>
          <w:tcPr>
            <w:tcW w:w="758" w:type="dxa"/>
          </w:tcPr>
          <w:p w14:paraId="4E77394A" w14:textId="77777777" w:rsidR="004170A4" w:rsidRPr="0077137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</w:rPr>
              <w:t>MO</w:t>
            </w:r>
          </w:p>
        </w:tc>
        <w:tc>
          <w:tcPr>
            <w:tcW w:w="1843" w:type="dxa"/>
          </w:tcPr>
          <w:p w14:paraId="4EDDBD40" w14:textId="77777777" w:rsidR="004170A4" w:rsidRPr="0077137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 xml:space="preserve">&lt;value </w:t>
            </w:r>
            <w:proofErr w:type="spellStart"/>
            <w:r w:rsidRPr="0077137D">
              <w:rPr>
                <w:color w:val="A6A6A6" w:themeColor="background1" w:themeShade="A6"/>
                <w:lang w:val="en-GB"/>
              </w:rPr>
              <w:t>xsi:type</w:t>
            </w:r>
            <w:proofErr w:type="spellEnd"/>
            <w:r w:rsidRPr="0077137D">
              <w:rPr>
                <w:color w:val="A6A6A6" w:themeColor="background1" w:themeShade="A6"/>
                <w:lang w:val="en-GB"/>
              </w:rPr>
              <w:t>=”MO”</w:t>
            </w:r>
          </w:p>
          <w:p w14:paraId="2BB21346" w14:textId="77777777" w:rsidR="004170A4" w:rsidRPr="0077137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77137D">
              <w:rPr>
                <w:color w:val="A6A6A6" w:themeColor="background1" w:themeShade="A6"/>
                <w:lang w:val="en-GB"/>
              </w:rPr>
              <w:t>value=”” currency=””/&gt;</w:t>
            </w:r>
          </w:p>
        </w:tc>
        <w:tc>
          <w:tcPr>
            <w:tcW w:w="2126" w:type="dxa"/>
          </w:tcPr>
          <w:p w14:paraId="699A21CB" w14:textId="77777777" w:rsidR="004170A4" w:rsidRPr="0077137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US"/>
              </w:rPr>
            </w:pPr>
          </w:p>
        </w:tc>
        <w:tc>
          <w:tcPr>
            <w:tcW w:w="1134" w:type="dxa"/>
          </w:tcPr>
          <w:p w14:paraId="590F5FE2" w14:textId="77777777" w:rsidR="004170A4" w:rsidRPr="0077137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proofErr w:type="spellStart"/>
            <w:r w:rsidRPr="0077137D">
              <w:rPr>
                <w:color w:val="A6A6A6" w:themeColor="background1" w:themeShade="A6"/>
                <w:lang w:val="en-GB"/>
              </w:rPr>
              <w:t>Currencyn</w:t>
            </w:r>
            <w:proofErr w:type="spellEnd"/>
            <w:r w:rsidRPr="0077137D">
              <w:rPr>
                <w:color w:val="A6A6A6" w:themeColor="background1" w:themeShade="A6"/>
                <w:lang w:val="en-GB"/>
              </w:rPr>
              <w:t xml:space="preserve"> default on ”EUR”,</w:t>
            </w:r>
          </w:p>
          <w:p w14:paraId="3DDE3399" w14:textId="77777777" w:rsidR="004170A4" w:rsidRPr="0077137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US"/>
              </w:rPr>
            </w:pPr>
            <w:proofErr w:type="spellStart"/>
            <w:r w:rsidRPr="0077137D">
              <w:rPr>
                <w:color w:val="A6A6A6" w:themeColor="background1" w:themeShade="A6"/>
                <w:lang w:val="en-GB"/>
              </w:rPr>
              <w:t>hinta</w:t>
            </w:r>
            <w:proofErr w:type="spellEnd"/>
            <w:r w:rsidRPr="0077137D">
              <w:rPr>
                <w:color w:val="A6A6A6" w:themeColor="background1" w:themeShade="A6"/>
                <w:lang w:val="en-GB"/>
              </w:rPr>
              <w:t xml:space="preserve"> max 11 </w:t>
            </w:r>
            <w:proofErr w:type="spellStart"/>
            <w:r w:rsidRPr="0077137D">
              <w:rPr>
                <w:color w:val="A6A6A6" w:themeColor="background1" w:themeShade="A6"/>
                <w:lang w:val="en-GB"/>
              </w:rPr>
              <w:t>numeroa</w:t>
            </w:r>
            <w:proofErr w:type="spellEnd"/>
          </w:p>
        </w:tc>
        <w:tc>
          <w:tcPr>
            <w:tcW w:w="1617" w:type="dxa"/>
            <w:shd w:val="clear" w:color="auto" w:fill="FDE9D1" w:themeFill="accent6" w:themeFillTint="33"/>
          </w:tcPr>
          <w:p w14:paraId="6C522188" w14:textId="6D6B49A5" w:rsidR="004170A4" w:rsidRPr="0077137D" w:rsidRDefault="008B476A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  <w:tr w:rsidR="004170A4" w:rsidRPr="00F739D1" w14:paraId="19FC13FC" w14:textId="7696EA8A" w:rsidTr="0010782C">
        <w:tc>
          <w:tcPr>
            <w:tcW w:w="776" w:type="dxa"/>
          </w:tcPr>
          <w:p w14:paraId="72AF37CF" w14:textId="77777777" w:rsidR="004170A4" w:rsidRPr="00F941B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F941BD">
              <w:rPr>
                <w:color w:val="A6A6A6" w:themeColor="background1" w:themeShade="A6"/>
                <w:lang w:val="en-GB"/>
              </w:rPr>
              <w:t>215</w:t>
            </w:r>
          </w:p>
        </w:tc>
        <w:tc>
          <w:tcPr>
            <w:tcW w:w="1510" w:type="dxa"/>
          </w:tcPr>
          <w:p w14:paraId="46FCF670" w14:textId="77777777" w:rsidR="004170A4" w:rsidRPr="00F941B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F941BD">
              <w:rPr>
                <w:color w:val="A6A6A6" w:themeColor="background1" w:themeShade="A6"/>
              </w:rPr>
              <w:t>lääkärinpalkkio erikoislääkärinä</w:t>
            </w:r>
          </w:p>
        </w:tc>
        <w:tc>
          <w:tcPr>
            <w:tcW w:w="758" w:type="dxa"/>
          </w:tcPr>
          <w:p w14:paraId="7186F270" w14:textId="77777777" w:rsidR="004170A4" w:rsidRPr="00F941B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F941BD">
              <w:rPr>
                <w:color w:val="A6A6A6" w:themeColor="background1" w:themeShade="A6"/>
                <w:lang w:val="en-GB"/>
              </w:rPr>
              <w:t>BL</w:t>
            </w:r>
          </w:p>
        </w:tc>
        <w:tc>
          <w:tcPr>
            <w:tcW w:w="1843" w:type="dxa"/>
          </w:tcPr>
          <w:p w14:paraId="610FA507" w14:textId="77777777" w:rsidR="004170A4" w:rsidRPr="00F941B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F941BD">
              <w:rPr>
                <w:color w:val="A6A6A6" w:themeColor="background1" w:themeShade="A6"/>
                <w:lang w:val="en-GB"/>
              </w:rPr>
              <w:t xml:space="preserve">&lt;value </w:t>
            </w:r>
            <w:proofErr w:type="spellStart"/>
            <w:r w:rsidRPr="00F941BD">
              <w:rPr>
                <w:color w:val="A6A6A6" w:themeColor="background1" w:themeShade="A6"/>
                <w:lang w:val="en-GB"/>
              </w:rPr>
              <w:t>xsi:type</w:t>
            </w:r>
            <w:proofErr w:type="spellEnd"/>
            <w:r w:rsidRPr="00F941BD">
              <w:rPr>
                <w:color w:val="A6A6A6" w:themeColor="background1" w:themeShade="A6"/>
                <w:lang w:val="en-GB"/>
              </w:rPr>
              <w:t>=”BL”</w:t>
            </w:r>
          </w:p>
          <w:p w14:paraId="303ADE94" w14:textId="77777777" w:rsidR="004170A4" w:rsidRPr="00F941B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F941BD">
              <w:rPr>
                <w:color w:val="A6A6A6" w:themeColor="background1" w:themeShade="A6"/>
                <w:lang w:val="en-GB"/>
              </w:rPr>
              <w:t>value=”false”/&gt;</w:t>
            </w:r>
          </w:p>
        </w:tc>
        <w:tc>
          <w:tcPr>
            <w:tcW w:w="2126" w:type="dxa"/>
          </w:tcPr>
          <w:p w14:paraId="5D798FDB" w14:textId="77777777" w:rsidR="004170A4" w:rsidRPr="00F941B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F941BD">
              <w:rPr>
                <w:color w:val="A6A6A6" w:themeColor="background1" w:themeShade="A6"/>
              </w:rPr>
              <w:t xml:space="preserve">onko kyseessä erikoislääkärin palkkio, pakollinen, jos lääkärinpalkkiotietoa ei ole annettu, arvo on </w:t>
            </w:r>
            <w:proofErr w:type="spellStart"/>
            <w:r w:rsidRPr="00F941BD">
              <w:rPr>
                <w:color w:val="A6A6A6" w:themeColor="background1" w:themeShade="A6"/>
              </w:rPr>
              <w:t>false</w:t>
            </w:r>
            <w:proofErr w:type="spellEnd"/>
          </w:p>
        </w:tc>
        <w:tc>
          <w:tcPr>
            <w:tcW w:w="1134" w:type="dxa"/>
          </w:tcPr>
          <w:p w14:paraId="1B90B853" w14:textId="77777777" w:rsidR="004170A4" w:rsidRPr="00F941B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</w:p>
        </w:tc>
        <w:tc>
          <w:tcPr>
            <w:tcW w:w="1617" w:type="dxa"/>
            <w:shd w:val="clear" w:color="auto" w:fill="FDE9D1" w:themeFill="accent6" w:themeFillTint="33"/>
          </w:tcPr>
          <w:p w14:paraId="16B09C1B" w14:textId="5CEFAA67" w:rsidR="004170A4" w:rsidRPr="00F941BD" w:rsidRDefault="008B476A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  <w:tr w:rsidR="004170A4" w:rsidRPr="00DC2E9D" w14:paraId="5CB105F4" w14:textId="240FB06D" w:rsidTr="0010782C">
        <w:tc>
          <w:tcPr>
            <w:tcW w:w="776" w:type="dxa"/>
          </w:tcPr>
          <w:p w14:paraId="76975720" w14:textId="77777777" w:rsidR="004170A4" w:rsidRPr="00F941B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F941BD">
              <w:rPr>
                <w:color w:val="A6A6A6" w:themeColor="background1" w:themeShade="A6"/>
                <w:lang w:val="en-GB"/>
              </w:rPr>
              <w:t>216</w:t>
            </w:r>
          </w:p>
        </w:tc>
        <w:tc>
          <w:tcPr>
            <w:tcW w:w="1510" w:type="dxa"/>
          </w:tcPr>
          <w:p w14:paraId="26F669C0" w14:textId="77777777" w:rsidR="004170A4" w:rsidRPr="00F941B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</w:rPr>
            </w:pPr>
            <w:r w:rsidRPr="00F941BD">
              <w:rPr>
                <w:color w:val="A6A6A6" w:themeColor="background1" w:themeShade="A6"/>
              </w:rPr>
              <w:t>tartuntatautilain mukainen lääke</w:t>
            </w:r>
          </w:p>
        </w:tc>
        <w:tc>
          <w:tcPr>
            <w:tcW w:w="758" w:type="dxa"/>
          </w:tcPr>
          <w:p w14:paraId="5643BFCB" w14:textId="77777777" w:rsidR="004170A4" w:rsidRPr="00F941B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F941BD">
              <w:rPr>
                <w:color w:val="A6A6A6" w:themeColor="background1" w:themeShade="A6"/>
                <w:lang w:val="en-GB"/>
              </w:rPr>
              <w:t>BL</w:t>
            </w:r>
          </w:p>
        </w:tc>
        <w:tc>
          <w:tcPr>
            <w:tcW w:w="1843" w:type="dxa"/>
          </w:tcPr>
          <w:p w14:paraId="0021AECF" w14:textId="77777777" w:rsidR="004170A4" w:rsidRPr="00F941B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F941BD">
              <w:rPr>
                <w:color w:val="A6A6A6" w:themeColor="background1" w:themeShade="A6"/>
                <w:lang w:val="en-GB"/>
              </w:rPr>
              <w:t xml:space="preserve">&lt;value </w:t>
            </w:r>
            <w:proofErr w:type="spellStart"/>
            <w:r w:rsidRPr="00F941BD">
              <w:rPr>
                <w:color w:val="A6A6A6" w:themeColor="background1" w:themeShade="A6"/>
                <w:lang w:val="en-GB"/>
              </w:rPr>
              <w:t>xsi:type</w:t>
            </w:r>
            <w:proofErr w:type="spellEnd"/>
            <w:r w:rsidRPr="00F941BD">
              <w:rPr>
                <w:color w:val="A6A6A6" w:themeColor="background1" w:themeShade="A6"/>
                <w:lang w:val="en-GB"/>
              </w:rPr>
              <w:t>=”BL”</w:t>
            </w:r>
          </w:p>
          <w:p w14:paraId="273BE96F" w14:textId="77777777" w:rsidR="004170A4" w:rsidRPr="00F941B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GB"/>
              </w:rPr>
            </w:pPr>
            <w:r w:rsidRPr="00F941BD">
              <w:rPr>
                <w:color w:val="A6A6A6" w:themeColor="background1" w:themeShade="A6"/>
                <w:lang w:val="en-GB"/>
              </w:rPr>
              <w:t>value=”false”/&gt;</w:t>
            </w:r>
          </w:p>
        </w:tc>
        <w:tc>
          <w:tcPr>
            <w:tcW w:w="2126" w:type="dxa"/>
          </w:tcPr>
          <w:p w14:paraId="4076FD93" w14:textId="77777777" w:rsidR="004170A4" w:rsidRPr="00F941B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US"/>
              </w:rPr>
            </w:pPr>
          </w:p>
        </w:tc>
        <w:tc>
          <w:tcPr>
            <w:tcW w:w="1134" w:type="dxa"/>
          </w:tcPr>
          <w:p w14:paraId="2FEAC5BF" w14:textId="7E658D60" w:rsidR="004170A4" w:rsidRPr="00F941BD" w:rsidRDefault="004170A4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US"/>
              </w:rPr>
            </w:pPr>
          </w:p>
        </w:tc>
        <w:tc>
          <w:tcPr>
            <w:tcW w:w="1617" w:type="dxa"/>
            <w:shd w:val="clear" w:color="auto" w:fill="FDE9D1" w:themeFill="accent6" w:themeFillTint="33"/>
          </w:tcPr>
          <w:p w14:paraId="08F0097D" w14:textId="707D8950" w:rsidR="004170A4" w:rsidRPr="00F941BD" w:rsidRDefault="008B476A" w:rsidP="004170A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spacing w:after="0"/>
              <w:rPr>
                <w:color w:val="A6A6A6" w:themeColor="background1" w:themeShade="A6"/>
                <w:lang w:val="en-US"/>
              </w:rPr>
            </w:pPr>
            <w:r w:rsidRPr="005E74AC">
              <w:rPr>
                <w:color w:val="A6A6A6" w:themeColor="background1" w:themeShade="A6"/>
              </w:rPr>
              <w:t>Ei käytössä.</w:t>
            </w:r>
          </w:p>
        </w:tc>
      </w:tr>
    </w:tbl>
    <w:p w14:paraId="1FBF4A5C" w14:textId="77777777" w:rsidR="00F94229" w:rsidRPr="00D9001B" w:rsidRDefault="00F94229" w:rsidP="00BA1324">
      <w:pPr>
        <w:rPr>
          <w:lang w:val="en-US"/>
        </w:rPr>
      </w:pPr>
    </w:p>
    <w:p w14:paraId="783D1D0C" w14:textId="654FC4E4" w:rsidR="00D961EA" w:rsidRPr="00D9001B" w:rsidRDefault="00D961EA" w:rsidP="00230BD2">
      <w:pPr>
        <w:pStyle w:val="Leipteksti"/>
        <w:rPr>
          <w:lang w:val="en-US"/>
        </w:rPr>
      </w:pPr>
    </w:p>
    <w:p w14:paraId="40414BD9" w14:textId="32FA7D2B" w:rsidR="00D961EA" w:rsidRPr="00AE0FB8" w:rsidRDefault="00FE2C22" w:rsidP="00D961EA">
      <w:pPr>
        <w:pStyle w:val="Otsikko1"/>
      </w:pPr>
      <w:bookmarkStart w:id="43" w:name="_Toc508269186"/>
      <w:r>
        <w:t>Apteekkijärjestelmän tuottama u</w:t>
      </w:r>
      <w:r w:rsidR="00D961EA" w:rsidRPr="00AE0FB8">
        <w:t>lkomaista lääkemääräystä koskeva toimitusasiakirja</w:t>
      </w:r>
      <w:bookmarkEnd w:id="43"/>
    </w:p>
    <w:p w14:paraId="51C7EDD6" w14:textId="236F5853" w:rsidR="00F8300E" w:rsidRPr="00A1693D" w:rsidRDefault="00370CD9" w:rsidP="00A1693D">
      <w:pPr>
        <w:pStyle w:val="Leipteksti"/>
      </w:pPr>
      <w:r>
        <w:t>Ulkomaille toimitettavan t</w:t>
      </w:r>
      <w:r w:rsidR="007A0F3E">
        <w:t xml:space="preserve">oimitusasiakirjan osalta ainut </w:t>
      </w:r>
      <w:r w:rsidR="008B2403">
        <w:t xml:space="preserve">tunnistettu </w:t>
      </w:r>
      <w:r w:rsidR="007A0F3E">
        <w:t>poikke</w:t>
      </w:r>
      <w:r w:rsidR="00A50483">
        <w:t>avu</w:t>
      </w:r>
      <w:r w:rsidR="007A0F3E">
        <w:t xml:space="preserve">us koskee potilaan tunnistetta. </w:t>
      </w:r>
      <w:r w:rsidR="00A50483">
        <w:t>Suomalaisen virallisen h</w:t>
      </w:r>
      <w:r w:rsidR="007A0F3E">
        <w:t>enkilötunnuksen sijaan tulee käyttää lääkemääräysasiakirjassa palautu</w:t>
      </w:r>
      <w:r w:rsidR="002E65C3">
        <w:t>nutta/palautuneita tunnisteita.</w:t>
      </w:r>
      <w:r w:rsidR="007A0F3E" w:rsidRPr="00370CD9">
        <w:t xml:space="preserve"> </w:t>
      </w:r>
    </w:p>
    <w:sectPr w:rsidR="00F8300E" w:rsidRPr="00A1693D" w:rsidSect="00A07742">
      <w:headerReference w:type="default" r:id="rId22"/>
      <w:footerReference w:type="default" r:id="rId23"/>
      <w:pgSz w:w="11906" w:h="16838" w:code="9"/>
      <w:pgMar w:top="2472" w:right="1077" w:bottom="964" w:left="2495" w:header="624" w:footer="397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Korpela Anna" w:date="2018-03-07T09:53:00Z" w:initials="KA">
    <w:p w14:paraId="2DD0A50E" w14:textId="148AF64A" w:rsidR="00904756" w:rsidRDefault="00904756">
      <w:pPr>
        <w:pStyle w:val="Kommentinteksti"/>
      </w:pPr>
      <w:r>
        <w:rPr>
          <w:rStyle w:val="Kommentinviite"/>
        </w:rPr>
        <w:annotationRef/>
      </w:r>
      <w:r>
        <w:t>Ensimmäisen julkaistavan version OID</w:t>
      </w:r>
    </w:p>
  </w:comment>
  <w:comment w:id="42" w:author="Korpela Anna" w:date="2018-03-07T10:32:00Z" w:initials="KA">
    <w:p w14:paraId="469A638E" w14:textId="19751543" w:rsidR="00904756" w:rsidRDefault="00904756">
      <w:pPr>
        <w:pStyle w:val="Kommentinteksti"/>
      </w:pPr>
      <w:r>
        <w:rPr>
          <w:rStyle w:val="Kommentinviite"/>
        </w:rPr>
        <w:annotationRef/>
      </w:r>
      <w:r w:rsidR="00711C11">
        <w:t>Ei vielä julkaistu koodistossa kansallisessa koodistopalvelussa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D0A50E" w15:done="0"/>
  <w15:commentEx w15:paraId="469A638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920AA" w14:textId="77777777" w:rsidR="00904756" w:rsidRDefault="00904756" w:rsidP="00D37740">
      <w:pPr>
        <w:spacing w:after="0"/>
      </w:pPr>
      <w:r>
        <w:separator/>
      </w:r>
    </w:p>
  </w:endnote>
  <w:endnote w:type="continuationSeparator" w:id="0">
    <w:p w14:paraId="4E2B2874" w14:textId="77777777" w:rsidR="00904756" w:rsidRDefault="00904756" w:rsidP="00D377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9D2E9" w14:textId="77777777" w:rsidR="00904756" w:rsidRDefault="00904756" w:rsidP="005A5072"/>
  <w:p w14:paraId="7C7D214A" w14:textId="77777777" w:rsidR="00904756" w:rsidRDefault="00904756" w:rsidP="005A5072"/>
  <w:tbl>
    <w:tblPr>
      <w:tblStyle w:val="TaulukkoRuudukko"/>
      <w:tblW w:w="82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797"/>
      <w:gridCol w:w="462"/>
    </w:tblGrid>
    <w:tr w:rsidR="00904756" w14:paraId="73F8E6C9" w14:textId="77777777" w:rsidTr="00DD1215">
      <w:trPr>
        <w:cantSplit/>
        <w:trHeight w:hRule="exact" w:val="454"/>
      </w:trPr>
      <w:tc>
        <w:tcPr>
          <w:tcW w:w="7797" w:type="dxa"/>
          <w:vAlign w:val="bottom"/>
        </w:tcPr>
        <w:p w14:paraId="6772FC41" w14:textId="77777777" w:rsidR="00904756" w:rsidRPr="00387212" w:rsidRDefault="00904756" w:rsidP="005A5072">
          <w:pPr>
            <w:pStyle w:val="Alatunniste"/>
            <w:jc w:val="right"/>
            <w:rPr>
              <w:szCs w:val="12"/>
            </w:rPr>
          </w:pPr>
        </w:p>
      </w:tc>
      <w:tc>
        <w:tcPr>
          <w:tcW w:w="462" w:type="dxa"/>
          <w:vAlign w:val="bottom"/>
        </w:tcPr>
        <w:p w14:paraId="41444ADD" w14:textId="77777777" w:rsidR="00904756" w:rsidRPr="00A43F3A" w:rsidRDefault="00904756" w:rsidP="005A5072">
          <w:pPr>
            <w:pStyle w:val="Alatunniste"/>
            <w:jc w:val="right"/>
            <w:rPr>
              <w:color w:val="019CDB"/>
              <w:sz w:val="21"/>
              <w:szCs w:val="21"/>
            </w:rPr>
          </w:pPr>
        </w:p>
      </w:tc>
    </w:tr>
  </w:tbl>
  <w:p w14:paraId="2EBA9971" w14:textId="77777777" w:rsidR="00904756" w:rsidRDefault="00904756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2C191" w14:textId="77777777" w:rsidR="00904756" w:rsidRDefault="00904756" w:rsidP="002217BA">
    <w:pPr>
      <w:pStyle w:val="Alatunniste"/>
    </w:pPr>
  </w:p>
  <w:p w14:paraId="0F58D64F" w14:textId="77777777" w:rsidR="00904756" w:rsidRDefault="00904756" w:rsidP="002217BA">
    <w:pPr>
      <w:pStyle w:val="Alatunniste"/>
    </w:pPr>
  </w:p>
  <w:p w14:paraId="5E224746" w14:textId="77777777" w:rsidR="00904756" w:rsidRDefault="00904756" w:rsidP="002217BA">
    <w:pPr>
      <w:pStyle w:val="Alatunniste"/>
    </w:pPr>
  </w:p>
  <w:tbl>
    <w:tblPr>
      <w:tblStyle w:val="TaulukkoRuudukko"/>
      <w:tblW w:w="839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09"/>
      <w:gridCol w:w="4082"/>
    </w:tblGrid>
    <w:tr w:rsidR="00904756" w14:paraId="66BF0A0B" w14:textId="77777777" w:rsidTr="002217BA">
      <w:trPr>
        <w:cantSplit/>
        <w:trHeight w:hRule="exact" w:val="454"/>
      </w:trPr>
      <w:tc>
        <w:tcPr>
          <w:tcW w:w="4309" w:type="dxa"/>
          <w:vAlign w:val="bottom"/>
        </w:tcPr>
        <w:p w14:paraId="64153992" w14:textId="507F43B1" w:rsidR="00904756" w:rsidRPr="00387212" w:rsidRDefault="00904756" w:rsidP="002217BA">
          <w:pPr>
            <w:pStyle w:val="Alatunniste"/>
            <w:rPr>
              <w:szCs w:val="12"/>
            </w:rPr>
          </w:pPr>
        </w:p>
      </w:tc>
      <w:tc>
        <w:tcPr>
          <w:tcW w:w="4082" w:type="dxa"/>
          <w:vAlign w:val="bottom"/>
        </w:tcPr>
        <w:p w14:paraId="1D4E7A85" w14:textId="6071C1F4" w:rsidR="00904756" w:rsidRPr="00387212" w:rsidRDefault="00904756" w:rsidP="002217BA">
          <w:pPr>
            <w:pStyle w:val="Alatunniste"/>
            <w:jc w:val="right"/>
            <w:rPr>
              <w:sz w:val="21"/>
              <w:szCs w:val="21"/>
            </w:rPr>
          </w:pPr>
          <w:r w:rsidRPr="00387212">
            <w:rPr>
              <w:sz w:val="21"/>
              <w:szCs w:val="21"/>
            </w:rPr>
            <w:fldChar w:fldCharType="begin"/>
          </w:r>
          <w:r w:rsidRPr="00387212">
            <w:rPr>
              <w:sz w:val="21"/>
              <w:szCs w:val="21"/>
            </w:rPr>
            <w:instrText>PAGE</w:instrText>
          </w:r>
          <w:r w:rsidRPr="00387212">
            <w:rPr>
              <w:sz w:val="21"/>
              <w:szCs w:val="21"/>
            </w:rPr>
            <w:fldChar w:fldCharType="separate"/>
          </w:r>
          <w:r w:rsidR="00057EB6">
            <w:rPr>
              <w:noProof/>
              <w:sz w:val="21"/>
              <w:szCs w:val="21"/>
            </w:rPr>
            <w:t>19</w:t>
          </w:r>
          <w:r w:rsidRPr="00387212">
            <w:rPr>
              <w:sz w:val="21"/>
              <w:szCs w:val="21"/>
            </w:rPr>
            <w:fldChar w:fldCharType="end"/>
          </w:r>
          <w:r>
            <w:rPr>
              <w:sz w:val="21"/>
              <w:szCs w:val="21"/>
            </w:rPr>
            <w:t xml:space="preserve"> </w:t>
          </w:r>
        </w:p>
      </w:tc>
    </w:tr>
  </w:tbl>
  <w:p w14:paraId="49F13E02" w14:textId="77777777" w:rsidR="00904756" w:rsidRPr="002217BA" w:rsidRDefault="00904756" w:rsidP="002217B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56DEB" w14:textId="77777777" w:rsidR="00904756" w:rsidRDefault="00904756" w:rsidP="00D37740">
      <w:pPr>
        <w:spacing w:after="0"/>
      </w:pPr>
      <w:r>
        <w:separator/>
      </w:r>
    </w:p>
  </w:footnote>
  <w:footnote w:type="continuationSeparator" w:id="0">
    <w:p w14:paraId="34765437" w14:textId="77777777" w:rsidR="00904756" w:rsidRDefault="00904756" w:rsidP="00D377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ulukkoRuudukko"/>
      <w:tblW w:w="827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08"/>
      <w:gridCol w:w="5669"/>
    </w:tblGrid>
    <w:tr w:rsidR="00904756" w:rsidRPr="008C661A" w14:paraId="0D98AD84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05493D9C" w14:textId="77777777" w:rsidR="00904756" w:rsidRPr="008C661A" w:rsidRDefault="00904756" w:rsidP="00BE0C87">
          <w:pPr>
            <w:pStyle w:val="Yltunniste"/>
            <w:rPr>
              <w:rFonts w:cstheme="minorHAns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65CD3C8C" w14:textId="77777777" w:rsidR="00904756" w:rsidRPr="005D4C87" w:rsidRDefault="00904756" w:rsidP="00BE0C87">
          <w:pPr>
            <w:pStyle w:val="Yltunniste"/>
          </w:pPr>
          <w:r>
            <w:rPr>
              <w:b/>
            </w:rPr>
            <w:t>KELA ASIAKIRJA</w:t>
          </w:r>
        </w:p>
      </w:tc>
    </w:tr>
    <w:tr w:rsidR="00904756" w:rsidRPr="008C661A" w14:paraId="6336C9C4" w14:textId="77777777" w:rsidTr="00FB0554">
      <w:trPr>
        <w:cantSplit/>
        <w:trHeight w:hRule="exact" w:val="59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35454E96" w14:textId="77777777" w:rsidR="00904756" w:rsidRPr="008C661A" w:rsidRDefault="00904756" w:rsidP="00BE0C87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5C566A1E" w14:textId="315E98FD" w:rsidR="00904756" w:rsidRDefault="00904756" w:rsidP="00BE0C87">
          <w:pPr>
            <w:pStyle w:val="Yltunniste"/>
            <w:rPr>
              <w:lang w:val="fi-FI"/>
            </w:rPr>
          </w:pPr>
          <w:r w:rsidRPr="00FB0554">
            <w:rPr>
              <w:lang w:val="fi-FI"/>
            </w:rPr>
            <w:t>Rajat ylittävän reseptin po</w:t>
          </w:r>
          <w:r>
            <w:rPr>
              <w:lang w:val="fi-FI"/>
            </w:rPr>
            <w:t>ikkeavuudet kansallisista sähköisen reseptin CDA R2 -määrittelyistä</w:t>
          </w:r>
        </w:p>
        <w:p w14:paraId="3EE49BB8" w14:textId="78C29837" w:rsidR="00904756" w:rsidRPr="00FB0554" w:rsidRDefault="00904756" w:rsidP="00BE0C87">
          <w:pPr>
            <w:pStyle w:val="Yltunniste"/>
            <w:rPr>
              <w:lang w:val="fi-FI"/>
            </w:rPr>
          </w:pPr>
        </w:p>
      </w:tc>
    </w:tr>
    <w:tr w:rsidR="00904756" w:rsidRPr="008C661A" w14:paraId="2DD1A960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39051AF1" w14:textId="77777777" w:rsidR="00904756" w:rsidRPr="00FB0554" w:rsidRDefault="00904756" w:rsidP="00BE0C87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sdt>
          <w:sdtPr>
            <w:rPr>
              <w:rFonts w:eastAsiaTheme="majorEastAsia"/>
            </w:rPr>
            <w:id w:val="-727538041"/>
            <w:placeholder>
              <w:docPart w:val="FC96BDC8E05A4E81B96C96BF6A90495E"/>
            </w:placeholder>
            <w:dataBinding w:prefixMappings="xmlns:ns0='http://schemas.microsoft.com/office/2006/coverPageProps'" w:xpath="/ns0:CoverPageProperties[1]/ns0:PublishDate[1]" w:storeItemID="{55AF091B-3C7A-41E3-B477-F2FDAA23CFDA}"/>
            <w:date w:fullDate="2018-03-08T00:00:00Z">
              <w:dateFormat w:val="d.M.yyyy"/>
              <w:lid w:val="fi-FI"/>
              <w:storeMappedDataAs w:val="dateTime"/>
              <w:calendar w:val="gregorian"/>
            </w:date>
          </w:sdtPr>
          <w:sdtContent>
            <w:p w14:paraId="13E75C6E" w14:textId="477E72E2" w:rsidR="00904756" w:rsidRPr="005D4C87" w:rsidRDefault="002E6A16" w:rsidP="00F7554E">
              <w:pPr>
                <w:pStyle w:val="Yltunniste"/>
              </w:pPr>
              <w:r>
                <w:rPr>
                  <w:rFonts w:eastAsiaTheme="majorEastAsia"/>
                  <w:lang w:val="fi-FI"/>
                </w:rPr>
                <w:t>8.3.2018</w:t>
              </w:r>
            </w:p>
          </w:sdtContent>
        </w:sdt>
      </w:tc>
    </w:tr>
    <w:tr w:rsidR="00904756" w:rsidRPr="008C661A" w14:paraId="3F770A81" w14:textId="77777777" w:rsidTr="00BE0C87">
      <w:trPr>
        <w:cantSplit/>
        <w:trHeight w:hRule="exact" w:val="283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5F5B914E" w14:textId="77777777" w:rsidR="00904756" w:rsidRPr="008C661A" w:rsidRDefault="00904756" w:rsidP="00BE0C87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56E23779" w14:textId="77777777" w:rsidR="00904756" w:rsidRDefault="00904756" w:rsidP="00BE0C87">
          <w:pPr>
            <w:pStyle w:val="Yltunniste"/>
          </w:pPr>
        </w:p>
      </w:tc>
    </w:tr>
  </w:tbl>
  <w:p w14:paraId="54DABFC4" w14:textId="77777777" w:rsidR="00904756" w:rsidRPr="00BE0C87" w:rsidRDefault="00904756" w:rsidP="00BE0C87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72576" behindDoc="1" locked="0" layoutInCell="1" allowOverlap="1" wp14:anchorId="6DC9E104" wp14:editId="74CA5B26">
          <wp:simplePos x="0" y="0"/>
          <wp:positionH relativeFrom="page">
            <wp:posOffset>5673090</wp:posOffset>
          </wp:positionH>
          <wp:positionV relativeFrom="page">
            <wp:posOffset>0</wp:posOffset>
          </wp:positionV>
          <wp:extent cx="1868400" cy="831600"/>
          <wp:effectExtent l="0" t="0" r="0" b="0"/>
          <wp:wrapNone/>
          <wp:docPr id="3" name="Kuv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NTA-logo-suomi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i-FI"/>
      </w:rPr>
      <w:drawing>
        <wp:anchor distT="0" distB="0" distL="114300" distR="114300" simplePos="0" relativeHeight="251671552" behindDoc="1" locked="0" layoutInCell="1" allowOverlap="1" wp14:anchorId="1217B506" wp14:editId="3288502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994400" cy="831600"/>
          <wp:effectExtent l="0" t="0" r="0" b="0"/>
          <wp:wrapNone/>
          <wp:docPr id="5" name="Kuv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LA-logo-suomi.wm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4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6505C" w14:textId="77777777" w:rsidR="00904756" w:rsidRDefault="00904756" w:rsidP="00B32141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74624" behindDoc="1" locked="1" layoutInCell="1" allowOverlap="1" wp14:anchorId="327842CF" wp14:editId="4AA7DA1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3240000"/>
          <wp:effectExtent l="0" t="0" r="0" b="0"/>
          <wp:wrapNone/>
          <wp:docPr id="4" name="Kuv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nta_Raportti_TUOTANTOON kansisivun 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2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B5DA14" w14:textId="77777777" w:rsidR="00904756" w:rsidRDefault="00904756" w:rsidP="00B32141">
    <w:pPr>
      <w:pStyle w:val="Yltunniste"/>
    </w:pPr>
  </w:p>
  <w:p w14:paraId="2B7BE019" w14:textId="77777777" w:rsidR="00904756" w:rsidRPr="002D77A7" w:rsidRDefault="00904756" w:rsidP="00B32141">
    <w:pPr>
      <w:pStyle w:val="Yltunniste"/>
    </w:pPr>
  </w:p>
  <w:p w14:paraId="4A50E6B7" w14:textId="77777777" w:rsidR="00904756" w:rsidRDefault="00904756" w:rsidP="00FC4261">
    <w:pPr>
      <w:pStyle w:val="Yltunniste"/>
    </w:pPr>
  </w:p>
  <w:p w14:paraId="1CAFC6D6" w14:textId="77777777" w:rsidR="00904756" w:rsidRDefault="00904756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ulukkoRuudukko"/>
      <w:tblW w:w="827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08"/>
      <w:gridCol w:w="5669"/>
    </w:tblGrid>
    <w:tr w:rsidR="00904756" w:rsidRPr="008C661A" w14:paraId="0476353A" w14:textId="77777777" w:rsidTr="00DD1215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254E56F0" w14:textId="77777777" w:rsidR="00904756" w:rsidRPr="008C661A" w:rsidRDefault="00904756" w:rsidP="005A5072">
          <w:pPr>
            <w:pStyle w:val="Yltunniste"/>
            <w:rPr>
              <w:rFonts w:cstheme="minorHAns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496A0CB4" w14:textId="77777777" w:rsidR="00904756" w:rsidRPr="005D4C87" w:rsidRDefault="00904756" w:rsidP="005A5072">
          <w:pPr>
            <w:pStyle w:val="Yltunniste"/>
          </w:pPr>
          <w:r>
            <w:rPr>
              <w:b/>
            </w:rPr>
            <w:t>KELA ASIAKIRJA</w:t>
          </w:r>
        </w:p>
      </w:tc>
    </w:tr>
    <w:tr w:rsidR="00904756" w:rsidRPr="008C661A" w14:paraId="7ADC4FF8" w14:textId="77777777" w:rsidTr="00CB1B07">
      <w:trPr>
        <w:cantSplit/>
        <w:trHeight w:hRule="exact" w:val="59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45E4B1C2" w14:textId="77777777" w:rsidR="00904756" w:rsidRPr="008C661A" w:rsidRDefault="00904756" w:rsidP="00CB1B07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6422D965" w14:textId="2AC17041" w:rsidR="00904756" w:rsidRDefault="00904756" w:rsidP="00CB1B07">
          <w:pPr>
            <w:pStyle w:val="Yltunniste"/>
            <w:rPr>
              <w:lang w:val="fi-FI"/>
            </w:rPr>
          </w:pPr>
          <w:r w:rsidRPr="00FB0554">
            <w:rPr>
              <w:lang w:val="fi-FI"/>
            </w:rPr>
            <w:t>Rajat ylittävän reseptin po</w:t>
          </w:r>
          <w:r>
            <w:rPr>
              <w:lang w:val="fi-FI"/>
            </w:rPr>
            <w:t>ikkeavuudet kansallisista Sähköisen reseptin CDA R2 -määrittelyistä</w:t>
          </w:r>
        </w:p>
        <w:p w14:paraId="71844873" w14:textId="0B129D22" w:rsidR="00904756" w:rsidRPr="00CB1B07" w:rsidRDefault="00904756" w:rsidP="00CB1B07">
          <w:pPr>
            <w:pStyle w:val="Yltunniste"/>
            <w:rPr>
              <w:lang w:val="fi-FI"/>
            </w:rPr>
          </w:pPr>
        </w:p>
      </w:tc>
    </w:tr>
    <w:tr w:rsidR="00904756" w:rsidRPr="008C661A" w14:paraId="4B8AE3FB" w14:textId="77777777" w:rsidTr="00DD1215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23E495EF" w14:textId="77777777" w:rsidR="00904756" w:rsidRPr="00CB1B07" w:rsidRDefault="00904756" w:rsidP="00CB1B07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sdt>
          <w:sdtPr>
            <w:rPr>
              <w:rFonts w:eastAsiaTheme="majorEastAsia"/>
            </w:rPr>
            <w:id w:val="1638997712"/>
            <w:placeholder>
              <w:docPart w:val="FC96BDC8E05A4E81B96C96BF6A90495E"/>
            </w:placeholder>
            <w:dataBinding w:prefixMappings="xmlns:ns0='http://schemas.microsoft.com/office/2006/coverPageProps'" w:xpath="/ns0:CoverPageProperties[1]/ns0:PublishDate[1]" w:storeItemID="{55AF091B-3C7A-41E3-B477-F2FDAA23CFDA}"/>
            <w:date w:fullDate="2018-03-08T00:00:00Z">
              <w:dateFormat w:val="d.M.yyyy"/>
              <w:lid w:val="fi-FI"/>
              <w:storeMappedDataAs w:val="dateTime"/>
              <w:calendar w:val="gregorian"/>
            </w:date>
          </w:sdtPr>
          <w:sdtContent>
            <w:p w14:paraId="1358AA53" w14:textId="1CD3335F" w:rsidR="00904756" w:rsidRPr="005D4C87" w:rsidRDefault="002E6A16" w:rsidP="00CB1B07">
              <w:pPr>
                <w:pStyle w:val="Yltunniste"/>
              </w:pPr>
              <w:r>
                <w:rPr>
                  <w:rFonts w:eastAsiaTheme="majorEastAsia"/>
                  <w:lang w:val="fi-FI"/>
                </w:rPr>
                <w:t>8</w:t>
              </w:r>
              <w:r w:rsidR="00904756">
                <w:rPr>
                  <w:rFonts w:eastAsiaTheme="majorEastAsia"/>
                  <w:lang w:val="fi-FI"/>
                </w:rPr>
                <w:t>.3.2018</w:t>
              </w:r>
            </w:p>
          </w:sdtContent>
        </w:sdt>
      </w:tc>
    </w:tr>
    <w:tr w:rsidR="00904756" w:rsidRPr="008C661A" w14:paraId="5A6D9B48" w14:textId="77777777" w:rsidTr="00DD1215">
      <w:trPr>
        <w:cantSplit/>
        <w:trHeight w:hRule="exact" w:val="283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2A58E602" w14:textId="77777777" w:rsidR="00904756" w:rsidRPr="008C661A" w:rsidRDefault="00904756" w:rsidP="00CB1B07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2F7C9BB1" w14:textId="77777777" w:rsidR="00904756" w:rsidRDefault="00904756" w:rsidP="00CB1B07">
          <w:pPr>
            <w:pStyle w:val="Yltunniste"/>
          </w:pPr>
        </w:p>
      </w:tc>
    </w:tr>
  </w:tbl>
  <w:p w14:paraId="39EB0C06" w14:textId="77777777" w:rsidR="00904756" w:rsidRPr="00531A4F" w:rsidRDefault="00904756" w:rsidP="00531A4F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77696" behindDoc="1" locked="0" layoutInCell="1" allowOverlap="1" wp14:anchorId="2466647F" wp14:editId="072A2233">
          <wp:simplePos x="0" y="0"/>
          <wp:positionH relativeFrom="page">
            <wp:posOffset>5673090</wp:posOffset>
          </wp:positionH>
          <wp:positionV relativeFrom="page">
            <wp:posOffset>0</wp:posOffset>
          </wp:positionV>
          <wp:extent cx="1868400" cy="831600"/>
          <wp:effectExtent l="0" t="0" r="0" b="0"/>
          <wp:wrapNone/>
          <wp:docPr id="6" name="Kuv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NTA-logo-suomi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i-FI"/>
      </w:rPr>
      <w:drawing>
        <wp:anchor distT="0" distB="0" distL="114300" distR="114300" simplePos="0" relativeHeight="251676672" behindDoc="1" locked="0" layoutInCell="1" allowOverlap="1" wp14:anchorId="766EABA2" wp14:editId="0EBB4D0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994400" cy="831600"/>
          <wp:effectExtent l="0" t="0" r="0" b="0"/>
          <wp:wrapNone/>
          <wp:docPr id="7" name="Kuv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LA-logo-suomi.wm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4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68CF270"/>
    <w:lvl w:ilvl="0">
      <w:start w:val="1"/>
      <w:numFmt w:val="decimal"/>
      <w:pStyle w:val="Numeroituluettelo"/>
      <w:lvlText w:val="%1."/>
      <w:lvlJc w:val="left"/>
      <w:pPr>
        <w:ind w:left="360" w:hanging="360"/>
      </w:pPr>
      <w:rPr>
        <w:rFonts w:hint="default"/>
        <w:color w:val="0090D4" w:themeColor="text2"/>
      </w:rPr>
    </w:lvl>
  </w:abstractNum>
  <w:abstractNum w:abstractNumId="1" w15:restartNumberingAfterBreak="0">
    <w:nsid w:val="03A75018"/>
    <w:multiLevelType w:val="multilevel"/>
    <w:tmpl w:val="380C70D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2" w15:restartNumberingAfterBreak="0">
    <w:nsid w:val="12922FC8"/>
    <w:multiLevelType w:val="multilevel"/>
    <w:tmpl w:val="BC20CD64"/>
    <w:lvl w:ilvl="0">
      <w:start w:val="1"/>
      <w:numFmt w:val="decimal"/>
      <w:pStyle w:val="Otsikko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E8B591F"/>
    <w:multiLevelType w:val="hybridMultilevel"/>
    <w:tmpl w:val="A124534C"/>
    <w:lvl w:ilvl="0" w:tplc="DFBE2CF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D3861"/>
    <w:multiLevelType w:val="hybridMultilevel"/>
    <w:tmpl w:val="664CF32A"/>
    <w:lvl w:ilvl="0" w:tplc="21E48194">
      <w:start w:val="1"/>
      <w:numFmt w:val="bullet"/>
      <w:pStyle w:val="Luettelokappale"/>
      <w:lvlText w:val="•"/>
      <w:lvlJc w:val="left"/>
      <w:pPr>
        <w:ind w:left="1440" w:hanging="360"/>
      </w:pPr>
      <w:rPr>
        <w:rFonts w:ascii="Arial" w:hAnsi="Arial" w:hint="default"/>
        <w:color w:val="019CDB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BD1FEE"/>
    <w:multiLevelType w:val="hybridMultilevel"/>
    <w:tmpl w:val="4B86BC52"/>
    <w:lvl w:ilvl="0" w:tplc="8F286B4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27BAA"/>
    <w:multiLevelType w:val="hybridMultilevel"/>
    <w:tmpl w:val="0122D59C"/>
    <w:lvl w:ilvl="0" w:tplc="921A9906">
      <w:numFmt w:val="bullet"/>
      <w:lvlText w:val="-"/>
      <w:lvlJc w:val="left"/>
      <w:pPr>
        <w:ind w:left="432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7" w15:restartNumberingAfterBreak="0">
    <w:nsid w:val="4AF3019C"/>
    <w:multiLevelType w:val="multilevel"/>
    <w:tmpl w:val="388A7428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76" w:hanging="127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9" w:hanging="155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43" w:hanging="1843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26" w:hanging="212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0" w:hanging="241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3005" w:hanging="397"/>
      </w:pPr>
      <w:rPr>
        <w:rFonts w:hint="default"/>
      </w:rPr>
    </w:lvl>
  </w:abstractNum>
  <w:abstractNum w:abstractNumId="8" w15:restartNumberingAfterBreak="0">
    <w:nsid w:val="4EDA3BCA"/>
    <w:multiLevelType w:val="hybridMultilevel"/>
    <w:tmpl w:val="90664248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65264A"/>
    <w:multiLevelType w:val="hybridMultilevel"/>
    <w:tmpl w:val="CCFEDD1A"/>
    <w:lvl w:ilvl="0" w:tplc="5344F196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911274"/>
    <w:multiLevelType w:val="hybridMultilevel"/>
    <w:tmpl w:val="05920384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824B12"/>
    <w:multiLevelType w:val="hybridMultilevel"/>
    <w:tmpl w:val="75605A98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EB4ED8"/>
    <w:multiLevelType w:val="hybridMultilevel"/>
    <w:tmpl w:val="D7C06278"/>
    <w:lvl w:ilvl="0" w:tplc="6AE6626A">
      <w:numFmt w:val="bullet"/>
      <w:lvlText w:val=""/>
      <w:lvlJc w:val="left"/>
      <w:pPr>
        <w:ind w:left="432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11"/>
  </w:num>
  <w:num w:numId="7">
    <w:abstractNumId w:val="2"/>
    <w:lvlOverride w:ilvl="0">
      <w:startOverride w:val="4"/>
    </w:lvlOverride>
  </w:num>
  <w:num w:numId="8">
    <w:abstractNumId w:val="5"/>
  </w:num>
  <w:num w:numId="9">
    <w:abstractNumId w:val="3"/>
  </w:num>
  <w:num w:numId="10">
    <w:abstractNumId w:val="7"/>
  </w:num>
  <w:num w:numId="11">
    <w:abstractNumId w:val="9"/>
  </w:num>
  <w:num w:numId="12">
    <w:abstractNumId w:val="12"/>
  </w:num>
  <w:num w:numId="13">
    <w:abstractNumId w:val="6"/>
  </w:num>
  <w:num w:numId="14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pela Anna">
    <w15:presenceInfo w15:providerId="AD" w15:userId="S-1-5-21-3121845505-432103665-3658532612-579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ECD"/>
    <w:rsid w:val="0000646E"/>
    <w:rsid w:val="000143B8"/>
    <w:rsid w:val="000152CD"/>
    <w:rsid w:val="0002007A"/>
    <w:rsid w:val="00020B6E"/>
    <w:rsid w:val="00024368"/>
    <w:rsid w:val="00027F59"/>
    <w:rsid w:val="00031847"/>
    <w:rsid w:val="00036359"/>
    <w:rsid w:val="000523C3"/>
    <w:rsid w:val="000543E3"/>
    <w:rsid w:val="00057EB6"/>
    <w:rsid w:val="00064457"/>
    <w:rsid w:val="0006456E"/>
    <w:rsid w:val="000831A0"/>
    <w:rsid w:val="00085D11"/>
    <w:rsid w:val="000B23AB"/>
    <w:rsid w:val="000B4AB2"/>
    <w:rsid w:val="000D2C2D"/>
    <w:rsid w:val="000E6B4E"/>
    <w:rsid w:val="000E6C3D"/>
    <w:rsid w:val="000F4226"/>
    <w:rsid w:val="000F4836"/>
    <w:rsid w:val="00104401"/>
    <w:rsid w:val="0010782C"/>
    <w:rsid w:val="00116249"/>
    <w:rsid w:val="00124059"/>
    <w:rsid w:val="00134A60"/>
    <w:rsid w:val="00136104"/>
    <w:rsid w:val="00145837"/>
    <w:rsid w:val="00145F37"/>
    <w:rsid w:val="00152148"/>
    <w:rsid w:val="00155AA2"/>
    <w:rsid w:val="001616BA"/>
    <w:rsid w:val="0018383F"/>
    <w:rsid w:val="00184036"/>
    <w:rsid w:val="001A07D1"/>
    <w:rsid w:val="001B3BB0"/>
    <w:rsid w:val="001B43C5"/>
    <w:rsid w:val="001B4FAE"/>
    <w:rsid w:val="001C1A49"/>
    <w:rsid w:val="001C2E44"/>
    <w:rsid w:val="001C50F4"/>
    <w:rsid w:val="001E09AB"/>
    <w:rsid w:val="001E14C6"/>
    <w:rsid w:val="001E53DA"/>
    <w:rsid w:val="001F70B1"/>
    <w:rsid w:val="00200402"/>
    <w:rsid w:val="002053AE"/>
    <w:rsid w:val="00205F7C"/>
    <w:rsid w:val="00207415"/>
    <w:rsid w:val="00212FF7"/>
    <w:rsid w:val="002176DE"/>
    <w:rsid w:val="002217BA"/>
    <w:rsid w:val="0022345F"/>
    <w:rsid w:val="0023090A"/>
    <w:rsid w:val="00230BD2"/>
    <w:rsid w:val="00246011"/>
    <w:rsid w:val="002532C0"/>
    <w:rsid w:val="00254893"/>
    <w:rsid w:val="002607AC"/>
    <w:rsid w:val="002639CD"/>
    <w:rsid w:val="00267BE2"/>
    <w:rsid w:val="00271B57"/>
    <w:rsid w:val="0028096E"/>
    <w:rsid w:val="002854A7"/>
    <w:rsid w:val="00287DDA"/>
    <w:rsid w:val="002924DF"/>
    <w:rsid w:val="00293E45"/>
    <w:rsid w:val="002A7714"/>
    <w:rsid w:val="002B248E"/>
    <w:rsid w:val="002C239B"/>
    <w:rsid w:val="002C28B9"/>
    <w:rsid w:val="002D2CFB"/>
    <w:rsid w:val="002D30E3"/>
    <w:rsid w:val="002D5886"/>
    <w:rsid w:val="002D614B"/>
    <w:rsid w:val="002D6855"/>
    <w:rsid w:val="002E07C9"/>
    <w:rsid w:val="002E40D6"/>
    <w:rsid w:val="002E65C3"/>
    <w:rsid w:val="002E6A16"/>
    <w:rsid w:val="003027FF"/>
    <w:rsid w:val="00302ABB"/>
    <w:rsid w:val="00305700"/>
    <w:rsid w:val="003058A0"/>
    <w:rsid w:val="00310409"/>
    <w:rsid w:val="003128BF"/>
    <w:rsid w:val="00330133"/>
    <w:rsid w:val="00333FDF"/>
    <w:rsid w:val="003417E7"/>
    <w:rsid w:val="00355F97"/>
    <w:rsid w:val="00362478"/>
    <w:rsid w:val="00366EED"/>
    <w:rsid w:val="00370CD9"/>
    <w:rsid w:val="0037230F"/>
    <w:rsid w:val="00374388"/>
    <w:rsid w:val="003903A0"/>
    <w:rsid w:val="00397898"/>
    <w:rsid w:val="003A7EBA"/>
    <w:rsid w:val="003B3DF4"/>
    <w:rsid w:val="003C686A"/>
    <w:rsid w:val="003C7FA5"/>
    <w:rsid w:val="003D7296"/>
    <w:rsid w:val="003E3FBB"/>
    <w:rsid w:val="003F1888"/>
    <w:rsid w:val="003F2ECD"/>
    <w:rsid w:val="0040639F"/>
    <w:rsid w:val="004170A4"/>
    <w:rsid w:val="0043214C"/>
    <w:rsid w:val="0043394B"/>
    <w:rsid w:val="004412A7"/>
    <w:rsid w:val="00443F62"/>
    <w:rsid w:val="00444BD1"/>
    <w:rsid w:val="00446E67"/>
    <w:rsid w:val="00453078"/>
    <w:rsid w:val="004532BA"/>
    <w:rsid w:val="00461B65"/>
    <w:rsid w:val="00465E7D"/>
    <w:rsid w:val="004739D2"/>
    <w:rsid w:val="00482B35"/>
    <w:rsid w:val="0048329B"/>
    <w:rsid w:val="00485772"/>
    <w:rsid w:val="00490BBA"/>
    <w:rsid w:val="00492C00"/>
    <w:rsid w:val="00494F6F"/>
    <w:rsid w:val="0049562F"/>
    <w:rsid w:val="00497263"/>
    <w:rsid w:val="004A3FD1"/>
    <w:rsid w:val="004C45BF"/>
    <w:rsid w:val="004C6D80"/>
    <w:rsid w:val="004C79CB"/>
    <w:rsid w:val="004D1267"/>
    <w:rsid w:val="004D75B0"/>
    <w:rsid w:val="004E6107"/>
    <w:rsid w:val="004F06A9"/>
    <w:rsid w:val="004F1239"/>
    <w:rsid w:val="004F1DEF"/>
    <w:rsid w:val="004F222B"/>
    <w:rsid w:val="004F4F92"/>
    <w:rsid w:val="00500D6C"/>
    <w:rsid w:val="00504674"/>
    <w:rsid w:val="005050A8"/>
    <w:rsid w:val="005062AB"/>
    <w:rsid w:val="00531A4F"/>
    <w:rsid w:val="005325C7"/>
    <w:rsid w:val="00550861"/>
    <w:rsid w:val="00554D66"/>
    <w:rsid w:val="00574319"/>
    <w:rsid w:val="005745CA"/>
    <w:rsid w:val="00581145"/>
    <w:rsid w:val="00592BF9"/>
    <w:rsid w:val="00597AFB"/>
    <w:rsid w:val="005A5072"/>
    <w:rsid w:val="005B14D9"/>
    <w:rsid w:val="005B25C8"/>
    <w:rsid w:val="005D1262"/>
    <w:rsid w:val="005D3FF8"/>
    <w:rsid w:val="005D4A21"/>
    <w:rsid w:val="005E26A8"/>
    <w:rsid w:val="005E714B"/>
    <w:rsid w:val="005E74AC"/>
    <w:rsid w:val="005E7AB9"/>
    <w:rsid w:val="005F703E"/>
    <w:rsid w:val="00600AA3"/>
    <w:rsid w:val="0061128B"/>
    <w:rsid w:val="00626CBB"/>
    <w:rsid w:val="006310A9"/>
    <w:rsid w:val="00633BCE"/>
    <w:rsid w:val="00637502"/>
    <w:rsid w:val="0063759D"/>
    <w:rsid w:val="00641CE2"/>
    <w:rsid w:val="00657201"/>
    <w:rsid w:val="006679A5"/>
    <w:rsid w:val="00667D34"/>
    <w:rsid w:val="006754C5"/>
    <w:rsid w:val="00680E62"/>
    <w:rsid w:val="00694386"/>
    <w:rsid w:val="00697AD7"/>
    <w:rsid w:val="006A0DEF"/>
    <w:rsid w:val="006A1B2A"/>
    <w:rsid w:val="006D0D49"/>
    <w:rsid w:val="006D744D"/>
    <w:rsid w:val="006E632F"/>
    <w:rsid w:val="006F1D5B"/>
    <w:rsid w:val="006F637A"/>
    <w:rsid w:val="00703672"/>
    <w:rsid w:val="00711C11"/>
    <w:rsid w:val="00714FCE"/>
    <w:rsid w:val="00724355"/>
    <w:rsid w:val="00727E01"/>
    <w:rsid w:val="00733454"/>
    <w:rsid w:val="00734A53"/>
    <w:rsid w:val="0074164B"/>
    <w:rsid w:val="007458E3"/>
    <w:rsid w:val="007545DE"/>
    <w:rsid w:val="00756782"/>
    <w:rsid w:val="007600D7"/>
    <w:rsid w:val="007608C2"/>
    <w:rsid w:val="0076261D"/>
    <w:rsid w:val="00766134"/>
    <w:rsid w:val="0077137D"/>
    <w:rsid w:val="007746C3"/>
    <w:rsid w:val="007841CA"/>
    <w:rsid w:val="007849C6"/>
    <w:rsid w:val="00791503"/>
    <w:rsid w:val="0079599F"/>
    <w:rsid w:val="007A0F3E"/>
    <w:rsid w:val="007A275F"/>
    <w:rsid w:val="007A4016"/>
    <w:rsid w:val="007A7964"/>
    <w:rsid w:val="007A7CDB"/>
    <w:rsid w:val="007B0605"/>
    <w:rsid w:val="007B074E"/>
    <w:rsid w:val="007B3C2A"/>
    <w:rsid w:val="007B7E68"/>
    <w:rsid w:val="007C238B"/>
    <w:rsid w:val="007C4CB6"/>
    <w:rsid w:val="007D421E"/>
    <w:rsid w:val="007D7A10"/>
    <w:rsid w:val="007F0DB1"/>
    <w:rsid w:val="007F69F9"/>
    <w:rsid w:val="00803BD4"/>
    <w:rsid w:val="0080707F"/>
    <w:rsid w:val="00810FC6"/>
    <w:rsid w:val="008145CA"/>
    <w:rsid w:val="0081477D"/>
    <w:rsid w:val="00820096"/>
    <w:rsid w:val="008345AB"/>
    <w:rsid w:val="008447B4"/>
    <w:rsid w:val="0084508D"/>
    <w:rsid w:val="00857427"/>
    <w:rsid w:val="00860743"/>
    <w:rsid w:val="0087024C"/>
    <w:rsid w:val="00874BBC"/>
    <w:rsid w:val="008831B7"/>
    <w:rsid w:val="00884914"/>
    <w:rsid w:val="00895E87"/>
    <w:rsid w:val="008A2569"/>
    <w:rsid w:val="008B2403"/>
    <w:rsid w:val="008B476A"/>
    <w:rsid w:val="008C012D"/>
    <w:rsid w:val="008D39F4"/>
    <w:rsid w:val="008D701E"/>
    <w:rsid w:val="008E26BF"/>
    <w:rsid w:val="008E2BA6"/>
    <w:rsid w:val="008E7615"/>
    <w:rsid w:val="008F0BAE"/>
    <w:rsid w:val="009039AB"/>
    <w:rsid w:val="00904417"/>
    <w:rsid w:val="00904756"/>
    <w:rsid w:val="009121D2"/>
    <w:rsid w:val="00931B83"/>
    <w:rsid w:val="0093374C"/>
    <w:rsid w:val="00934C83"/>
    <w:rsid w:val="00936B0C"/>
    <w:rsid w:val="00940D11"/>
    <w:rsid w:val="00947D8E"/>
    <w:rsid w:val="00951F3E"/>
    <w:rsid w:val="00953E79"/>
    <w:rsid w:val="00963B5A"/>
    <w:rsid w:val="00966701"/>
    <w:rsid w:val="00970529"/>
    <w:rsid w:val="009752E5"/>
    <w:rsid w:val="00977FCE"/>
    <w:rsid w:val="00982395"/>
    <w:rsid w:val="00986F55"/>
    <w:rsid w:val="00996FB5"/>
    <w:rsid w:val="009B16AB"/>
    <w:rsid w:val="009B5133"/>
    <w:rsid w:val="009B53F5"/>
    <w:rsid w:val="009B5B8C"/>
    <w:rsid w:val="009C260C"/>
    <w:rsid w:val="009D5AA2"/>
    <w:rsid w:val="009E4B25"/>
    <w:rsid w:val="009E677C"/>
    <w:rsid w:val="009F35F7"/>
    <w:rsid w:val="009F410D"/>
    <w:rsid w:val="00A02C4A"/>
    <w:rsid w:val="00A02EB9"/>
    <w:rsid w:val="00A03F07"/>
    <w:rsid w:val="00A06200"/>
    <w:rsid w:val="00A07742"/>
    <w:rsid w:val="00A117FD"/>
    <w:rsid w:val="00A1693D"/>
    <w:rsid w:val="00A356CC"/>
    <w:rsid w:val="00A36FC2"/>
    <w:rsid w:val="00A4525B"/>
    <w:rsid w:val="00A453A9"/>
    <w:rsid w:val="00A50483"/>
    <w:rsid w:val="00A5126B"/>
    <w:rsid w:val="00A5585B"/>
    <w:rsid w:val="00A55D80"/>
    <w:rsid w:val="00A63387"/>
    <w:rsid w:val="00A70F70"/>
    <w:rsid w:val="00A82805"/>
    <w:rsid w:val="00A91E38"/>
    <w:rsid w:val="00A922B3"/>
    <w:rsid w:val="00A97063"/>
    <w:rsid w:val="00AA236E"/>
    <w:rsid w:val="00AD067B"/>
    <w:rsid w:val="00AD37B7"/>
    <w:rsid w:val="00AE0FB8"/>
    <w:rsid w:val="00AE0FDF"/>
    <w:rsid w:val="00AE2AB5"/>
    <w:rsid w:val="00AE7F1B"/>
    <w:rsid w:val="00AF1122"/>
    <w:rsid w:val="00B019AD"/>
    <w:rsid w:val="00B31B3F"/>
    <w:rsid w:val="00B32141"/>
    <w:rsid w:val="00B445AE"/>
    <w:rsid w:val="00B612AE"/>
    <w:rsid w:val="00B844BB"/>
    <w:rsid w:val="00B90A91"/>
    <w:rsid w:val="00B94A43"/>
    <w:rsid w:val="00B952B2"/>
    <w:rsid w:val="00BA1324"/>
    <w:rsid w:val="00BB4E4B"/>
    <w:rsid w:val="00BD1284"/>
    <w:rsid w:val="00BD70DA"/>
    <w:rsid w:val="00BD78CD"/>
    <w:rsid w:val="00BE0C87"/>
    <w:rsid w:val="00BE1F11"/>
    <w:rsid w:val="00BE340E"/>
    <w:rsid w:val="00C018C8"/>
    <w:rsid w:val="00C12DAC"/>
    <w:rsid w:val="00C17651"/>
    <w:rsid w:val="00C257C4"/>
    <w:rsid w:val="00C3127F"/>
    <w:rsid w:val="00C315AA"/>
    <w:rsid w:val="00C4339F"/>
    <w:rsid w:val="00C60266"/>
    <w:rsid w:val="00C65715"/>
    <w:rsid w:val="00C70766"/>
    <w:rsid w:val="00C75542"/>
    <w:rsid w:val="00C92E43"/>
    <w:rsid w:val="00C9374E"/>
    <w:rsid w:val="00C94EB3"/>
    <w:rsid w:val="00C95636"/>
    <w:rsid w:val="00C97AD7"/>
    <w:rsid w:val="00CA2C51"/>
    <w:rsid w:val="00CB1A26"/>
    <w:rsid w:val="00CB1B07"/>
    <w:rsid w:val="00CC16C0"/>
    <w:rsid w:val="00CD218E"/>
    <w:rsid w:val="00CD4351"/>
    <w:rsid w:val="00CD6BE4"/>
    <w:rsid w:val="00CE1313"/>
    <w:rsid w:val="00CE1A6B"/>
    <w:rsid w:val="00CE7E2A"/>
    <w:rsid w:val="00D00758"/>
    <w:rsid w:val="00D022F7"/>
    <w:rsid w:val="00D043A0"/>
    <w:rsid w:val="00D21141"/>
    <w:rsid w:val="00D247A9"/>
    <w:rsid w:val="00D2586A"/>
    <w:rsid w:val="00D3579E"/>
    <w:rsid w:val="00D37740"/>
    <w:rsid w:val="00D452B2"/>
    <w:rsid w:val="00D536D9"/>
    <w:rsid w:val="00D57570"/>
    <w:rsid w:val="00D577EE"/>
    <w:rsid w:val="00D63637"/>
    <w:rsid w:val="00D70B6B"/>
    <w:rsid w:val="00D72D16"/>
    <w:rsid w:val="00D74E4E"/>
    <w:rsid w:val="00D754E8"/>
    <w:rsid w:val="00D9001B"/>
    <w:rsid w:val="00D92763"/>
    <w:rsid w:val="00D961EA"/>
    <w:rsid w:val="00D96927"/>
    <w:rsid w:val="00DA5990"/>
    <w:rsid w:val="00DA737F"/>
    <w:rsid w:val="00DC3368"/>
    <w:rsid w:val="00DC6923"/>
    <w:rsid w:val="00DD1215"/>
    <w:rsid w:val="00DD3F30"/>
    <w:rsid w:val="00DD4F75"/>
    <w:rsid w:val="00DD68F7"/>
    <w:rsid w:val="00DE2004"/>
    <w:rsid w:val="00DE759B"/>
    <w:rsid w:val="00DF4288"/>
    <w:rsid w:val="00E01092"/>
    <w:rsid w:val="00E06FD2"/>
    <w:rsid w:val="00E12B1A"/>
    <w:rsid w:val="00E13AB4"/>
    <w:rsid w:val="00E20FF1"/>
    <w:rsid w:val="00E4495F"/>
    <w:rsid w:val="00E523A7"/>
    <w:rsid w:val="00E54909"/>
    <w:rsid w:val="00E55121"/>
    <w:rsid w:val="00E55781"/>
    <w:rsid w:val="00E57B27"/>
    <w:rsid w:val="00E63004"/>
    <w:rsid w:val="00E73B48"/>
    <w:rsid w:val="00E75E9F"/>
    <w:rsid w:val="00E826F6"/>
    <w:rsid w:val="00E83D2D"/>
    <w:rsid w:val="00E97072"/>
    <w:rsid w:val="00EB0BF7"/>
    <w:rsid w:val="00EB134B"/>
    <w:rsid w:val="00ED5ED6"/>
    <w:rsid w:val="00EE066C"/>
    <w:rsid w:val="00EE5CE2"/>
    <w:rsid w:val="00EF401C"/>
    <w:rsid w:val="00EF5039"/>
    <w:rsid w:val="00F0227D"/>
    <w:rsid w:val="00F046A6"/>
    <w:rsid w:val="00F1192C"/>
    <w:rsid w:val="00F12BBD"/>
    <w:rsid w:val="00F13531"/>
    <w:rsid w:val="00F21CB9"/>
    <w:rsid w:val="00F26FBB"/>
    <w:rsid w:val="00F33D8C"/>
    <w:rsid w:val="00F350F6"/>
    <w:rsid w:val="00F371F4"/>
    <w:rsid w:val="00F37717"/>
    <w:rsid w:val="00F4654C"/>
    <w:rsid w:val="00F63514"/>
    <w:rsid w:val="00F73E4A"/>
    <w:rsid w:val="00F7554E"/>
    <w:rsid w:val="00F8300E"/>
    <w:rsid w:val="00F85DBA"/>
    <w:rsid w:val="00F941BD"/>
    <w:rsid w:val="00F94229"/>
    <w:rsid w:val="00FB0554"/>
    <w:rsid w:val="00FB1799"/>
    <w:rsid w:val="00FB22CB"/>
    <w:rsid w:val="00FB4B31"/>
    <w:rsid w:val="00FC4261"/>
    <w:rsid w:val="00FD710D"/>
    <w:rsid w:val="00FE2C22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BE6BC41"/>
  <w15:chartTrackingRefBased/>
  <w15:docId w15:val="{A25F7855-5354-4A35-AEDC-170604708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>
      <w:pPr>
        <w:spacing w:after="160" w:line="2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8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rsid w:val="00BD78CD"/>
    <w:pPr>
      <w:spacing w:line="240" w:lineRule="auto"/>
    </w:pPr>
    <w:rPr>
      <w:sz w:val="20"/>
    </w:rPr>
  </w:style>
  <w:style w:type="paragraph" w:styleId="Otsikko1">
    <w:name w:val="heading 1"/>
    <w:basedOn w:val="Normaali"/>
    <w:next w:val="Leipteksti"/>
    <w:link w:val="Otsikko1Char"/>
    <w:uiPriority w:val="9"/>
    <w:qFormat/>
    <w:rsid w:val="007849C6"/>
    <w:pPr>
      <w:keepNext/>
      <w:keepLines/>
      <w:numPr>
        <w:numId w:val="1"/>
      </w:numPr>
      <w:spacing w:after="720" w:line="520" w:lineRule="exact"/>
      <w:outlineLvl w:val="0"/>
    </w:pPr>
    <w:rPr>
      <w:rFonts w:asciiTheme="majorHAnsi" w:eastAsiaTheme="majorEastAsia" w:hAnsiTheme="majorHAnsi" w:cstheme="majorBidi"/>
      <w:color w:val="0090D4" w:themeColor="text2"/>
      <w:sz w:val="48"/>
      <w:szCs w:val="32"/>
    </w:rPr>
  </w:style>
  <w:style w:type="paragraph" w:styleId="Otsikko2">
    <w:name w:val="heading 2"/>
    <w:basedOn w:val="Normaali"/>
    <w:next w:val="Leipteksti"/>
    <w:link w:val="Otsikko2Char"/>
    <w:uiPriority w:val="9"/>
    <w:qFormat/>
    <w:rsid w:val="001C2E44"/>
    <w:pPr>
      <w:keepNext/>
      <w:keepLines/>
      <w:numPr>
        <w:ilvl w:val="1"/>
        <w:numId w:val="1"/>
      </w:numPr>
      <w:spacing w:before="600" w:after="240"/>
      <w:ind w:left="578" w:hanging="578"/>
      <w:outlineLvl w:val="1"/>
    </w:pPr>
    <w:rPr>
      <w:rFonts w:asciiTheme="majorHAnsi" w:eastAsiaTheme="majorEastAsia" w:hAnsiTheme="majorHAnsi" w:cstheme="majorBidi"/>
      <w:b/>
      <w:color w:val="3F3E3E"/>
      <w:sz w:val="28"/>
      <w:szCs w:val="26"/>
    </w:rPr>
  </w:style>
  <w:style w:type="paragraph" w:styleId="Otsikko3">
    <w:name w:val="heading 3"/>
    <w:basedOn w:val="Normaali"/>
    <w:next w:val="Leipteksti"/>
    <w:link w:val="Otsikko3Char"/>
    <w:uiPriority w:val="9"/>
    <w:qFormat/>
    <w:rsid w:val="005B14D9"/>
    <w:pPr>
      <w:keepNext/>
      <w:keepLines/>
      <w:numPr>
        <w:ilvl w:val="2"/>
        <w:numId w:val="1"/>
      </w:numPr>
      <w:spacing w:before="600" w:after="24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Otsikko4">
    <w:name w:val="heading 4"/>
    <w:basedOn w:val="Normaali"/>
    <w:next w:val="Normaali"/>
    <w:link w:val="Otsikko4Char"/>
    <w:uiPriority w:val="9"/>
    <w:qFormat/>
    <w:rsid w:val="00D96927"/>
    <w:pPr>
      <w:keepNext/>
      <w:keepLines/>
      <w:numPr>
        <w:ilvl w:val="3"/>
        <w:numId w:val="1"/>
      </w:numPr>
      <w:spacing w:before="260" w:after="0"/>
      <w:ind w:left="862" w:hanging="862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Otsikko5">
    <w:name w:val="heading 5"/>
    <w:basedOn w:val="Normaali"/>
    <w:next w:val="Normaali"/>
    <w:link w:val="Otsikko5Char"/>
    <w:uiPriority w:val="9"/>
    <w:semiHidden/>
    <w:qFormat/>
    <w:rsid w:val="00D37740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6B9E" w:themeColor="accent1" w:themeShade="B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D37740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4769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D37740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4769" w:themeColor="accent1" w:themeShade="7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D37740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D37740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semiHidden/>
    <w:rsid w:val="00D37740"/>
    <w:pPr>
      <w:tabs>
        <w:tab w:val="center" w:pos="4819"/>
        <w:tab w:val="right" w:pos="9638"/>
      </w:tabs>
      <w:spacing w:after="0"/>
    </w:pPr>
  </w:style>
  <w:style w:type="character" w:customStyle="1" w:styleId="YltunnisteChar">
    <w:name w:val="Ylätunniste Char"/>
    <w:basedOn w:val="Kappaleenoletusfontti"/>
    <w:link w:val="Yltunniste"/>
    <w:uiPriority w:val="99"/>
    <w:semiHidden/>
    <w:rsid w:val="001B3BB0"/>
    <w:rPr>
      <w:sz w:val="20"/>
    </w:rPr>
  </w:style>
  <w:style w:type="paragraph" w:styleId="Alatunniste">
    <w:name w:val="footer"/>
    <w:basedOn w:val="Normaali"/>
    <w:link w:val="AlatunnisteChar"/>
    <w:uiPriority w:val="99"/>
    <w:semiHidden/>
    <w:rsid w:val="00E83D2D"/>
    <w:pPr>
      <w:tabs>
        <w:tab w:val="center" w:pos="4819"/>
        <w:tab w:val="right" w:pos="9638"/>
      </w:tabs>
      <w:spacing w:after="0"/>
    </w:pPr>
    <w:rPr>
      <w:sz w:val="12"/>
    </w:r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1B3BB0"/>
    <w:rPr>
      <w:sz w:val="12"/>
    </w:rPr>
  </w:style>
  <w:style w:type="character" w:customStyle="1" w:styleId="Otsikko1Char">
    <w:name w:val="Otsikko 1 Char"/>
    <w:basedOn w:val="Kappaleenoletusfontti"/>
    <w:link w:val="Otsikko1"/>
    <w:uiPriority w:val="9"/>
    <w:rsid w:val="00982395"/>
    <w:rPr>
      <w:rFonts w:asciiTheme="majorHAnsi" w:eastAsiaTheme="majorEastAsia" w:hAnsiTheme="majorHAnsi" w:cstheme="majorBidi"/>
      <w:color w:val="0090D4" w:themeColor="text2"/>
      <w:sz w:val="48"/>
      <w:szCs w:val="32"/>
    </w:rPr>
  </w:style>
  <w:style w:type="character" w:customStyle="1" w:styleId="Otsikko2Char">
    <w:name w:val="Otsikko 2 Char"/>
    <w:basedOn w:val="Kappaleenoletusfontti"/>
    <w:link w:val="Otsikko2"/>
    <w:uiPriority w:val="9"/>
    <w:rsid w:val="001C2E44"/>
    <w:rPr>
      <w:rFonts w:asciiTheme="majorHAnsi" w:eastAsiaTheme="majorEastAsia" w:hAnsiTheme="majorHAnsi" w:cstheme="majorBidi"/>
      <w:b/>
      <w:color w:val="3F3E3E"/>
      <w:sz w:val="28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5B14D9"/>
    <w:rPr>
      <w:rFonts w:asciiTheme="majorHAnsi" w:eastAsiaTheme="majorEastAsia" w:hAnsiTheme="majorHAnsi" w:cstheme="majorBidi"/>
      <w:sz w:val="24"/>
      <w:szCs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D96927"/>
    <w:rPr>
      <w:rFonts w:asciiTheme="majorHAnsi" w:eastAsiaTheme="majorEastAsia" w:hAnsiTheme="majorHAnsi" w:cstheme="majorBidi"/>
      <w:b/>
      <w:iCs/>
      <w:sz w:val="20"/>
    </w:rPr>
  </w:style>
  <w:style w:type="character" w:customStyle="1" w:styleId="Otsikko5Char">
    <w:name w:val="Otsikko 5 Char"/>
    <w:basedOn w:val="Kappaleenoletusfontti"/>
    <w:link w:val="Otsikko5"/>
    <w:uiPriority w:val="9"/>
    <w:semiHidden/>
    <w:rsid w:val="00D96927"/>
    <w:rPr>
      <w:rFonts w:asciiTheme="majorHAnsi" w:eastAsiaTheme="majorEastAsia" w:hAnsiTheme="majorHAnsi" w:cstheme="majorBidi"/>
      <w:color w:val="006B9E" w:themeColor="accent1" w:themeShade="BF"/>
      <w:sz w:val="20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D37740"/>
    <w:rPr>
      <w:rFonts w:asciiTheme="majorHAnsi" w:eastAsiaTheme="majorEastAsia" w:hAnsiTheme="majorHAnsi" w:cstheme="majorBidi"/>
      <w:color w:val="004769" w:themeColor="accent1" w:themeShade="7F"/>
      <w:lang w:val="en-GB"/>
    </w:rPr>
  </w:style>
  <w:style w:type="character" w:customStyle="1" w:styleId="Otsikko7Char">
    <w:name w:val="Otsikko 7 Char"/>
    <w:basedOn w:val="Kappaleenoletusfontti"/>
    <w:link w:val="Otsikko7"/>
    <w:uiPriority w:val="9"/>
    <w:semiHidden/>
    <w:rsid w:val="00D37740"/>
    <w:rPr>
      <w:rFonts w:asciiTheme="majorHAnsi" w:eastAsiaTheme="majorEastAsia" w:hAnsiTheme="majorHAnsi" w:cstheme="majorBidi"/>
      <w:i/>
      <w:iCs/>
      <w:color w:val="004769" w:themeColor="accent1" w:themeShade="7F"/>
      <w:lang w:val="en-GB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D3774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D377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table" w:styleId="TaulukkoRuudukko">
    <w:name w:val="Table Grid"/>
    <w:basedOn w:val="Normaalitaulukko"/>
    <w:rsid w:val="00FC4261"/>
    <w:pPr>
      <w:spacing w:after="0" w:line="240" w:lineRule="auto"/>
    </w:pPr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aotsikko">
    <w:name w:val="Subtitle"/>
    <w:basedOn w:val="Normaali"/>
    <w:next w:val="Leipteksti"/>
    <w:link w:val="AlaotsikkoChar"/>
    <w:uiPriority w:val="11"/>
    <w:qFormat/>
    <w:rsid w:val="00D00758"/>
    <w:pPr>
      <w:numPr>
        <w:ilvl w:val="1"/>
      </w:numPr>
      <w:spacing w:before="260" w:after="260" w:line="260" w:lineRule="atLeast"/>
    </w:pPr>
    <w:rPr>
      <w:rFonts w:asciiTheme="majorHAnsi" w:eastAsiaTheme="minorEastAsia" w:hAnsiTheme="majorHAnsi"/>
      <w:b/>
      <w:color w:val="0090D4" w:themeColor="text2"/>
      <w:sz w:val="24"/>
    </w:rPr>
  </w:style>
  <w:style w:type="paragraph" w:styleId="Leipteksti">
    <w:name w:val="Body Text"/>
    <w:basedOn w:val="Normaali"/>
    <w:link w:val="LeiptekstiChar"/>
    <w:uiPriority w:val="99"/>
    <w:qFormat/>
    <w:rsid w:val="00B90A91"/>
    <w:pPr>
      <w:spacing w:after="0" w:line="260" w:lineRule="atLeast"/>
    </w:pPr>
  </w:style>
  <w:style w:type="character" w:customStyle="1" w:styleId="LeiptekstiChar">
    <w:name w:val="Leipäteksti Char"/>
    <w:basedOn w:val="Kappaleenoletusfontti"/>
    <w:link w:val="Leipteksti"/>
    <w:uiPriority w:val="99"/>
    <w:rsid w:val="00B90A91"/>
    <w:rPr>
      <w:sz w:val="20"/>
    </w:rPr>
  </w:style>
  <w:style w:type="character" w:customStyle="1" w:styleId="AlaotsikkoChar">
    <w:name w:val="Alaotsikko Char"/>
    <w:basedOn w:val="Kappaleenoletusfontti"/>
    <w:link w:val="Alaotsikko"/>
    <w:uiPriority w:val="11"/>
    <w:rsid w:val="00D00758"/>
    <w:rPr>
      <w:rFonts w:asciiTheme="majorHAnsi" w:eastAsiaTheme="minorEastAsia" w:hAnsiTheme="majorHAnsi"/>
      <w:b/>
      <w:color w:val="0090D4" w:themeColor="text2"/>
      <w:sz w:val="24"/>
    </w:rPr>
  </w:style>
  <w:style w:type="paragraph" w:customStyle="1" w:styleId="Kansi1">
    <w:name w:val="Kansi1"/>
    <w:qFormat/>
    <w:rsid w:val="00B844BB"/>
    <w:pPr>
      <w:spacing w:after="0" w:line="680" w:lineRule="exact"/>
    </w:pPr>
    <w:rPr>
      <w:rFonts w:asciiTheme="majorHAnsi" w:hAnsiTheme="majorHAnsi"/>
      <w:b/>
      <w:color w:val="0090D4" w:themeColor="text2"/>
      <w:sz w:val="60"/>
    </w:rPr>
  </w:style>
  <w:style w:type="paragraph" w:customStyle="1" w:styleId="Kansi2">
    <w:name w:val="Kansi2"/>
    <w:qFormat/>
    <w:rsid w:val="001C2E44"/>
    <w:pPr>
      <w:spacing w:after="0" w:line="600" w:lineRule="atLeast"/>
    </w:pPr>
    <w:rPr>
      <w:rFonts w:eastAsia="Times New Roman" w:cs="Times New Roman"/>
      <w:color w:val="3F3E3E"/>
      <w:sz w:val="48"/>
      <w:szCs w:val="20"/>
    </w:rPr>
  </w:style>
  <w:style w:type="paragraph" w:customStyle="1" w:styleId="Kansi3">
    <w:name w:val="Kansi3"/>
    <w:qFormat/>
    <w:rsid w:val="001C2E44"/>
    <w:pPr>
      <w:spacing w:after="0" w:line="240" w:lineRule="auto"/>
    </w:pPr>
    <w:rPr>
      <w:rFonts w:eastAsia="Times New Roman" w:cs="Times New Roman"/>
      <w:color w:val="3F3E3E"/>
      <w:sz w:val="24"/>
      <w:szCs w:val="20"/>
    </w:rPr>
  </w:style>
  <w:style w:type="paragraph" w:styleId="Luettelokappale">
    <w:name w:val="List Paragraph"/>
    <w:basedOn w:val="Normaali"/>
    <w:uiPriority w:val="34"/>
    <w:qFormat/>
    <w:rsid w:val="00C60266"/>
    <w:pPr>
      <w:numPr>
        <w:numId w:val="2"/>
      </w:numPr>
      <w:spacing w:before="260" w:after="0" w:line="260" w:lineRule="atLeast"/>
      <w:ind w:left="510" w:hanging="255"/>
    </w:pPr>
  </w:style>
  <w:style w:type="paragraph" w:customStyle="1" w:styleId="Kuvateksti">
    <w:name w:val="Kuvateksti"/>
    <w:qFormat/>
    <w:rsid w:val="00F371F4"/>
    <w:pPr>
      <w:spacing w:after="0" w:line="240" w:lineRule="exact"/>
    </w:pPr>
    <w:rPr>
      <w:sz w:val="18"/>
      <w:lang w:val="en-GB"/>
    </w:rPr>
  </w:style>
  <w:style w:type="paragraph" w:styleId="Numeroituluettelo">
    <w:name w:val="List Number"/>
    <w:basedOn w:val="Leipteksti"/>
    <w:uiPriority w:val="99"/>
    <w:qFormat/>
    <w:rsid w:val="005D4A21"/>
    <w:pPr>
      <w:numPr>
        <w:numId w:val="3"/>
      </w:numPr>
      <w:spacing w:before="260"/>
      <w:ind w:left="510" w:hanging="255"/>
    </w:pPr>
  </w:style>
  <w:style w:type="character" w:styleId="Hyperlinkki">
    <w:name w:val="Hyperlink"/>
    <w:basedOn w:val="Kappaleenoletusfontti"/>
    <w:uiPriority w:val="99"/>
    <w:rsid w:val="00374388"/>
    <w:rPr>
      <w:color w:val="0090D4" w:themeColor="hyperlink"/>
      <w:u w:val="single"/>
    </w:rPr>
  </w:style>
  <w:style w:type="paragraph" w:styleId="Lhdeviiteluettelo">
    <w:name w:val="table of authorities"/>
    <w:basedOn w:val="Normaali"/>
    <w:uiPriority w:val="99"/>
    <w:rsid w:val="00374388"/>
    <w:pPr>
      <w:spacing w:line="240" w:lineRule="exact"/>
    </w:pPr>
    <w:rPr>
      <w:sz w:val="18"/>
    </w:rPr>
  </w:style>
  <w:style w:type="paragraph" w:styleId="Sisllysluettelonotsikko">
    <w:name w:val="TOC Heading"/>
    <w:basedOn w:val="Otsikko1"/>
    <w:next w:val="Normaali"/>
    <w:uiPriority w:val="39"/>
    <w:semiHidden/>
    <w:rsid w:val="00AE0FDF"/>
    <w:pPr>
      <w:numPr>
        <w:numId w:val="0"/>
      </w:numPr>
      <w:spacing w:after="480"/>
      <w:outlineLvl w:val="9"/>
    </w:pPr>
    <w:rPr>
      <w:lang w:eastAsia="fi-FI"/>
    </w:rPr>
  </w:style>
  <w:style w:type="paragraph" w:styleId="Sisluet1">
    <w:name w:val="toc 1"/>
    <w:basedOn w:val="Normaali"/>
    <w:next w:val="Normaali"/>
    <w:autoRedefine/>
    <w:uiPriority w:val="39"/>
    <w:rsid w:val="00BD78CD"/>
    <w:pPr>
      <w:tabs>
        <w:tab w:val="right" w:pos="8222"/>
      </w:tabs>
      <w:spacing w:after="100"/>
    </w:pPr>
    <w:rPr>
      <w:sz w:val="21"/>
    </w:rPr>
  </w:style>
  <w:style w:type="paragraph" w:styleId="Sisluet2">
    <w:name w:val="toc 2"/>
    <w:basedOn w:val="Sisluet1"/>
    <w:next w:val="Normaali"/>
    <w:autoRedefine/>
    <w:uiPriority w:val="39"/>
    <w:rsid w:val="00A97063"/>
    <w:pPr>
      <w:ind w:left="397"/>
    </w:pPr>
  </w:style>
  <w:style w:type="paragraph" w:styleId="Otsikko">
    <w:name w:val="Title"/>
    <w:basedOn w:val="Normaali"/>
    <w:next w:val="Leipteksti"/>
    <w:link w:val="OtsikkoChar"/>
    <w:uiPriority w:val="10"/>
    <w:qFormat/>
    <w:rsid w:val="00966701"/>
    <w:pPr>
      <w:spacing w:after="480" w:line="520" w:lineRule="exact"/>
      <w:contextualSpacing/>
    </w:pPr>
    <w:rPr>
      <w:rFonts w:asciiTheme="majorHAnsi" w:eastAsiaTheme="majorEastAsia" w:hAnsiTheme="majorHAnsi" w:cstheme="majorBidi"/>
      <w:color w:val="0090D4" w:themeColor="text2"/>
      <w:spacing w:val="-10"/>
      <w:kern w:val="28"/>
      <w:sz w:val="48"/>
      <w:szCs w:val="56"/>
    </w:rPr>
  </w:style>
  <w:style w:type="paragraph" w:styleId="Sisluet3">
    <w:name w:val="toc 3"/>
    <w:basedOn w:val="Sisluet2"/>
    <w:next w:val="Normaali"/>
    <w:autoRedefine/>
    <w:uiPriority w:val="39"/>
    <w:rsid w:val="00A97063"/>
  </w:style>
  <w:style w:type="character" w:customStyle="1" w:styleId="OtsikkoChar">
    <w:name w:val="Otsikko Char"/>
    <w:basedOn w:val="Kappaleenoletusfontti"/>
    <w:link w:val="Otsikko"/>
    <w:uiPriority w:val="10"/>
    <w:rsid w:val="00966701"/>
    <w:rPr>
      <w:rFonts w:asciiTheme="majorHAnsi" w:eastAsiaTheme="majorEastAsia" w:hAnsiTheme="majorHAnsi" w:cstheme="majorBidi"/>
      <w:color w:val="0090D4" w:themeColor="text2"/>
      <w:spacing w:val="-10"/>
      <w:kern w:val="28"/>
      <w:sz w:val="48"/>
      <w:szCs w:val="56"/>
    </w:rPr>
  </w:style>
  <w:style w:type="paragraph" w:customStyle="1" w:styleId="Teksti">
    <w:name w:val="Teksti"/>
    <w:basedOn w:val="Normaali"/>
    <w:link w:val="TekstiChar"/>
    <w:rsid w:val="00DC6923"/>
    <w:pPr>
      <w:spacing w:after="0" w:line="260" w:lineRule="exact"/>
      <w:ind w:left="2608"/>
    </w:pPr>
    <w:rPr>
      <w:rFonts w:eastAsia="Times New Roman" w:cs="Garamond"/>
      <w:sz w:val="22"/>
      <w:szCs w:val="24"/>
      <w:lang w:eastAsia="fi-FI"/>
    </w:rPr>
  </w:style>
  <w:style w:type="character" w:customStyle="1" w:styleId="TekstiChar">
    <w:name w:val="Teksti Char"/>
    <w:basedOn w:val="Kappaleenoletusfontti"/>
    <w:link w:val="Teksti"/>
    <w:rsid w:val="00DC6923"/>
    <w:rPr>
      <w:rFonts w:eastAsia="Times New Roman" w:cs="Garamond"/>
      <w:szCs w:val="24"/>
      <w:lang w:eastAsia="fi-FI"/>
    </w:rPr>
  </w:style>
  <w:style w:type="character" w:styleId="Kommentinviite">
    <w:name w:val="annotation reference"/>
    <w:basedOn w:val="Kappaleenoletusfontti"/>
    <w:uiPriority w:val="99"/>
    <w:semiHidden/>
    <w:unhideWhenUsed/>
    <w:rsid w:val="003F2ECD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3F2ECD"/>
    <w:rPr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3F2ECD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3F2ECD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3F2ECD"/>
    <w:rPr>
      <w:b/>
      <w:bCs/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3F2EC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3F2ECD"/>
    <w:rPr>
      <w:rFonts w:ascii="Segoe UI" w:hAnsi="Segoe UI" w:cs="Segoe UI"/>
      <w:sz w:val="18"/>
      <w:szCs w:val="18"/>
    </w:rPr>
  </w:style>
  <w:style w:type="character" w:styleId="Voimakas">
    <w:name w:val="Strong"/>
    <w:basedOn w:val="Kappaleenoletusfontti"/>
    <w:uiPriority w:val="8"/>
    <w:qFormat/>
    <w:rsid w:val="005E74AC"/>
    <w:rPr>
      <w:b/>
      <w:bCs/>
    </w:rPr>
  </w:style>
  <w:style w:type="paragraph" w:customStyle="1" w:styleId="Sisennetty">
    <w:name w:val="Sisennetty"/>
    <w:basedOn w:val="Normaali"/>
    <w:link w:val="SisennettyChar"/>
    <w:qFormat/>
    <w:rsid w:val="00DE759B"/>
    <w:pPr>
      <w:spacing w:after="120"/>
      <w:ind w:left="1304"/>
      <w:jc w:val="both"/>
    </w:pPr>
    <w:rPr>
      <w:rFonts w:eastAsia="Times New Roman" w:cs="Times New Roman"/>
      <w:szCs w:val="20"/>
      <w:lang w:eastAsia="fi-FI"/>
    </w:rPr>
  </w:style>
  <w:style w:type="character" w:customStyle="1" w:styleId="SisennettyChar">
    <w:name w:val="Sisennetty Char"/>
    <w:basedOn w:val="Kappaleenoletusfontti"/>
    <w:link w:val="Sisennetty"/>
    <w:rsid w:val="00DE759B"/>
    <w:rPr>
      <w:rFonts w:eastAsia="Times New Roman" w:cs="Times New Roman"/>
      <w:sz w:val="20"/>
      <w:szCs w:val="20"/>
      <w:lang w:eastAsia="fi-FI"/>
    </w:rPr>
  </w:style>
  <w:style w:type="paragraph" w:customStyle="1" w:styleId="Lhdekoodi">
    <w:name w:val="Lähdekoodi"/>
    <w:basedOn w:val="Normaali"/>
    <w:link w:val="LhdekoodiChar"/>
    <w:uiPriority w:val="13"/>
    <w:qFormat/>
    <w:rsid w:val="00DE759B"/>
    <w:pPr>
      <w:spacing w:after="120"/>
      <w:ind w:left="1304"/>
      <w:jc w:val="both"/>
    </w:pPr>
    <w:rPr>
      <w:rFonts w:ascii="Consolas" w:eastAsia="Times New Roman" w:hAnsi="Consolas" w:cs="Times New Roman"/>
      <w:color w:val="000000" w:themeColor="text1"/>
      <w:szCs w:val="20"/>
      <w:lang w:eastAsia="fi-FI"/>
    </w:rPr>
  </w:style>
  <w:style w:type="character" w:customStyle="1" w:styleId="LhdekoodiChar">
    <w:name w:val="Lähdekoodi Char"/>
    <w:basedOn w:val="Kappaleenoletusfontti"/>
    <w:link w:val="Lhdekoodi"/>
    <w:uiPriority w:val="13"/>
    <w:rsid w:val="00DE759B"/>
    <w:rPr>
      <w:rFonts w:ascii="Consolas" w:eastAsia="Times New Roman" w:hAnsi="Consolas" w:cs="Times New Roman"/>
      <w:color w:val="000000" w:themeColor="text1"/>
      <w:sz w:val="20"/>
      <w:szCs w:val="20"/>
      <w:lang w:eastAsia="fi-FI"/>
    </w:rPr>
  </w:style>
  <w:style w:type="paragraph" w:customStyle="1" w:styleId="XML">
    <w:name w:val="XML"/>
    <w:basedOn w:val="Normaali"/>
    <w:qFormat/>
    <w:rsid w:val="00DE759B"/>
    <w:pPr>
      <w:tabs>
        <w:tab w:val="left" w:pos="1304"/>
        <w:tab w:val="left" w:pos="1560"/>
        <w:tab w:val="left" w:pos="1843"/>
        <w:tab w:val="left" w:pos="2127"/>
        <w:tab w:val="left" w:pos="2410"/>
      </w:tabs>
      <w:autoSpaceDE w:val="0"/>
      <w:autoSpaceDN w:val="0"/>
      <w:adjustRightInd w:val="0"/>
      <w:spacing w:after="0"/>
      <w:ind w:left="2438" w:hanging="1134"/>
    </w:pPr>
    <w:rPr>
      <w:rFonts w:ascii="Arial" w:hAnsi="Arial" w:cs="Arial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openxmlformats.org/officeDocument/2006/relationships/hyperlink" Target="https://art-decor.org/mediawiki/index.php?title=DTr1_II.EPSOS" TargetMode="Externa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hyperlink" Target="http://art-decor.org/art-decor/decor-valuesets--epsos-?id=1.3.6.1.4.1.12559.11.10.1.3.1.42.40&amp;effectiveDate=dynamic" TargetMode="Externa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hyperlink" Target="https://art-decor.org/mediawiki/index.php?title=DTr1_II.EPSOS" TargetMode="Externa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yperlink" Target="http://art-decor.org/art-decor/decor-valuesets--epsos-?id=1.3.6.1.4.1.12559.11.10.1.3.1.42.40&amp;effectiveDate=dynamic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https://art-decor.org/mediawiki/index.php?title=DTr1_II.EPSOS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header" Target="header3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775BBE\AppData\Local\Temp\Lyhyt%20peruspohj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96BDC8E05A4E81B96C96BF6A90495E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99F4F6EB-AF3A-4237-AFC6-CA5622EA2251}"/>
      </w:docPartPr>
      <w:docPartBody>
        <w:p w:rsidR="00817FB7" w:rsidRDefault="00817FB7" w:rsidP="00817FB7">
          <w:pPr>
            <w:pStyle w:val="FC96BDC8E05A4E81B96C96BF6A90495E"/>
          </w:pPr>
          <w:r w:rsidRPr="00DE2E59">
            <w:rPr>
              <w:rStyle w:val="Voimakas"/>
              <w:rFonts w:eastAsiaTheme="majorEastAsia"/>
            </w:rPr>
            <w:t>[Valitse pvm.]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FB7"/>
    <w:rsid w:val="00055370"/>
    <w:rsid w:val="000D6FA4"/>
    <w:rsid w:val="001F5E54"/>
    <w:rsid w:val="00215EB8"/>
    <w:rsid w:val="0026352B"/>
    <w:rsid w:val="003F6851"/>
    <w:rsid w:val="005756A6"/>
    <w:rsid w:val="00817FB7"/>
    <w:rsid w:val="00D92145"/>
    <w:rsid w:val="00FC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Voimakas">
    <w:name w:val="Strong"/>
    <w:basedOn w:val="Kappaleenoletusfontti"/>
    <w:uiPriority w:val="8"/>
    <w:qFormat/>
    <w:rsid w:val="00817FB7"/>
    <w:rPr>
      <w:b/>
      <w:bCs/>
    </w:rPr>
  </w:style>
  <w:style w:type="paragraph" w:customStyle="1" w:styleId="FEB53BA114584363AE47924086F50347">
    <w:name w:val="FEB53BA114584363AE47924086F50347"/>
  </w:style>
  <w:style w:type="paragraph" w:customStyle="1" w:styleId="FC96BDC8E05A4E81B96C96BF6A90495E">
    <w:name w:val="FC96BDC8E05A4E81B96C96BF6A90495E"/>
    <w:rsid w:val="00817F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-teema">
  <a:themeElements>
    <a:clrScheme name="KELA Kanta">
      <a:dk1>
        <a:srgbClr val="000000"/>
      </a:dk1>
      <a:lt1>
        <a:sysClr val="window" lastClr="FFFFFF"/>
      </a:lt1>
      <a:dk2>
        <a:srgbClr val="0090D4"/>
      </a:dk2>
      <a:lt2>
        <a:srgbClr val="464648"/>
      </a:lt2>
      <a:accent1>
        <a:srgbClr val="0090D4"/>
      </a:accent1>
      <a:accent2>
        <a:srgbClr val="0065BD"/>
      </a:accent2>
      <a:accent3>
        <a:srgbClr val="B5C600"/>
      </a:accent3>
      <a:accent4>
        <a:srgbClr val="009B48"/>
      </a:accent4>
      <a:accent5>
        <a:srgbClr val="FDCB00"/>
      </a:accent5>
      <a:accent6>
        <a:srgbClr val="F8941E"/>
      </a:accent6>
      <a:hlink>
        <a:srgbClr val="0090D4"/>
      </a:hlink>
      <a:folHlink>
        <a:srgbClr val="0035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2018-03-08T00:00:00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02BB8CAF2426644FA1DDB8F7AA9289A3" ma:contentTypeVersion="0" ma:contentTypeDescription="Luo uusi asiakirja." ma:contentTypeScope="" ma:versionID="7a9b64cf573034a2bd93e5232e38a12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fcafd7a08f2317ca821d828e30336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AB4D252-4E1A-4206-9FA3-43057CF57878}">
  <ds:schemaRefs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4A96DF6-E6C9-4483-8035-B2FE1BBE0A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4B7363-2367-4B8F-A401-48A9798422B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0829990-4981-4F78-B7C1-700C2C655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Lyhyt peruspohja.dotx</Template>
  <TotalTime>312</TotalTime>
  <Pages>22</Pages>
  <Words>3737</Words>
  <Characters>30275</Characters>
  <Application>Microsoft Office Word</Application>
  <DocSecurity>0</DocSecurity>
  <Lines>252</Lines>
  <Paragraphs>67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Lyhyt peruspohja (LP)</vt:lpstr>
    </vt:vector>
  </TitlesOfParts>
  <Company/>
  <LinksUpToDate>false</LinksUpToDate>
  <CharactersWithSpaces>33945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Lyhyt peruspohja (LP)</dc:title>
  <dc:subject/>
  <dc:creator>Korpela Anna</dc:creator>
  <cp:keywords/>
  <dc:description/>
  <cp:lastModifiedBy>Korpela Anna</cp:lastModifiedBy>
  <cp:revision>207</cp:revision>
  <dcterms:created xsi:type="dcterms:W3CDTF">2018-01-03T09:07:00Z</dcterms:created>
  <dcterms:modified xsi:type="dcterms:W3CDTF">2018-03-08T08:44:00Z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0x01010002BB8CAF2426644FA1DDB8F7AA9289A3</vt:lpwstr>
  </property>
  <property fmtid="{D5CDD505-2E9C-101B-9397-08002B2CF9AE}" pid="3" name="TaxKeyword">
    <vt:lpwstr/>
  </property>
  <property fmtid="{D5CDD505-2E9C-101B-9397-08002B2CF9AE}" pid="4" name="KelaOmaLuokitus">
    <vt:lpwstr/>
  </property>
  <property fmtid="{D5CDD505-2E9C-101B-9397-08002B2CF9AE}" pid="5" name="KelaNavigaatiotermi">
    <vt:lpwstr>22;#Kanta-palvelujen yksikkö|346bee8b-290a-4f5d-9d0c-bb49c33ef294</vt:lpwstr>
  </property>
  <property fmtid="{D5CDD505-2E9C-101B-9397-08002B2CF9AE}" pid="6" name="KelaProjekti">
    <vt:lpwstr/>
  </property>
  <property fmtid="{D5CDD505-2E9C-101B-9397-08002B2CF9AE}" pid="7" name="KelaAsiasanat">
    <vt:lpwstr/>
  </property>
  <property fmtid="{D5CDD505-2E9C-101B-9397-08002B2CF9AE}" pid="8" name="KelaNostaIntranettiin">
    <vt:lpwstr>103;#Ei|4da38706-6322-4438-8e0a-a80ce46c1d74</vt:lpwstr>
  </property>
  <property fmtid="{D5CDD505-2E9C-101B-9397-08002B2CF9AE}" pid="9" name="KelaOrganisaatio">
    <vt:lpwstr>21;#Kanta-palvelujen yksikkö|00000000-0000-0000-0000-000051038554</vt:lpwstr>
  </property>
  <property fmtid="{D5CDD505-2E9C-101B-9397-08002B2CF9AE}" pid="10" name="KelaTyoryhma">
    <vt:lpwstr/>
  </property>
  <property fmtid="{D5CDD505-2E9C-101B-9397-08002B2CF9AE}" pid="11" name="KelaSinettiLuokka">
    <vt:lpwstr/>
  </property>
  <property fmtid="{D5CDD505-2E9C-101B-9397-08002B2CF9AE}" pid="12" name="KelaDokumenttiluokka">
    <vt:lpwstr>1180;#Mallipohjat|7e367dfe-aef4-4ebb-84df-ed8f43edea4a</vt:lpwstr>
  </property>
  <property fmtid="{D5CDD505-2E9C-101B-9397-08002B2CF9AE}" pid="13" name="IsMyDocuments">
    <vt:bool>true</vt:bool>
  </property>
</Properties>
</file>